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5B" w:rsidRDefault="00390C5B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390C5B" w:rsidRDefault="0055151E">
      <w:pPr>
        <w:spacing w:line="200" w:lineRule="atLeast"/>
        <w:ind w:left="948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fr-FR" w:eastAsia="fr-FR"/>
        </w:rPr>
        <w:drawing>
          <wp:inline distT="0" distB="0" distL="0" distR="0">
            <wp:extent cx="1032605" cy="5533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2605" cy="553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C5B" w:rsidRDefault="00390C5B">
      <w:pPr>
        <w:spacing w:before="11"/>
        <w:rPr>
          <w:rFonts w:ascii="Times New Roman" w:eastAsia="Times New Roman" w:hAnsi="Times New Roman" w:cs="Times New Roman"/>
          <w:sz w:val="9"/>
          <w:szCs w:val="9"/>
        </w:rPr>
      </w:pPr>
    </w:p>
    <w:p w:rsidR="00390C5B" w:rsidRPr="006559E2" w:rsidRDefault="006559E2">
      <w:pPr>
        <w:spacing w:before="60"/>
        <w:ind w:right="515"/>
        <w:jc w:val="right"/>
        <w:rPr>
          <w:rFonts w:ascii="Myriad Pro" w:eastAsia="Myriad Pro" w:hAnsi="Myriad Pro" w:cs="Myriad Pro"/>
          <w:sz w:val="20"/>
          <w:szCs w:val="20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1648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-626110</wp:posOffset>
            </wp:positionV>
            <wp:extent cx="1054735" cy="1031240"/>
            <wp:effectExtent l="0" t="0" r="0" b="0"/>
            <wp:wrapNone/>
            <wp:docPr id="243" name="Imag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51E" w:rsidRPr="006559E2">
        <w:rPr>
          <w:rFonts w:ascii="Myriad Pro" w:eastAsia="Myriad Pro" w:hAnsi="Myriad Pro" w:cs="Myriad Pro"/>
          <w:w w:val="95"/>
          <w:sz w:val="20"/>
          <w:szCs w:val="20"/>
          <w:lang w:val="fr-FR"/>
        </w:rPr>
        <w:t>N°12818*02</w:t>
      </w:r>
    </w:p>
    <w:p w:rsidR="00390C5B" w:rsidRPr="006559E2" w:rsidRDefault="00390C5B">
      <w:pPr>
        <w:spacing w:before="2"/>
        <w:rPr>
          <w:rFonts w:ascii="Myriad Pro" w:eastAsia="Myriad Pro" w:hAnsi="Myriad Pro" w:cs="Myriad Pro"/>
          <w:sz w:val="23"/>
          <w:szCs w:val="23"/>
          <w:lang w:val="fr-FR"/>
        </w:rPr>
      </w:pPr>
    </w:p>
    <w:p w:rsidR="00390C5B" w:rsidRPr="006559E2" w:rsidRDefault="0055151E">
      <w:pPr>
        <w:spacing w:before="72"/>
        <w:ind w:left="1371" w:right="1277"/>
        <w:jc w:val="center"/>
        <w:rPr>
          <w:rFonts w:ascii="Arial" w:eastAsia="Arial" w:hAnsi="Arial" w:cs="Arial"/>
          <w:lang w:val="fr-FR"/>
        </w:rPr>
      </w:pPr>
      <w:r w:rsidRPr="006559E2">
        <w:rPr>
          <w:rFonts w:ascii="Arial"/>
          <w:b/>
          <w:spacing w:val="-1"/>
          <w:lang w:val="fr-FR"/>
        </w:rPr>
        <w:t>DEMANDE</w:t>
      </w:r>
      <w:r w:rsidRPr="006559E2">
        <w:rPr>
          <w:rFonts w:ascii="Arial"/>
          <w:b/>
          <w:spacing w:val="-6"/>
          <w:lang w:val="fr-FR"/>
        </w:rPr>
        <w:t xml:space="preserve"> </w:t>
      </w:r>
      <w:r w:rsidRPr="006559E2">
        <w:rPr>
          <w:rFonts w:ascii="Arial"/>
          <w:b/>
          <w:spacing w:val="-1"/>
          <w:lang w:val="fr-FR"/>
        </w:rPr>
        <w:t>DE</w:t>
      </w:r>
      <w:r w:rsidRPr="006559E2">
        <w:rPr>
          <w:rFonts w:ascii="Arial"/>
          <w:b/>
          <w:spacing w:val="-5"/>
          <w:lang w:val="fr-FR"/>
        </w:rPr>
        <w:t xml:space="preserve"> </w:t>
      </w:r>
      <w:r w:rsidRPr="006559E2">
        <w:rPr>
          <w:rFonts w:ascii="Arial"/>
          <w:b/>
          <w:spacing w:val="-1"/>
          <w:lang w:val="fr-FR"/>
        </w:rPr>
        <w:t>RECEVABILITE</w:t>
      </w:r>
      <w:r w:rsidRPr="006559E2">
        <w:rPr>
          <w:rFonts w:ascii="Arial"/>
          <w:b/>
          <w:spacing w:val="-5"/>
          <w:lang w:val="fr-FR"/>
        </w:rPr>
        <w:t xml:space="preserve"> </w:t>
      </w:r>
      <w:r w:rsidRPr="006559E2">
        <w:rPr>
          <w:rFonts w:ascii="Arial"/>
          <w:b/>
          <w:lang w:val="fr-FR"/>
        </w:rPr>
        <w:t>A</w:t>
      </w:r>
      <w:r w:rsidRPr="006559E2">
        <w:rPr>
          <w:rFonts w:ascii="Arial"/>
          <w:b/>
          <w:spacing w:val="-6"/>
          <w:lang w:val="fr-FR"/>
        </w:rPr>
        <w:t xml:space="preserve"> </w:t>
      </w:r>
      <w:r w:rsidRPr="006559E2">
        <w:rPr>
          <w:rFonts w:ascii="Arial"/>
          <w:b/>
          <w:lang w:val="fr-FR"/>
        </w:rPr>
        <w:t>LA</w:t>
      </w:r>
      <w:r w:rsidRPr="006559E2">
        <w:rPr>
          <w:rFonts w:ascii="Arial"/>
          <w:b/>
          <w:spacing w:val="-6"/>
          <w:lang w:val="fr-FR"/>
        </w:rPr>
        <w:t xml:space="preserve"> </w:t>
      </w:r>
      <w:r w:rsidRPr="006559E2">
        <w:rPr>
          <w:rFonts w:ascii="Arial"/>
          <w:b/>
          <w:lang w:val="fr-FR"/>
        </w:rPr>
        <w:t>VALIDATION</w:t>
      </w:r>
      <w:r w:rsidRPr="006559E2">
        <w:rPr>
          <w:rFonts w:ascii="Arial"/>
          <w:b/>
          <w:spacing w:val="-5"/>
          <w:lang w:val="fr-FR"/>
        </w:rPr>
        <w:t xml:space="preserve"> </w:t>
      </w:r>
      <w:r w:rsidRPr="006559E2">
        <w:rPr>
          <w:rFonts w:ascii="Arial"/>
          <w:b/>
          <w:spacing w:val="-1"/>
          <w:lang w:val="fr-FR"/>
        </w:rPr>
        <w:t>DES</w:t>
      </w:r>
      <w:r w:rsidRPr="006559E2">
        <w:rPr>
          <w:rFonts w:ascii="Arial"/>
          <w:b/>
          <w:spacing w:val="-5"/>
          <w:lang w:val="fr-FR"/>
        </w:rPr>
        <w:t xml:space="preserve"> </w:t>
      </w:r>
      <w:r w:rsidRPr="006559E2">
        <w:rPr>
          <w:rFonts w:ascii="Arial"/>
          <w:b/>
          <w:spacing w:val="-1"/>
          <w:lang w:val="fr-FR"/>
        </w:rPr>
        <w:t>ACQUIS</w:t>
      </w:r>
      <w:r w:rsidRPr="006559E2">
        <w:rPr>
          <w:rFonts w:ascii="Arial"/>
          <w:b/>
          <w:spacing w:val="-5"/>
          <w:lang w:val="fr-FR"/>
        </w:rPr>
        <w:t xml:space="preserve"> </w:t>
      </w:r>
      <w:r w:rsidRPr="006559E2">
        <w:rPr>
          <w:rFonts w:ascii="Arial"/>
          <w:b/>
          <w:spacing w:val="-1"/>
          <w:lang w:val="fr-FR"/>
        </w:rPr>
        <w:t>DE</w:t>
      </w:r>
      <w:r w:rsidRPr="006559E2">
        <w:rPr>
          <w:rFonts w:ascii="Arial"/>
          <w:b/>
          <w:spacing w:val="-5"/>
          <w:lang w:val="fr-FR"/>
        </w:rPr>
        <w:t xml:space="preserve"> </w:t>
      </w:r>
      <w:r w:rsidRPr="006559E2">
        <w:rPr>
          <w:rFonts w:ascii="Arial"/>
          <w:b/>
          <w:lang w:val="fr-FR"/>
        </w:rPr>
        <w:t>L'EXPERIENCE</w:t>
      </w:r>
    </w:p>
    <w:p w:rsidR="00390C5B" w:rsidRPr="006559E2" w:rsidRDefault="0055151E">
      <w:pPr>
        <w:spacing w:before="91"/>
        <w:ind w:left="1369" w:right="1277"/>
        <w:jc w:val="center"/>
        <w:rPr>
          <w:rFonts w:ascii="Arial" w:eastAsia="Arial" w:hAnsi="Arial" w:cs="Arial"/>
          <w:sz w:val="16"/>
          <w:szCs w:val="16"/>
          <w:lang w:val="fr-FR"/>
        </w:rPr>
      </w:pPr>
      <w:r w:rsidRPr="006559E2">
        <w:rPr>
          <w:rFonts w:ascii="Arial" w:hAnsi="Arial"/>
          <w:i/>
          <w:spacing w:val="-1"/>
          <w:sz w:val="16"/>
          <w:lang w:val="fr-FR"/>
        </w:rPr>
        <w:t>Code de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l'éducation art.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R335-5</w:t>
      </w:r>
      <w:r w:rsidRPr="006559E2">
        <w:rPr>
          <w:rFonts w:ascii="Arial" w:hAnsi="Arial"/>
          <w:i/>
          <w:sz w:val="16"/>
          <w:lang w:val="fr-FR"/>
        </w:rPr>
        <w:t xml:space="preserve"> à</w:t>
      </w:r>
      <w:r w:rsidRPr="006559E2">
        <w:rPr>
          <w:rFonts w:ascii="Arial" w:hAnsi="Arial"/>
          <w:i/>
          <w:spacing w:val="-2"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R335-11</w:t>
      </w:r>
    </w:p>
    <w:p w:rsidR="00390C5B" w:rsidRPr="006559E2" w:rsidRDefault="0055151E">
      <w:pPr>
        <w:pStyle w:val="Titre3"/>
        <w:spacing w:before="24"/>
        <w:ind w:right="1277"/>
        <w:jc w:val="center"/>
        <w:rPr>
          <w:b w:val="0"/>
          <w:bCs w:val="0"/>
          <w:i w:val="0"/>
          <w:lang w:val="fr-FR"/>
        </w:rPr>
      </w:pPr>
      <w:r w:rsidRPr="006559E2">
        <w:rPr>
          <w:lang w:val="fr-FR"/>
        </w:rPr>
        <w:t>LIRE</w:t>
      </w:r>
      <w:r w:rsidRPr="006559E2">
        <w:rPr>
          <w:spacing w:val="-6"/>
          <w:lang w:val="fr-FR"/>
        </w:rPr>
        <w:t xml:space="preserve"> </w:t>
      </w:r>
      <w:r w:rsidRPr="006559E2">
        <w:rPr>
          <w:lang w:val="fr-FR"/>
        </w:rPr>
        <w:t>ATTENTIVEMENT</w:t>
      </w:r>
      <w:r w:rsidRPr="006559E2">
        <w:rPr>
          <w:spacing w:val="-5"/>
          <w:lang w:val="fr-FR"/>
        </w:rPr>
        <w:t xml:space="preserve"> </w:t>
      </w:r>
      <w:r w:rsidRPr="006559E2">
        <w:rPr>
          <w:lang w:val="fr-FR"/>
        </w:rPr>
        <w:t>LA</w:t>
      </w:r>
      <w:r w:rsidRPr="006559E2">
        <w:rPr>
          <w:spacing w:val="-5"/>
          <w:lang w:val="fr-FR"/>
        </w:rPr>
        <w:t xml:space="preserve"> </w:t>
      </w:r>
      <w:r w:rsidRPr="006559E2">
        <w:rPr>
          <w:spacing w:val="-1"/>
          <w:lang w:val="fr-FR"/>
        </w:rPr>
        <w:t>NOTICE</w:t>
      </w:r>
      <w:r w:rsidRPr="006559E2">
        <w:rPr>
          <w:spacing w:val="-4"/>
          <w:lang w:val="fr-FR"/>
        </w:rPr>
        <w:t xml:space="preserve"> </w:t>
      </w:r>
      <w:r w:rsidRPr="006559E2">
        <w:rPr>
          <w:lang w:val="fr-FR"/>
        </w:rPr>
        <w:t>AVANT</w:t>
      </w:r>
      <w:r w:rsidRPr="006559E2">
        <w:rPr>
          <w:spacing w:val="-5"/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spacing w:val="-4"/>
          <w:lang w:val="fr-FR"/>
        </w:rPr>
        <w:t xml:space="preserve"> </w:t>
      </w:r>
      <w:r w:rsidRPr="006559E2">
        <w:rPr>
          <w:lang w:val="fr-FR"/>
        </w:rPr>
        <w:t>REMPLIR</w:t>
      </w:r>
      <w:r w:rsidRPr="006559E2">
        <w:rPr>
          <w:spacing w:val="-4"/>
          <w:lang w:val="fr-FR"/>
        </w:rPr>
        <w:t xml:space="preserve"> </w:t>
      </w:r>
      <w:r w:rsidRPr="006559E2">
        <w:rPr>
          <w:lang w:val="fr-FR"/>
        </w:rPr>
        <w:t>CE</w:t>
      </w:r>
      <w:r w:rsidRPr="006559E2">
        <w:rPr>
          <w:spacing w:val="-5"/>
          <w:lang w:val="fr-FR"/>
        </w:rPr>
        <w:t xml:space="preserve"> </w:t>
      </w:r>
      <w:r w:rsidRPr="006559E2">
        <w:rPr>
          <w:lang w:val="fr-FR"/>
        </w:rPr>
        <w:t>FORMULAIRE.</w:t>
      </w:r>
    </w:p>
    <w:p w:rsidR="00390C5B" w:rsidRPr="006559E2" w:rsidRDefault="0055151E">
      <w:pPr>
        <w:spacing w:before="3" w:line="235" w:lineRule="auto"/>
        <w:ind w:left="546" w:right="518"/>
        <w:jc w:val="center"/>
        <w:rPr>
          <w:rFonts w:ascii="Calibri" w:eastAsia="Calibri" w:hAnsi="Calibri" w:cs="Calibri"/>
          <w:sz w:val="18"/>
          <w:szCs w:val="18"/>
          <w:lang w:val="fr-FR"/>
        </w:rPr>
      </w:pPr>
      <w:r w:rsidRPr="006559E2">
        <w:rPr>
          <w:rFonts w:ascii="Calibri" w:hAnsi="Calibri"/>
          <w:i/>
          <w:spacing w:val="-1"/>
          <w:sz w:val="18"/>
          <w:lang w:val="fr-FR"/>
        </w:rPr>
        <w:t>Vous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z w:val="18"/>
          <w:lang w:val="fr-FR"/>
        </w:rPr>
        <w:t>y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z w:val="18"/>
          <w:lang w:val="fr-FR"/>
        </w:rPr>
        <w:t>trouverez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les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définitions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des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informations demandées,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les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listes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de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z w:val="18"/>
          <w:lang w:val="fr-FR"/>
        </w:rPr>
        <w:t>codes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nécessaires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pour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z w:val="18"/>
          <w:lang w:val="fr-FR"/>
        </w:rPr>
        <w:t>renseigner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les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z w:val="18"/>
          <w:lang w:val="fr-FR"/>
        </w:rPr>
        <w:t>rubriques,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la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liste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des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pièces</w:t>
      </w:r>
      <w:r w:rsidRPr="006559E2">
        <w:rPr>
          <w:rFonts w:ascii="Calibri" w:hAnsi="Calibri"/>
          <w:i/>
          <w:spacing w:val="30"/>
          <w:w w:val="99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justificatives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z w:val="18"/>
          <w:lang w:val="fr-FR"/>
        </w:rPr>
        <w:t>à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 xml:space="preserve">joindre au présent formulaire pour </w:t>
      </w:r>
      <w:r w:rsidRPr="006559E2">
        <w:rPr>
          <w:rFonts w:ascii="Calibri" w:hAnsi="Calibri"/>
          <w:i/>
          <w:sz w:val="18"/>
          <w:lang w:val="fr-FR"/>
        </w:rPr>
        <w:t>envoyer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un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 xml:space="preserve">dossier </w:t>
      </w:r>
      <w:r w:rsidRPr="006559E2">
        <w:rPr>
          <w:rFonts w:ascii="Calibri" w:hAnsi="Calibri"/>
          <w:i/>
          <w:sz w:val="18"/>
          <w:lang w:val="fr-FR"/>
        </w:rPr>
        <w:t>complet.</w:t>
      </w:r>
    </w:p>
    <w:p w:rsidR="00390C5B" w:rsidRPr="006559E2" w:rsidRDefault="0055151E">
      <w:pPr>
        <w:spacing w:line="237" w:lineRule="exact"/>
        <w:ind w:left="1304" w:right="1277"/>
        <w:jc w:val="center"/>
        <w:rPr>
          <w:rFonts w:ascii="Calibri" w:eastAsia="Calibri" w:hAnsi="Calibri" w:cs="Calibri"/>
          <w:sz w:val="20"/>
          <w:szCs w:val="20"/>
          <w:lang w:val="fr-FR"/>
        </w:rPr>
      </w:pPr>
      <w:r w:rsidRPr="006559E2">
        <w:rPr>
          <w:rFonts w:ascii="Calibri"/>
          <w:b/>
          <w:i/>
          <w:spacing w:val="-1"/>
          <w:sz w:val="20"/>
          <w:lang w:val="fr-FR"/>
        </w:rPr>
        <w:t>DATEZ</w:t>
      </w:r>
      <w:r w:rsidRPr="006559E2">
        <w:rPr>
          <w:rFonts w:ascii="Calibri"/>
          <w:b/>
          <w:i/>
          <w:spacing w:val="-4"/>
          <w:sz w:val="20"/>
          <w:lang w:val="fr-FR"/>
        </w:rPr>
        <w:t xml:space="preserve"> </w:t>
      </w:r>
      <w:r w:rsidRPr="006559E2">
        <w:rPr>
          <w:rFonts w:ascii="Calibri"/>
          <w:b/>
          <w:i/>
          <w:sz w:val="20"/>
          <w:lang w:val="fr-FR"/>
        </w:rPr>
        <w:t>ET</w:t>
      </w:r>
      <w:r w:rsidRPr="006559E2">
        <w:rPr>
          <w:rFonts w:ascii="Calibri"/>
          <w:b/>
          <w:i/>
          <w:spacing w:val="-4"/>
          <w:sz w:val="20"/>
          <w:lang w:val="fr-FR"/>
        </w:rPr>
        <w:t xml:space="preserve"> </w:t>
      </w:r>
      <w:r w:rsidRPr="006559E2">
        <w:rPr>
          <w:rFonts w:ascii="Calibri"/>
          <w:b/>
          <w:i/>
          <w:spacing w:val="-1"/>
          <w:sz w:val="20"/>
          <w:lang w:val="fr-FR"/>
        </w:rPr>
        <w:t>SIGNEZ</w:t>
      </w:r>
      <w:r w:rsidRPr="006559E2">
        <w:rPr>
          <w:rFonts w:ascii="Calibri"/>
          <w:b/>
          <w:i/>
          <w:spacing w:val="-4"/>
          <w:sz w:val="20"/>
          <w:lang w:val="fr-FR"/>
        </w:rPr>
        <w:t xml:space="preserve"> </w:t>
      </w:r>
      <w:r w:rsidRPr="006559E2">
        <w:rPr>
          <w:rFonts w:ascii="Calibri"/>
          <w:b/>
          <w:i/>
          <w:sz w:val="20"/>
          <w:lang w:val="fr-FR"/>
        </w:rPr>
        <w:t>LA</w:t>
      </w:r>
      <w:r w:rsidRPr="006559E2">
        <w:rPr>
          <w:rFonts w:ascii="Calibri"/>
          <w:b/>
          <w:i/>
          <w:spacing w:val="-4"/>
          <w:sz w:val="20"/>
          <w:lang w:val="fr-FR"/>
        </w:rPr>
        <w:t xml:space="preserve"> </w:t>
      </w:r>
      <w:r w:rsidRPr="006559E2">
        <w:rPr>
          <w:rFonts w:ascii="Calibri"/>
          <w:b/>
          <w:i/>
          <w:spacing w:val="-1"/>
          <w:sz w:val="20"/>
          <w:lang w:val="fr-FR"/>
        </w:rPr>
        <w:t>DECLARATION</w:t>
      </w:r>
      <w:r w:rsidRPr="006559E2">
        <w:rPr>
          <w:rFonts w:ascii="Calibri"/>
          <w:b/>
          <w:i/>
          <w:spacing w:val="-2"/>
          <w:sz w:val="20"/>
          <w:lang w:val="fr-FR"/>
        </w:rPr>
        <w:t xml:space="preserve"> </w:t>
      </w:r>
      <w:r w:rsidRPr="006559E2">
        <w:rPr>
          <w:rFonts w:ascii="Calibri"/>
          <w:b/>
          <w:i/>
          <w:spacing w:val="-1"/>
          <w:sz w:val="20"/>
          <w:lang w:val="fr-FR"/>
        </w:rPr>
        <w:t>SUR</w:t>
      </w:r>
      <w:r w:rsidRPr="006559E2">
        <w:rPr>
          <w:rFonts w:ascii="Calibri"/>
          <w:b/>
          <w:i/>
          <w:spacing w:val="-4"/>
          <w:sz w:val="20"/>
          <w:lang w:val="fr-FR"/>
        </w:rPr>
        <w:t xml:space="preserve"> </w:t>
      </w:r>
      <w:r w:rsidRPr="006559E2">
        <w:rPr>
          <w:rFonts w:ascii="Calibri"/>
          <w:b/>
          <w:i/>
          <w:sz w:val="20"/>
          <w:lang w:val="fr-FR"/>
        </w:rPr>
        <w:t>L'HONNEUR</w:t>
      </w:r>
      <w:r w:rsidRPr="006559E2">
        <w:rPr>
          <w:rFonts w:ascii="Calibri"/>
          <w:b/>
          <w:i/>
          <w:spacing w:val="-4"/>
          <w:sz w:val="20"/>
          <w:lang w:val="fr-FR"/>
        </w:rPr>
        <w:t xml:space="preserve"> </w:t>
      </w:r>
      <w:r w:rsidRPr="006559E2">
        <w:rPr>
          <w:rFonts w:ascii="Calibri"/>
          <w:b/>
          <w:i/>
          <w:sz w:val="20"/>
          <w:lang w:val="fr-FR"/>
        </w:rPr>
        <w:t>(RUBRIQUE</w:t>
      </w:r>
      <w:r w:rsidRPr="006559E2">
        <w:rPr>
          <w:rFonts w:ascii="Calibri"/>
          <w:b/>
          <w:i/>
          <w:spacing w:val="-5"/>
          <w:sz w:val="20"/>
          <w:lang w:val="fr-FR"/>
        </w:rPr>
        <w:t xml:space="preserve"> </w:t>
      </w:r>
      <w:r w:rsidRPr="006559E2">
        <w:rPr>
          <w:rFonts w:ascii="Calibri"/>
          <w:b/>
          <w:i/>
          <w:sz w:val="20"/>
          <w:lang w:val="fr-FR"/>
        </w:rPr>
        <w:t>6)</w:t>
      </w:r>
    </w:p>
    <w:p w:rsidR="00390C5B" w:rsidRPr="006559E2" w:rsidRDefault="0055151E">
      <w:pPr>
        <w:ind w:left="1303" w:right="1277"/>
        <w:jc w:val="center"/>
        <w:rPr>
          <w:rFonts w:ascii="Calibri" w:eastAsia="Calibri" w:hAnsi="Calibri" w:cs="Calibri"/>
          <w:sz w:val="18"/>
          <w:szCs w:val="18"/>
          <w:lang w:val="fr-FR"/>
        </w:rPr>
      </w:pPr>
      <w:proofErr w:type="gramStart"/>
      <w:r w:rsidRPr="006559E2">
        <w:rPr>
          <w:rFonts w:ascii="Calibri" w:hAnsi="Calibri"/>
          <w:i/>
          <w:spacing w:val="-1"/>
          <w:sz w:val="18"/>
          <w:lang w:val="fr-FR"/>
        </w:rPr>
        <w:t>sauf</w:t>
      </w:r>
      <w:proofErr w:type="gramEnd"/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si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 xml:space="preserve">l'autorité </w:t>
      </w:r>
      <w:r w:rsidRPr="006559E2">
        <w:rPr>
          <w:rFonts w:ascii="Calibri" w:hAnsi="Calibri"/>
          <w:i/>
          <w:sz w:val="18"/>
          <w:lang w:val="fr-FR"/>
        </w:rPr>
        <w:t>responsable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de la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z w:val="18"/>
          <w:lang w:val="fr-FR"/>
        </w:rPr>
        <w:t>certification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r w:rsidRPr="006559E2">
        <w:rPr>
          <w:rFonts w:ascii="Calibri" w:hAnsi="Calibri"/>
          <w:i/>
          <w:sz w:val="18"/>
          <w:lang w:val="fr-FR"/>
        </w:rPr>
        <w:t>vous</w:t>
      </w:r>
      <w:r w:rsidRPr="006559E2">
        <w:rPr>
          <w:rFonts w:ascii="Calibri" w:hAnsi="Calibri"/>
          <w:i/>
          <w:spacing w:val="-3"/>
          <w:sz w:val="18"/>
          <w:lang w:val="fr-FR"/>
        </w:rPr>
        <w:t xml:space="preserve"> </w:t>
      </w:r>
      <w:r w:rsidRPr="006559E2">
        <w:rPr>
          <w:rFonts w:ascii="Calibri" w:hAnsi="Calibri"/>
          <w:i/>
          <w:spacing w:val="-1"/>
          <w:sz w:val="18"/>
          <w:lang w:val="fr-FR"/>
        </w:rPr>
        <w:t>propose une</w:t>
      </w:r>
      <w:r w:rsidRPr="006559E2">
        <w:rPr>
          <w:rFonts w:ascii="Calibri" w:hAnsi="Calibri"/>
          <w:i/>
          <w:spacing w:val="-2"/>
          <w:sz w:val="18"/>
          <w:lang w:val="fr-FR"/>
        </w:rPr>
        <w:t xml:space="preserve"> </w:t>
      </w:r>
      <w:proofErr w:type="spellStart"/>
      <w:r w:rsidRPr="006559E2">
        <w:rPr>
          <w:rFonts w:ascii="Calibri" w:hAnsi="Calibri"/>
          <w:i/>
          <w:sz w:val="18"/>
          <w:lang w:val="fr-FR"/>
        </w:rPr>
        <w:t>téléprocédure</w:t>
      </w:r>
      <w:proofErr w:type="spellEnd"/>
      <w:r w:rsidRPr="006559E2">
        <w:rPr>
          <w:rFonts w:ascii="Calibri" w:hAnsi="Calibri"/>
          <w:i/>
          <w:sz w:val="18"/>
          <w:lang w:val="fr-FR"/>
        </w:rPr>
        <w:t>.</w:t>
      </w:r>
    </w:p>
    <w:p w:rsidR="00390C5B" w:rsidRPr="006559E2" w:rsidRDefault="00390C5B">
      <w:pPr>
        <w:spacing w:before="2"/>
        <w:rPr>
          <w:rFonts w:ascii="Calibri" w:eastAsia="Calibri" w:hAnsi="Calibri" w:cs="Calibri"/>
          <w:i/>
          <w:lang w:val="fr-FR"/>
        </w:rPr>
      </w:pPr>
    </w:p>
    <w:p w:rsidR="00390C5B" w:rsidRDefault="006559E2">
      <w:pPr>
        <w:spacing w:line="20" w:lineRule="atLeast"/>
        <w:ind w:left="112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fr-FR" w:eastAsia="fr-FR"/>
        </w:rPr>
        <mc:AlternateContent>
          <mc:Choice Requires="wpg">
            <w:drawing>
              <wp:inline distT="0" distB="0" distL="0" distR="0">
                <wp:extent cx="6858000" cy="18415"/>
                <wp:effectExtent l="9525" t="9525" r="9525" b="635"/>
                <wp:docPr id="240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8415"/>
                          <a:chOff x="0" y="0"/>
                          <a:chExt cx="10800" cy="29"/>
                        </a:xfrm>
                      </wpg:grpSpPr>
                      <wpg:grpSp>
                        <wpg:cNvPr id="241" name="Group 23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772" cy="2"/>
                            <a:chOff x="14" y="14"/>
                            <a:chExt cx="10772" cy="2"/>
                          </a:xfrm>
                        </wpg:grpSpPr>
                        <wps:wsp>
                          <wps:cNvPr id="242" name="Freeform 23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10786 14"/>
                                <a:gd name="T1" fmla="*/ T0 w 10772"/>
                                <a:gd name="T2" fmla="+- 0 14 14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1077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35" o:spid="_x0000_s1026" style="width:540pt;height:1.45pt;mso-position-horizontal-relative:char;mso-position-vertical-relative:line" coordsize="108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">
                <v:group id="Group 236" o:spid="_x0000_s1027" style="position:absolute;left:14;top:14;width:10772;height:2" coordorigin="14,14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<v:shape id="Freeform 237" o:spid="_x0000_s1028" style="position:absolute;left:14;top:14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k7vMIA&#10;AADcAAAADwAAAGRycy9kb3ducmV2LnhtbESPQYvCMBSE78L+h/AWvGm6RXSpRpFFwatdlfX2aJ5t&#10;sXkpSbT13xtB2OMwM98wi1VvGnEn52vLCr7GCQjiwuqaSwWH3+3oG4QPyBoby6TgQR5Wy4/BAjNt&#10;O97TPQ+liBD2GSqoQmgzKX1RkUE/ti1x9C7WGQxRulJqh12Em0amSTKVBmuOCxW29FNRcc1vRkHY&#10;dKb8S08Pl8/Ox/WhwW52mio1/OzXcxCB+vAffrd3WkE6SeF1Jh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mTu8wgAAANwAAAAPAAAAAAAAAAAAAAAAAJgCAABkcnMvZG93&#10;bnJldi54bWxQSwUGAAAAAAQABAD1AAAAhwMAAAAA&#10;" path="m10772,l,e" filled="f" strokeweight=".49989mm">
                    <v:path arrowok="t" o:connecttype="custom" o:connectlocs="10772,0;0,0" o:connectangles="0,0"/>
                  </v:shape>
                </v:group>
                <w10:anchorlock/>
              </v:group>
            </w:pict>
          </mc:Fallback>
        </mc:AlternateContent>
      </w:r>
    </w:p>
    <w:p w:rsidR="00390C5B" w:rsidRPr="006559E2" w:rsidRDefault="0055151E">
      <w:pPr>
        <w:spacing w:line="252" w:lineRule="exact"/>
        <w:ind w:left="155"/>
        <w:rPr>
          <w:rFonts w:ascii="Arial" w:eastAsia="Arial" w:hAnsi="Arial" w:cs="Arial"/>
          <w:sz w:val="24"/>
          <w:szCs w:val="24"/>
          <w:lang w:val="fr-FR"/>
        </w:rPr>
      </w:pPr>
      <w:r w:rsidRPr="006559E2">
        <w:rPr>
          <w:rFonts w:ascii="Arial"/>
          <w:b/>
          <w:color w:val="30849B"/>
          <w:spacing w:val="-1"/>
          <w:sz w:val="24"/>
          <w:lang w:val="fr-FR"/>
        </w:rPr>
        <w:t xml:space="preserve">RUBRIQUE </w:t>
      </w:r>
      <w:r w:rsidRPr="006559E2">
        <w:rPr>
          <w:rFonts w:ascii="Arial"/>
          <w:b/>
          <w:color w:val="30849B"/>
          <w:sz w:val="24"/>
          <w:lang w:val="fr-FR"/>
        </w:rPr>
        <w:t>1</w:t>
      </w:r>
      <w:r w:rsidRPr="006559E2">
        <w:rPr>
          <w:rFonts w:ascii="Arial"/>
          <w:b/>
          <w:color w:val="30849B"/>
          <w:spacing w:val="-2"/>
          <w:sz w:val="24"/>
          <w:lang w:val="fr-FR"/>
        </w:rPr>
        <w:t xml:space="preserve"> </w:t>
      </w:r>
      <w:r w:rsidRPr="006559E2">
        <w:rPr>
          <w:rFonts w:ascii="Arial"/>
          <w:b/>
          <w:color w:val="30849B"/>
          <w:sz w:val="24"/>
          <w:lang w:val="fr-FR"/>
        </w:rPr>
        <w:t>:</w:t>
      </w:r>
      <w:r w:rsidRPr="006559E2">
        <w:rPr>
          <w:rFonts w:ascii="Arial"/>
          <w:b/>
          <w:color w:val="30849B"/>
          <w:spacing w:val="-1"/>
          <w:sz w:val="24"/>
          <w:lang w:val="fr-FR"/>
        </w:rPr>
        <w:t xml:space="preserve"> Nature </w:t>
      </w:r>
      <w:r w:rsidRPr="006559E2">
        <w:rPr>
          <w:rFonts w:ascii="Arial"/>
          <w:b/>
          <w:color w:val="30849B"/>
          <w:sz w:val="24"/>
          <w:lang w:val="fr-FR"/>
        </w:rPr>
        <w:t>de</w:t>
      </w:r>
      <w:r w:rsidRPr="006559E2">
        <w:rPr>
          <w:rFonts w:ascii="Arial"/>
          <w:b/>
          <w:color w:val="30849B"/>
          <w:spacing w:val="-1"/>
          <w:sz w:val="24"/>
          <w:lang w:val="fr-FR"/>
        </w:rPr>
        <w:t xml:space="preserve"> </w:t>
      </w:r>
      <w:r w:rsidRPr="006559E2">
        <w:rPr>
          <w:rFonts w:ascii="Arial"/>
          <w:b/>
          <w:color w:val="30849B"/>
          <w:sz w:val="24"/>
          <w:lang w:val="fr-FR"/>
        </w:rPr>
        <w:t>la</w:t>
      </w:r>
      <w:r w:rsidRPr="006559E2">
        <w:rPr>
          <w:rFonts w:ascii="Arial"/>
          <w:b/>
          <w:color w:val="30849B"/>
          <w:spacing w:val="-2"/>
          <w:sz w:val="24"/>
          <w:lang w:val="fr-FR"/>
        </w:rPr>
        <w:t xml:space="preserve"> </w:t>
      </w:r>
      <w:r w:rsidRPr="006559E2">
        <w:rPr>
          <w:rFonts w:ascii="Arial"/>
          <w:b/>
          <w:color w:val="30849B"/>
          <w:sz w:val="24"/>
          <w:lang w:val="fr-FR"/>
        </w:rPr>
        <w:t>demande</w:t>
      </w:r>
    </w:p>
    <w:p w:rsidR="00390C5B" w:rsidRPr="006559E2" w:rsidRDefault="00390C5B">
      <w:pPr>
        <w:spacing w:before="6"/>
        <w:rPr>
          <w:rFonts w:ascii="Arial" w:eastAsia="Arial" w:hAnsi="Arial" w:cs="Arial"/>
          <w:b/>
          <w:bCs/>
          <w:sz w:val="9"/>
          <w:szCs w:val="9"/>
          <w:lang w:val="fr-FR"/>
        </w:rPr>
      </w:pPr>
    </w:p>
    <w:p w:rsidR="00390C5B" w:rsidRPr="006559E2" w:rsidRDefault="006559E2">
      <w:pPr>
        <w:tabs>
          <w:tab w:val="left" w:pos="3840"/>
          <w:tab w:val="left" w:pos="7808"/>
        </w:tabs>
        <w:spacing w:before="74"/>
        <w:ind w:left="155"/>
        <w:rPr>
          <w:rFonts w:ascii="Arial" w:eastAsia="Arial" w:hAnsi="Arial" w:cs="Arial"/>
          <w:sz w:val="20"/>
          <w:szCs w:val="20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352" behindDoc="1" locked="0" layoutInCell="1" allowOverlap="1">
                <wp:simplePos x="0" y="0"/>
                <wp:positionH relativeFrom="page">
                  <wp:posOffset>1475740</wp:posOffset>
                </wp:positionH>
                <wp:positionV relativeFrom="paragraph">
                  <wp:posOffset>74295</wp:posOffset>
                </wp:positionV>
                <wp:extent cx="127000" cy="127000"/>
                <wp:effectExtent l="8890" t="7620" r="6985" b="8255"/>
                <wp:wrapNone/>
                <wp:docPr id="238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27000"/>
                          <a:chOff x="2324" y="117"/>
                          <a:chExt cx="200" cy="200"/>
                        </a:xfrm>
                      </wpg:grpSpPr>
                      <wps:wsp>
                        <wps:cNvPr id="239" name="Freeform 234"/>
                        <wps:cNvSpPr>
                          <a:spLocks/>
                        </wps:cNvSpPr>
                        <wps:spPr bwMode="auto">
                          <a:xfrm>
                            <a:off x="2324" y="117"/>
                            <a:ext cx="200" cy="200"/>
                          </a:xfrm>
                          <a:custGeom>
                            <a:avLst/>
                            <a:gdLst>
                              <a:gd name="T0" fmla="+- 0 2324 2324"/>
                              <a:gd name="T1" fmla="*/ T0 w 200"/>
                              <a:gd name="T2" fmla="+- 0 317 117"/>
                              <a:gd name="T3" fmla="*/ 317 h 200"/>
                              <a:gd name="T4" fmla="+- 0 2524 2324"/>
                              <a:gd name="T5" fmla="*/ T4 w 200"/>
                              <a:gd name="T6" fmla="+- 0 317 117"/>
                              <a:gd name="T7" fmla="*/ 317 h 200"/>
                              <a:gd name="T8" fmla="+- 0 2524 2324"/>
                              <a:gd name="T9" fmla="*/ T8 w 200"/>
                              <a:gd name="T10" fmla="+- 0 117 117"/>
                              <a:gd name="T11" fmla="*/ 117 h 200"/>
                              <a:gd name="T12" fmla="+- 0 2324 2324"/>
                              <a:gd name="T13" fmla="*/ T12 w 200"/>
                              <a:gd name="T14" fmla="+- 0 117 117"/>
                              <a:gd name="T15" fmla="*/ 117 h 200"/>
                              <a:gd name="T16" fmla="+- 0 2324 2324"/>
                              <a:gd name="T17" fmla="*/ T16 w 200"/>
                              <a:gd name="T18" fmla="+- 0 317 117"/>
                              <a:gd name="T19" fmla="*/ 317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0" h="200">
                                <a:moveTo>
                                  <a:pt x="0" y="200"/>
                                </a:moveTo>
                                <a:lnTo>
                                  <a:pt x="200" y="200"/>
                                </a:lnTo>
                                <a:lnTo>
                                  <a:pt x="2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3" o:spid="_x0000_s1026" style="position:absolute;margin-left:116.2pt;margin-top:5.85pt;width:10pt;height:10pt;z-index:-14128;mso-position-horizontal-relative:page" coordorigin="2324,117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">
                <v:shape id="Freeform 234" o:spid="_x0000_s1027" style="position:absolute;left:2324;top:117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pVScQA&#10;AADcAAAADwAAAGRycy9kb3ducmV2LnhtbESPT2sCMRTE70K/Q3iFXkSza0HqapQitEhv/oGyt8fm&#10;uQndvCybqLvfvhEEj8PM/IZZbXrXiCt1wXpWkE8zEMSV15ZrBafj1+QDRIjIGhvPpGCgAJv1y2iF&#10;hfY33tP1EGuRIBwKVGBibAspQ2XIYZj6ljh5Z985jEl2tdQd3hLcNXKWZXPp0HJaMNjS1lD1d7g4&#10;BeM+332XZNucfkozmMB2Pvwq9fbafy5BROrjM/xo77SC2fsC7mfS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KVUnEAAAA3AAAAA8AAAAAAAAAAAAAAAAAmAIAAGRycy9k&#10;b3ducmV2LnhtbFBLBQYAAAAABAAEAPUAAACJAwAAAAA=&#10;" path="m,200r200,l200,,,,,200xe" filled="f" strokeweight=".5pt">
                  <v:path arrowok="t" o:connecttype="custom" o:connectlocs="0,317;200,317;200,117;0,117;0,317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376" behindDoc="1" locked="0" layoutInCell="1" allowOverlap="1">
                <wp:simplePos x="0" y="0"/>
                <wp:positionH relativeFrom="page">
                  <wp:posOffset>3996055</wp:posOffset>
                </wp:positionH>
                <wp:positionV relativeFrom="paragraph">
                  <wp:posOffset>74295</wp:posOffset>
                </wp:positionV>
                <wp:extent cx="127000" cy="127000"/>
                <wp:effectExtent l="5080" t="7620" r="10795" b="8255"/>
                <wp:wrapNone/>
                <wp:docPr id="236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27000"/>
                          <a:chOff x="6293" y="117"/>
                          <a:chExt cx="200" cy="200"/>
                        </a:xfrm>
                      </wpg:grpSpPr>
                      <wps:wsp>
                        <wps:cNvPr id="237" name="Freeform 232"/>
                        <wps:cNvSpPr>
                          <a:spLocks/>
                        </wps:cNvSpPr>
                        <wps:spPr bwMode="auto">
                          <a:xfrm>
                            <a:off x="6293" y="117"/>
                            <a:ext cx="200" cy="200"/>
                          </a:xfrm>
                          <a:custGeom>
                            <a:avLst/>
                            <a:gdLst>
                              <a:gd name="T0" fmla="+- 0 6293 6293"/>
                              <a:gd name="T1" fmla="*/ T0 w 200"/>
                              <a:gd name="T2" fmla="+- 0 317 117"/>
                              <a:gd name="T3" fmla="*/ 317 h 200"/>
                              <a:gd name="T4" fmla="+- 0 6493 6293"/>
                              <a:gd name="T5" fmla="*/ T4 w 200"/>
                              <a:gd name="T6" fmla="+- 0 317 117"/>
                              <a:gd name="T7" fmla="*/ 317 h 200"/>
                              <a:gd name="T8" fmla="+- 0 6493 6293"/>
                              <a:gd name="T9" fmla="*/ T8 w 200"/>
                              <a:gd name="T10" fmla="+- 0 117 117"/>
                              <a:gd name="T11" fmla="*/ 117 h 200"/>
                              <a:gd name="T12" fmla="+- 0 6293 6293"/>
                              <a:gd name="T13" fmla="*/ T12 w 200"/>
                              <a:gd name="T14" fmla="+- 0 117 117"/>
                              <a:gd name="T15" fmla="*/ 117 h 200"/>
                              <a:gd name="T16" fmla="+- 0 6293 6293"/>
                              <a:gd name="T17" fmla="*/ T16 w 200"/>
                              <a:gd name="T18" fmla="+- 0 317 117"/>
                              <a:gd name="T19" fmla="*/ 317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0" h="200">
                                <a:moveTo>
                                  <a:pt x="0" y="200"/>
                                </a:moveTo>
                                <a:lnTo>
                                  <a:pt x="200" y="200"/>
                                </a:lnTo>
                                <a:lnTo>
                                  <a:pt x="2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1" o:spid="_x0000_s1026" style="position:absolute;margin-left:314.65pt;margin-top:5.85pt;width:10pt;height:10pt;z-index:-14104;mso-position-horizontal-relative:page" coordorigin="6293,117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">
                <v:shape id="Freeform 232" o:spid="_x0000_s1027" style="position:absolute;left:6293;top:117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lkoMQA&#10;AADcAAAADwAAAGRycy9kb3ducmV2LnhtbESPT2sCMRTE70K/Q3iFXkSza8HKapQitEhv/oGyt8fm&#10;uQndvCybqLvfvhEEj8PM/IZZbXrXiCt1wXpWkE8zEMSV15ZrBafj12QBIkRkjY1nUjBQgM36ZbTC&#10;Qvsb7+l6iLVIEA4FKjAxtoWUoTLkMEx9S5y8s+8cxiS7WuoObwnuGjnLsrl0aDktGGxpa6j6O1yc&#10;gnGf775Lsm1OP6UZTGA7H36VenvtP5cgIvXxGX60d1rB7P0D7mfS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ZZKDEAAAA3AAAAA8AAAAAAAAAAAAAAAAAmAIAAGRycy9k&#10;b3ducmV2LnhtbFBLBQYAAAAABAAEAPUAAACJAwAAAAA=&#10;" path="m,200r200,l200,,,,,200xe" filled="f" strokeweight=".5pt">
                  <v:path arrowok="t" o:connecttype="custom" o:connectlocs="0,317;200,317;200,117;0,117;0,317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6336030</wp:posOffset>
                </wp:positionH>
                <wp:positionV relativeFrom="paragraph">
                  <wp:posOffset>74295</wp:posOffset>
                </wp:positionV>
                <wp:extent cx="127000" cy="127000"/>
                <wp:effectExtent l="11430" t="7620" r="13970" b="8255"/>
                <wp:wrapNone/>
                <wp:docPr id="234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127000"/>
                          <a:chOff x="9978" y="117"/>
                          <a:chExt cx="200" cy="200"/>
                        </a:xfrm>
                      </wpg:grpSpPr>
                      <wps:wsp>
                        <wps:cNvPr id="235" name="Freeform 230"/>
                        <wps:cNvSpPr>
                          <a:spLocks/>
                        </wps:cNvSpPr>
                        <wps:spPr bwMode="auto">
                          <a:xfrm>
                            <a:off x="9978" y="117"/>
                            <a:ext cx="200" cy="200"/>
                          </a:xfrm>
                          <a:custGeom>
                            <a:avLst/>
                            <a:gdLst>
                              <a:gd name="T0" fmla="+- 0 9978 9978"/>
                              <a:gd name="T1" fmla="*/ T0 w 200"/>
                              <a:gd name="T2" fmla="+- 0 317 117"/>
                              <a:gd name="T3" fmla="*/ 317 h 200"/>
                              <a:gd name="T4" fmla="+- 0 10178 9978"/>
                              <a:gd name="T5" fmla="*/ T4 w 200"/>
                              <a:gd name="T6" fmla="+- 0 317 117"/>
                              <a:gd name="T7" fmla="*/ 317 h 200"/>
                              <a:gd name="T8" fmla="+- 0 10178 9978"/>
                              <a:gd name="T9" fmla="*/ T8 w 200"/>
                              <a:gd name="T10" fmla="+- 0 117 117"/>
                              <a:gd name="T11" fmla="*/ 117 h 200"/>
                              <a:gd name="T12" fmla="+- 0 9978 9978"/>
                              <a:gd name="T13" fmla="*/ T12 w 200"/>
                              <a:gd name="T14" fmla="+- 0 117 117"/>
                              <a:gd name="T15" fmla="*/ 117 h 200"/>
                              <a:gd name="T16" fmla="+- 0 9978 9978"/>
                              <a:gd name="T17" fmla="*/ T16 w 200"/>
                              <a:gd name="T18" fmla="+- 0 317 117"/>
                              <a:gd name="T19" fmla="*/ 317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0" h="200">
                                <a:moveTo>
                                  <a:pt x="0" y="200"/>
                                </a:moveTo>
                                <a:lnTo>
                                  <a:pt x="200" y="200"/>
                                </a:lnTo>
                                <a:lnTo>
                                  <a:pt x="2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9" o:spid="_x0000_s1026" style="position:absolute;margin-left:498.9pt;margin-top:5.85pt;width:10pt;height:10pt;z-index:1144;mso-position-horizontal-relative:page" coordorigin="9978,117" coordsize="200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">
                <v:shape id="Freeform 230" o:spid="_x0000_s1027" style="position:absolute;left:9978;top:117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dfTMQA&#10;AADcAAAADwAAAGRycy9kb3ducmV2LnhtbESPwWrDMBBE74X+g9hCLyWRnRBTHMuhFFpCb00CJbfF&#10;2lgi1spYamL/fRUo5DjMzBum2oyuExcagvWsIJ9nIIgbry23Cg77j9kriBCRNXaeScFEATb140OF&#10;pfZX/qbLLrYiQTiUqMDE2JdShsaQwzD3PXHyTn5wGJMcWqkHvCa46+Qiywrp0HJaMNjTu6HmvPt1&#10;Cl7GfPt5JNvn9HU0kwlsi+lHqeen8W0NItIY7+H/9lYrWCxXcDuTjoCs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HX0zEAAAA3AAAAA8AAAAAAAAAAAAAAAAAmAIAAGRycy9k&#10;b3ducmV2LnhtbFBLBQYAAAAABAAEAPUAAACJAwAAAAA=&#10;" path="m,200r200,l200,,,,,200xe" filled="f" strokeweight=".5pt">
                  <v:path arrowok="t" o:connecttype="custom" o:connectlocs="0,317;200,317;200,117;0,117;0,317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rFonts w:ascii="Arial" w:hAnsi="Arial"/>
          <w:spacing w:val="-1"/>
          <w:sz w:val="20"/>
          <w:lang w:val="fr-FR"/>
        </w:rPr>
        <w:t>1ère demande</w:t>
      </w:r>
      <w:r w:rsidR="0055151E" w:rsidRPr="006559E2">
        <w:rPr>
          <w:rFonts w:ascii="Arial" w:hAnsi="Arial"/>
          <w:sz w:val="20"/>
          <w:lang w:val="fr-FR"/>
        </w:rPr>
        <w:t xml:space="preserve"> :</w:t>
      </w:r>
      <w:r w:rsidR="0055151E" w:rsidRPr="006559E2">
        <w:rPr>
          <w:rFonts w:ascii="Arial" w:hAnsi="Arial"/>
          <w:sz w:val="20"/>
          <w:lang w:val="fr-FR"/>
        </w:rPr>
        <w:tab/>
      </w:r>
      <w:r w:rsidR="0055151E" w:rsidRPr="006559E2">
        <w:rPr>
          <w:rFonts w:ascii="Arial" w:hAnsi="Arial"/>
          <w:spacing w:val="-1"/>
          <w:sz w:val="20"/>
          <w:lang w:val="fr-FR"/>
        </w:rPr>
        <w:t>Renouvellement:</w:t>
      </w:r>
      <w:r w:rsidR="0055151E" w:rsidRPr="006559E2">
        <w:rPr>
          <w:rFonts w:ascii="Arial" w:hAnsi="Arial"/>
          <w:spacing w:val="-1"/>
          <w:sz w:val="20"/>
          <w:lang w:val="fr-FR"/>
        </w:rPr>
        <w:tab/>
      </w:r>
      <w:r w:rsidR="0055151E" w:rsidRPr="006559E2">
        <w:rPr>
          <w:rFonts w:ascii="Arial" w:hAnsi="Arial"/>
          <w:sz w:val="20"/>
          <w:lang w:val="fr-FR"/>
        </w:rPr>
        <w:t>Prolongation</w:t>
      </w:r>
      <w:r w:rsidR="0055151E" w:rsidRPr="006559E2">
        <w:rPr>
          <w:rFonts w:ascii="Arial" w:hAnsi="Arial"/>
          <w:spacing w:val="-2"/>
          <w:sz w:val="20"/>
          <w:lang w:val="fr-FR"/>
        </w:rPr>
        <w:t xml:space="preserve"> </w:t>
      </w:r>
      <w:r w:rsidR="0055151E" w:rsidRPr="006559E2">
        <w:rPr>
          <w:rFonts w:ascii="Arial" w:hAnsi="Arial"/>
          <w:sz w:val="20"/>
          <w:lang w:val="fr-FR"/>
        </w:rPr>
        <w:t>:</w:t>
      </w:r>
    </w:p>
    <w:p w:rsidR="00390C5B" w:rsidRPr="006559E2" w:rsidRDefault="00390C5B">
      <w:pPr>
        <w:rPr>
          <w:rFonts w:ascii="Arial" w:eastAsia="Arial" w:hAnsi="Arial" w:cs="Arial"/>
          <w:sz w:val="20"/>
          <w:szCs w:val="20"/>
          <w:lang w:val="fr-FR"/>
        </w:rPr>
      </w:pPr>
    </w:p>
    <w:p w:rsidR="00390C5B" w:rsidRPr="006559E2" w:rsidRDefault="00390C5B">
      <w:pPr>
        <w:spacing w:before="1"/>
        <w:rPr>
          <w:rFonts w:ascii="Arial" w:eastAsia="Arial" w:hAnsi="Arial" w:cs="Arial"/>
          <w:sz w:val="18"/>
          <w:szCs w:val="18"/>
          <w:lang w:val="fr-FR"/>
        </w:rPr>
      </w:pPr>
    </w:p>
    <w:p w:rsidR="00390C5B" w:rsidRDefault="006559E2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fr-FR" w:eastAsia="fr-FR"/>
        </w:rPr>
        <mc:AlternateContent>
          <mc:Choice Requires="wpg">
            <w:drawing>
              <wp:inline distT="0" distB="0" distL="0" distR="0">
                <wp:extent cx="6858000" cy="18415"/>
                <wp:effectExtent l="9525" t="9525" r="9525" b="635"/>
                <wp:docPr id="231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8415"/>
                          <a:chOff x="0" y="0"/>
                          <a:chExt cx="10800" cy="29"/>
                        </a:xfrm>
                      </wpg:grpSpPr>
                      <wpg:grpSp>
                        <wpg:cNvPr id="232" name="Group 22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772" cy="2"/>
                            <a:chOff x="14" y="14"/>
                            <a:chExt cx="10772" cy="2"/>
                          </a:xfrm>
                        </wpg:grpSpPr>
                        <wps:wsp>
                          <wps:cNvPr id="233" name="Freeform 22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10786 14"/>
                                <a:gd name="T1" fmla="*/ T0 w 10772"/>
                                <a:gd name="T2" fmla="+- 0 14 14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1077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26" o:spid="_x0000_s1026" style="width:540pt;height:1.45pt;mso-position-horizontal-relative:char;mso-position-vertical-relative:line" coordsize="108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">
                <v:group id="Group 227" o:spid="_x0000_s1027" style="position:absolute;left:14;top:14;width:10772;height:2" coordorigin="14,14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228" o:spid="_x0000_s1028" style="position:absolute;left:14;top:14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PtWsQA&#10;AADcAAAADwAAAGRycy9kb3ducmV2LnhtbESPzWrDMBCE74W8g9hAbo1cG5ziRgkhpJBr3TQkt8Xa&#10;2qbWykiqf96+KhR6HGbmG2a7n0wnBnK+tazgaZ2AIK6sbrlWcHl/fXwG4QOyxs4yKZjJw363eNhi&#10;oe3IbzSUoRYRwr5ABU0IfSGlrxoy6Ne2J47ep3UGQ5SultrhGOGmk2mS5NJgy3GhwZ6ODVVf5bdR&#10;EE6jqW/pdXbl5v5xuHQ4bq65UqvldHgBEWgK/+G/9lkrSLMM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T7VrEAAAA3AAAAA8AAAAAAAAAAAAAAAAAmAIAAGRycy9k&#10;b3ducmV2LnhtbFBLBQYAAAAABAAEAPUAAACJAwAAAAA=&#10;" path="m10772,l,e" filled="f" strokeweight=".49989mm">
                    <v:path arrowok="t" o:connecttype="custom" o:connectlocs="10772,0;0,0" o:connectangles="0,0"/>
                  </v:shape>
                </v:group>
                <w10:anchorlock/>
              </v:group>
            </w:pict>
          </mc:Fallback>
        </mc:AlternateContent>
      </w:r>
    </w:p>
    <w:p w:rsidR="00390C5B" w:rsidRPr="006559E2" w:rsidRDefault="0055151E">
      <w:pPr>
        <w:spacing w:line="254" w:lineRule="exact"/>
        <w:ind w:left="155"/>
        <w:rPr>
          <w:rFonts w:ascii="Arial" w:eastAsia="Arial" w:hAnsi="Arial" w:cs="Arial"/>
          <w:sz w:val="24"/>
          <w:szCs w:val="24"/>
          <w:lang w:val="fr-FR"/>
        </w:rPr>
      </w:pPr>
      <w:r w:rsidRPr="006559E2">
        <w:rPr>
          <w:rFonts w:ascii="Arial"/>
          <w:b/>
          <w:color w:val="408080"/>
          <w:spacing w:val="-1"/>
          <w:sz w:val="24"/>
          <w:lang w:val="fr-FR"/>
        </w:rPr>
        <w:t>RUBRIQUE</w:t>
      </w:r>
      <w:r w:rsidRPr="006559E2">
        <w:rPr>
          <w:rFonts w:ascii="Arial"/>
          <w:b/>
          <w:color w:val="408080"/>
          <w:spacing w:val="-8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z w:val="24"/>
          <w:lang w:val="fr-FR"/>
        </w:rPr>
        <w:t>2</w:t>
      </w:r>
      <w:r w:rsidRPr="006559E2">
        <w:rPr>
          <w:rFonts w:ascii="Arial"/>
          <w:b/>
          <w:color w:val="408080"/>
          <w:spacing w:val="-9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z w:val="24"/>
          <w:lang w:val="fr-FR"/>
        </w:rPr>
        <w:t>:</w:t>
      </w:r>
      <w:r w:rsidRPr="006559E2">
        <w:rPr>
          <w:rFonts w:ascii="Arial"/>
          <w:b/>
          <w:color w:val="408080"/>
          <w:spacing w:val="-7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pacing w:val="-1"/>
          <w:sz w:val="24"/>
          <w:lang w:val="fr-FR"/>
        </w:rPr>
        <w:t>Certification</w:t>
      </w:r>
      <w:r w:rsidRPr="006559E2">
        <w:rPr>
          <w:rFonts w:ascii="Arial"/>
          <w:b/>
          <w:color w:val="408080"/>
          <w:spacing w:val="-8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z w:val="24"/>
          <w:lang w:val="fr-FR"/>
        </w:rPr>
        <w:t>professionnelle</w:t>
      </w:r>
      <w:r w:rsidRPr="006559E2">
        <w:rPr>
          <w:rFonts w:ascii="Arial"/>
          <w:b/>
          <w:color w:val="408080"/>
          <w:spacing w:val="-8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z w:val="24"/>
          <w:lang w:val="fr-FR"/>
        </w:rPr>
        <w:t>que</w:t>
      </w:r>
      <w:r w:rsidRPr="006559E2">
        <w:rPr>
          <w:rFonts w:ascii="Arial"/>
          <w:b/>
          <w:color w:val="408080"/>
          <w:spacing w:val="-9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pacing w:val="-1"/>
          <w:sz w:val="24"/>
          <w:lang w:val="fr-FR"/>
        </w:rPr>
        <w:t>vous</w:t>
      </w:r>
      <w:r w:rsidRPr="006559E2">
        <w:rPr>
          <w:rFonts w:ascii="Arial"/>
          <w:b/>
          <w:color w:val="408080"/>
          <w:spacing w:val="-8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pacing w:val="-1"/>
          <w:sz w:val="24"/>
          <w:lang w:val="fr-FR"/>
        </w:rPr>
        <w:t>souhaitez</w:t>
      </w:r>
      <w:r w:rsidRPr="006559E2">
        <w:rPr>
          <w:rFonts w:ascii="Arial"/>
          <w:b/>
          <w:color w:val="408080"/>
          <w:spacing w:val="-7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z w:val="24"/>
          <w:lang w:val="fr-FR"/>
        </w:rPr>
        <w:t>obtenir</w:t>
      </w:r>
    </w:p>
    <w:p w:rsidR="00390C5B" w:rsidRPr="006559E2" w:rsidRDefault="0055151E">
      <w:pPr>
        <w:tabs>
          <w:tab w:val="left" w:pos="5824"/>
        </w:tabs>
        <w:spacing w:before="183"/>
        <w:ind w:left="155"/>
        <w:rPr>
          <w:rFonts w:ascii="Arial" w:eastAsia="Arial" w:hAnsi="Arial" w:cs="Arial"/>
          <w:sz w:val="20"/>
          <w:szCs w:val="20"/>
          <w:lang w:val="fr-FR"/>
        </w:rPr>
      </w:pPr>
      <w:r w:rsidRPr="006559E2">
        <w:rPr>
          <w:rFonts w:ascii="Arial" w:hAnsi="Arial"/>
          <w:spacing w:val="-1"/>
          <w:sz w:val="20"/>
          <w:lang w:val="fr-FR"/>
        </w:rPr>
        <w:t>Nature, intitulé</w:t>
      </w:r>
      <w:r w:rsidRPr="006559E2">
        <w:rPr>
          <w:rFonts w:ascii="Arial" w:hAnsi="Arial"/>
          <w:sz w:val="20"/>
          <w:lang w:val="fr-FR"/>
        </w:rPr>
        <w:t xml:space="preserve"> complet</w:t>
      </w:r>
      <w:r w:rsidRPr="006559E2">
        <w:rPr>
          <w:rFonts w:ascii="Arial" w:hAnsi="Arial"/>
          <w:spacing w:val="-1"/>
          <w:sz w:val="20"/>
          <w:lang w:val="fr-FR"/>
        </w:rPr>
        <w:t xml:space="preserve"> et</w:t>
      </w:r>
      <w:r w:rsidRPr="006559E2">
        <w:rPr>
          <w:rFonts w:ascii="Arial" w:hAnsi="Arial"/>
          <w:sz w:val="20"/>
          <w:lang w:val="fr-FR"/>
        </w:rPr>
        <w:t xml:space="preserve"> </w:t>
      </w:r>
      <w:r w:rsidRPr="006559E2">
        <w:rPr>
          <w:rFonts w:ascii="Arial" w:hAnsi="Arial"/>
          <w:spacing w:val="-1"/>
          <w:sz w:val="20"/>
          <w:lang w:val="fr-FR"/>
        </w:rPr>
        <w:t>niveau de</w:t>
      </w:r>
      <w:r w:rsidRPr="006559E2">
        <w:rPr>
          <w:rFonts w:ascii="Arial" w:hAnsi="Arial"/>
          <w:sz w:val="20"/>
          <w:lang w:val="fr-FR"/>
        </w:rPr>
        <w:t xml:space="preserve"> </w:t>
      </w:r>
      <w:r w:rsidRPr="006559E2">
        <w:rPr>
          <w:rFonts w:ascii="Arial" w:hAnsi="Arial"/>
          <w:spacing w:val="-1"/>
          <w:sz w:val="20"/>
          <w:lang w:val="fr-FR"/>
        </w:rPr>
        <w:t>la</w:t>
      </w:r>
      <w:r w:rsidRPr="006559E2">
        <w:rPr>
          <w:rFonts w:ascii="Arial" w:hAnsi="Arial"/>
          <w:sz w:val="20"/>
          <w:lang w:val="fr-FR"/>
        </w:rPr>
        <w:t xml:space="preserve"> certification</w:t>
      </w:r>
      <w:r w:rsidRPr="006559E2">
        <w:rPr>
          <w:rFonts w:ascii="Arial" w:hAnsi="Arial"/>
          <w:sz w:val="20"/>
          <w:lang w:val="fr-FR"/>
        </w:rPr>
        <w:tab/>
        <w:t>Autorité</w:t>
      </w:r>
      <w:r w:rsidRPr="006559E2">
        <w:rPr>
          <w:rFonts w:ascii="Arial" w:hAnsi="Arial"/>
          <w:spacing w:val="-1"/>
          <w:sz w:val="20"/>
          <w:lang w:val="fr-FR"/>
        </w:rPr>
        <w:t xml:space="preserve"> </w:t>
      </w:r>
      <w:r w:rsidRPr="006559E2">
        <w:rPr>
          <w:rFonts w:ascii="Arial" w:hAnsi="Arial"/>
          <w:sz w:val="20"/>
          <w:lang w:val="fr-FR"/>
        </w:rPr>
        <w:t>responsable</w:t>
      </w:r>
      <w:r w:rsidRPr="006559E2">
        <w:rPr>
          <w:rFonts w:ascii="Arial" w:hAnsi="Arial"/>
          <w:spacing w:val="-1"/>
          <w:sz w:val="20"/>
          <w:lang w:val="fr-FR"/>
        </w:rPr>
        <w:t xml:space="preserve"> de</w:t>
      </w:r>
      <w:r w:rsidRPr="006559E2">
        <w:rPr>
          <w:rFonts w:ascii="Arial" w:hAnsi="Arial"/>
          <w:sz w:val="20"/>
          <w:lang w:val="fr-FR"/>
        </w:rPr>
        <w:t xml:space="preserve"> </w:t>
      </w:r>
      <w:r w:rsidRPr="006559E2">
        <w:rPr>
          <w:rFonts w:ascii="Arial" w:hAnsi="Arial"/>
          <w:spacing w:val="-1"/>
          <w:sz w:val="20"/>
          <w:lang w:val="fr-FR"/>
        </w:rPr>
        <w:t>la</w:t>
      </w:r>
      <w:r w:rsidRPr="006559E2">
        <w:rPr>
          <w:rFonts w:ascii="Arial" w:hAnsi="Arial"/>
          <w:sz w:val="20"/>
          <w:lang w:val="fr-FR"/>
        </w:rPr>
        <w:t xml:space="preserve"> certification</w:t>
      </w:r>
    </w:p>
    <w:p w:rsidR="00390C5B" w:rsidRPr="006559E2" w:rsidRDefault="00390C5B">
      <w:pPr>
        <w:rPr>
          <w:rFonts w:ascii="Arial" w:eastAsia="Arial" w:hAnsi="Arial" w:cs="Arial"/>
          <w:sz w:val="20"/>
          <w:szCs w:val="20"/>
          <w:lang w:val="fr-FR"/>
        </w:rPr>
      </w:pPr>
    </w:p>
    <w:p w:rsidR="00390C5B" w:rsidRPr="006559E2" w:rsidRDefault="00390C5B">
      <w:pPr>
        <w:rPr>
          <w:rFonts w:ascii="Arial" w:eastAsia="Arial" w:hAnsi="Arial" w:cs="Arial"/>
          <w:sz w:val="20"/>
          <w:szCs w:val="20"/>
          <w:lang w:val="fr-FR"/>
        </w:rPr>
      </w:pPr>
    </w:p>
    <w:p w:rsidR="00390C5B" w:rsidRPr="006559E2" w:rsidRDefault="00390C5B">
      <w:pPr>
        <w:rPr>
          <w:rFonts w:ascii="Arial" w:eastAsia="Arial" w:hAnsi="Arial" w:cs="Arial"/>
          <w:sz w:val="20"/>
          <w:szCs w:val="20"/>
          <w:lang w:val="fr-FR"/>
        </w:rPr>
      </w:pPr>
    </w:p>
    <w:p w:rsidR="00390C5B" w:rsidRPr="006559E2" w:rsidRDefault="00390C5B">
      <w:pPr>
        <w:spacing w:before="4"/>
        <w:rPr>
          <w:rFonts w:ascii="Arial" w:eastAsia="Arial" w:hAnsi="Arial" w:cs="Arial"/>
          <w:sz w:val="27"/>
          <w:szCs w:val="27"/>
          <w:lang w:val="fr-FR"/>
        </w:rPr>
      </w:pPr>
    </w:p>
    <w:p w:rsidR="00390C5B" w:rsidRDefault="006559E2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fr-FR" w:eastAsia="fr-FR"/>
        </w:rPr>
        <mc:AlternateContent>
          <mc:Choice Requires="wpg">
            <w:drawing>
              <wp:inline distT="0" distB="0" distL="0" distR="0">
                <wp:extent cx="6858000" cy="18415"/>
                <wp:effectExtent l="9525" t="9525" r="9525" b="635"/>
                <wp:docPr id="228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8415"/>
                          <a:chOff x="0" y="0"/>
                          <a:chExt cx="10800" cy="29"/>
                        </a:xfrm>
                      </wpg:grpSpPr>
                      <wpg:grpSp>
                        <wpg:cNvPr id="229" name="Group 224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772" cy="2"/>
                            <a:chOff x="14" y="14"/>
                            <a:chExt cx="10772" cy="2"/>
                          </a:xfrm>
                        </wpg:grpSpPr>
                        <wps:wsp>
                          <wps:cNvPr id="230" name="Freeform 225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10786 14"/>
                                <a:gd name="T1" fmla="*/ T0 w 10772"/>
                                <a:gd name="T2" fmla="+- 0 14 14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1077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23" o:spid="_x0000_s1026" style="width:540pt;height:1.45pt;mso-position-horizontal-relative:char;mso-position-vertical-relative:line" coordsize="108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">
                <v:group id="Group 224" o:spid="_x0000_s1027" style="position:absolute;left:14;top:14;width:10772;height:2" coordorigin="14,14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shape id="Freeform 225" o:spid="_x0000_s1028" style="position:absolute;left:14;top:14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FzLcEA&#10;AADcAAAADwAAAGRycy9kb3ducmV2LnhtbERPz2uDMBS+F/Y/hDfYrcY5sMWaljI22HW2le32MK8q&#10;My+SZFX/++Uw6PHj+10eZjOIGznfW1bwnKQgiBure24VnE/v6y0IH5A1DpZJwUIeDvuHVYmFthN/&#10;0q0KrYgh7AtU0IUwFlL6piODPrEjceSu1hkMEbpWaodTDDeDzNI0lwZ7jg0djvTaUfNT/RoF4W0y&#10;7VdWL67afF+O5wGnTZ0r9fQ4H3cgAs3hLv53f2gF2UucH8/EIyD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Bcy3BAAAA3AAAAA8AAAAAAAAAAAAAAAAAmAIAAGRycy9kb3du&#10;cmV2LnhtbFBLBQYAAAAABAAEAPUAAACGAwAAAAA=&#10;" path="m10772,l,e" filled="f" strokeweight=".49989mm">
                    <v:path arrowok="t" o:connecttype="custom" o:connectlocs="10772,0;0,0" o:connectangles="0,0"/>
                  </v:shape>
                </v:group>
                <w10:anchorlock/>
              </v:group>
            </w:pict>
          </mc:Fallback>
        </mc:AlternateContent>
      </w:r>
    </w:p>
    <w:p w:rsidR="00390C5B" w:rsidRPr="006559E2" w:rsidRDefault="0055151E">
      <w:pPr>
        <w:spacing w:line="254" w:lineRule="exact"/>
        <w:ind w:left="155"/>
        <w:rPr>
          <w:rFonts w:ascii="Arial" w:eastAsia="Arial" w:hAnsi="Arial" w:cs="Arial"/>
          <w:sz w:val="24"/>
          <w:szCs w:val="24"/>
          <w:lang w:val="fr-FR"/>
        </w:rPr>
      </w:pPr>
      <w:r w:rsidRPr="006559E2">
        <w:rPr>
          <w:rFonts w:ascii="Arial"/>
          <w:b/>
          <w:color w:val="408080"/>
          <w:spacing w:val="-1"/>
          <w:sz w:val="24"/>
          <w:lang w:val="fr-FR"/>
        </w:rPr>
        <w:t>RUBRIQUE</w:t>
      </w:r>
      <w:r w:rsidRPr="006559E2">
        <w:rPr>
          <w:rFonts w:asci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z w:val="24"/>
          <w:lang w:val="fr-FR"/>
        </w:rPr>
        <w:t>3</w:t>
      </w:r>
      <w:r w:rsidRPr="006559E2">
        <w:rPr>
          <w:rFonts w:ascii="Arial"/>
          <w:b/>
          <w:color w:val="408080"/>
          <w:spacing w:val="-6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z w:val="24"/>
          <w:lang w:val="fr-FR"/>
        </w:rPr>
        <w:t>:</w:t>
      </w:r>
      <w:r w:rsidRPr="006559E2">
        <w:rPr>
          <w:rFonts w:asci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z w:val="24"/>
          <w:lang w:val="fr-FR"/>
        </w:rPr>
        <w:t>Etat</w:t>
      </w:r>
      <w:r w:rsidRPr="006559E2">
        <w:rPr>
          <w:rFonts w:asci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pacing w:val="-1"/>
          <w:sz w:val="24"/>
          <w:lang w:val="fr-FR"/>
        </w:rPr>
        <w:t>civil/Situation</w:t>
      </w:r>
      <w:r w:rsidRPr="006559E2">
        <w:rPr>
          <w:rFonts w:ascii="Arial"/>
          <w:b/>
          <w:color w:val="408080"/>
          <w:spacing w:val="-4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z w:val="24"/>
          <w:lang w:val="fr-FR"/>
        </w:rPr>
        <w:t>du</w:t>
      </w:r>
      <w:r w:rsidRPr="006559E2">
        <w:rPr>
          <w:rFonts w:asci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/>
          <w:b/>
          <w:color w:val="408080"/>
          <w:spacing w:val="-1"/>
          <w:sz w:val="24"/>
          <w:lang w:val="fr-FR"/>
        </w:rPr>
        <w:t>candidat</w:t>
      </w:r>
    </w:p>
    <w:p w:rsidR="00390C5B" w:rsidRPr="006559E2" w:rsidRDefault="00390C5B">
      <w:pPr>
        <w:spacing w:before="8"/>
        <w:rPr>
          <w:rFonts w:ascii="Arial" w:eastAsia="Arial" w:hAnsi="Arial" w:cs="Arial"/>
          <w:b/>
          <w:bCs/>
          <w:sz w:val="11"/>
          <w:szCs w:val="11"/>
          <w:lang w:val="fr-FR"/>
        </w:rPr>
      </w:pPr>
    </w:p>
    <w:p w:rsidR="00390C5B" w:rsidRPr="006559E2" w:rsidRDefault="00390C5B">
      <w:pPr>
        <w:rPr>
          <w:rFonts w:ascii="Arial" w:eastAsia="Arial" w:hAnsi="Arial" w:cs="Arial"/>
          <w:sz w:val="11"/>
          <w:szCs w:val="11"/>
          <w:lang w:val="fr-FR"/>
        </w:rPr>
        <w:sectPr w:rsidR="00390C5B" w:rsidRPr="006559E2">
          <w:footerReference w:type="default" r:id="rId10"/>
          <w:type w:val="continuous"/>
          <w:pgSz w:w="11910" w:h="16840"/>
          <w:pgMar w:top="260" w:right="260" w:bottom="680" w:left="440" w:header="720" w:footer="484" w:gutter="0"/>
          <w:pgNumType w:start="1"/>
          <w:cols w:space="720"/>
        </w:sectPr>
      </w:pPr>
    </w:p>
    <w:p w:rsidR="00390C5B" w:rsidRPr="006559E2" w:rsidRDefault="0055151E">
      <w:pPr>
        <w:pStyle w:val="Corpsdetexte"/>
        <w:spacing w:before="79"/>
        <w:ind w:left="183"/>
        <w:rPr>
          <w:lang w:val="fr-FR"/>
        </w:rPr>
      </w:pPr>
      <w:r w:rsidRPr="006559E2">
        <w:rPr>
          <w:spacing w:val="-1"/>
          <w:lang w:val="fr-FR"/>
        </w:rPr>
        <w:lastRenderedPageBreak/>
        <w:t>Nom de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naissance</w:t>
      </w:r>
      <w:r w:rsidRPr="006559E2">
        <w:rPr>
          <w:lang w:val="fr-FR"/>
        </w:rPr>
        <w:t xml:space="preserve"> :</w:t>
      </w:r>
    </w:p>
    <w:p w:rsidR="00390C5B" w:rsidRPr="006559E2" w:rsidRDefault="0055151E">
      <w:pPr>
        <w:rPr>
          <w:rFonts w:ascii="Arial" w:eastAsia="Arial" w:hAnsi="Arial" w:cs="Arial"/>
          <w:sz w:val="14"/>
          <w:szCs w:val="14"/>
          <w:lang w:val="fr-FR"/>
        </w:rPr>
      </w:pPr>
      <w:r w:rsidRPr="006559E2">
        <w:rPr>
          <w:lang w:val="fr-FR"/>
        </w:rPr>
        <w:br w:type="column"/>
      </w:r>
    </w:p>
    <w:p w:rsidR="00390C5B" w:rsidRPr="006559E2" w:rsidRDefault="0055151E">
      <w:pPr>
        <w:spacing w:before="123"/>
        <w:ind w:left="183"/>
        <w:rPr>
          <w:rFonts w:ascii="Arial" w:eastAsia="Arial" w:hAnsi="Arial" w:cs="Arial"/>
          <w:sz w:val="14"/>
          <w:szCs w:val="14"/>
          <w:lang w:val="fr-FR"/>
        </w:rPr>
      </w:pPr>
      <w:r w:rsidRPr="006559E2">
        <w:rPr>
          <w:rFonts w:ascii="Arial"/>
          <w:sz w:val="14"/>
          <w:lang w:val="fr-FR"/>
        </w:rPr>
        <w:t>(</w:t>
      </w:r>
      <w:proofErr w:type="gramStart"/>
      <w:r w:rsidRPr="006559E2">
        <w:rPr>
          <w:rFonts w:ascii="Arial"/>
          <w:sz w:val="14"/>
          <w:lang w:val="fr-FR"/>
        </w:rPr>
        <w:t>c'est</w:t>
      </w:r>
      <w:proofErr w:type="gramEnd"/>
      <w:r w:rsidRPr="006559E2">
        <w:rPr>
          <w:rFonts w:ascii="Arial"/>
          <w:spacing w:val="-1"/>
          <w:sz w:val="14"/>
          <w:lang w:val="fr-FR"/>
        </w:rPr>
        <w:t xml:space="preserve"> le</w:t>
      </w:r>
      <w:r w:rsidRPr="006559E2">
        <w:rPr>
          <w:rFonts w:ascii="Arial"/>
          <w:sz w:val="14"/>
          <w:lang w:val="fr-FR"/>
        </w:rPr>
        <w:t xml:space="preserve"> </w:t>
      </w:r>
      <w:r w:rsidRPr="006559E2">
        <w:rPr>
          <w:rFonts w:ascii="Arial"/>
          <w:spacing w:val="-1"/>
          <w:sz w:val="14"/>
          <w:lang w:val="fr-FR"/>
        </w:rPr>
        <w:t>nom qui</w:t>
      </w:r>
      <w:r w:rsidRPr="006559E2">
        <w:rPr>
          <w:rFonts w:ascii="Arial"/>
          <w:sz w:val="14"/>
          <w:lang w:val="fr-FR"/>
        </w:rPr>
        <w:t xml:space="preserve"> figure</w:t>
      </w:r>
      <w:r w:rsidRPr="006559E2">
        <w:rPr>
          <w:rFonts w:ascii="Arial"/>
          <w:spacing w:val="-1"/>
          <w:sz w:val="14"/>
          <w:lang w:val="fr-FR"/>
        </w:rPr>
        <w:t xml:space="preserve"> </w:t>
      </w:r>
      <w:r w:rsidRPr="006559E2">
        <w:rPr>
          <w:rFonts w:ascii="Arial"/>
          <w:sz w:val="14"/>
          <w:lang w:val="fr-FR"/>
        </w:rPr>
        <w:t>sur</w:t>
      </w:r>
      <w:r w:rsidRPr="006559E2">
        <w:rPr>
          <w:rFonts w:ascii="Arial"/>
          <w:spacing w:val="-2"/>
          <w:sz w:val="14"/>
          <w:lang w:val="fr-FR"/>
        </w:rPr>
        <w:t xml:space="preserve"> </w:t>
      </w:r>
      <w:r w:rsidRPr="006559E2">
        <w:rPr>
          <w:rFonts w:ascii="Arial"/>
          <w:sz w:val="14"/>
          <w:lang w:val="fr-FR"/>
        </w:rPr>
        <w:t>votre</w:t>
      </w:r>
      <w:r w:rsidRPr="006559E2">
        <w:rPr>
          <w:rFonts w:ascii="Arial"/>
          <w:spacing w:val="-1"/>
          <w:sz w:val="14"/>
          <w:lang w:val="fr-FR"/>
        </w:rPr>
        <w:t xml:space="preserve"> acte</w:t>
      </w:r>
      <w:r w:rsidRPr="006559E2">
        <w:rPr>
          <w:rFonts w:ascii="Arial"/>
          <w:sz w:val="14"/>
          <w:lang w:val="fr-FR"/>
        </w:rPr>
        <w:t xml:space="preserve"> </w:t>
      </w:r>
      <w:r w:rsidRPr="006559E2">
        <w:rPr>
          <w:rFonts w:ascii="Arial"/>
          <w:spacing w:val="-1"/>
          <w:sz w:val="14"/>
          <w:lang w:val="fr-FR"/>
        </w:rPr>
        <w:t>de naissance)</w:t>
      </w:r>
    </w:p>
    <w:p w:rsidR="00390C5B" w:rsidRPr="006559E2" w:rsidRDefault="00390C5B">
      <w:pPr>
        <w:rPr>
          <w:rFonts w:ascii="Arial" w:eastAsia="Arial" w:hAnsi="Arial" w:cs="Arial"/>
          <w:sz w:val="14"/>
          <w:szCs w:val="14"/>
          <w:lang w:val="fr-FR"/>
        </w:rPr>
        <w:sectPr w:rsidR="00390C5B" w:rsidRPr="006559E2">
          <w:type w:val="continuous"/>
          <w:pgSz w:w="11910" w:h="16840"/>
          <w:pgMar w:top="260" w:right="260" w:bottom="680" w:left="440" w:header="720" w:footer="720" w:gutter="0"/>
          <w:cols w:num="2" w:space="720" w:equalWidth="0">
            <w:col w:w="1598" w:space="74"/>
            <w:col w:w="9538"/>
          </w:cols>
        </w:sectPr>
      </w:pPr>
    </w:p>
    <w:p w:rsidR="00390C5B" w:rsidRPr="006559E2" w:rsidRDefault="00390C5B">
      <w:pPr>
        <w:spacing w:before="7"/>
        <w:rPr>
          <w:rFonts w:ascii="Arial" w:eastAsia="Arial" w:hAnsi="Arial" w:cs="Arial"/>
          <w:sz w:val="12"/>
          <w:szCs w:val="12"/>
          <w:lang w:val="fr-FR"/>
        </w:rPr>
      </w:pPr>
    </w:p>
    <w:p w:rsidR="00390C5B" w:rsidRPr="006559E2" w:rsidRDefault="0055151E">
      <w:pPr>
        <w:pStyle w:val="Corpsdetexte"/>
        <w:ind w:left="183"/>
        <w:rPr>
          <w:lang w:val="fr-FR"/>
        </w:rPr>
      </w:pPr>
      <w:r w:rsidRPr="006559E2">
        <w:rPr>
          <w:spacing w:val="-1"/>
          <w:lang w:val="fr-FR"/>
        </w:rPr>
        <w:t>Nom d'usage</w:t>
      </w:r>
      <w:r w:rsidRPr="006559E2">
        <w:rPr>
          <w:lang w:val="fr-FR"/>
        </w:rPr>
        <w:t xml:space="preserve"> :</w:t>
      </w:r>
    </w:p>
    <w:p w:rsidR="00390C5B" w:rsidRPr="006559E2" w:rsidRDefault="0055151E">
      <w:pPr>
        <w:spacing w:before="20"/>
        <w:ind w:left="272"/>
        <w:rPr>
          <w:rFonts w:ascii="Arial" w:eastAsia="Arial" w:hAnsi="Arial" w:cs="Arial"/>
          <w:sz w:val="14"/>
          <w:szCs w:val="14"/>
          <w:lang w:val="fr-FR"/>
        </w:rPr>
      </w:pPr>
      <w:r w:rsidRPr="006559E2">
        <w:rPr>
          <w:rFonts w:ascii="Arial"/>
          <w:sz w:val="14"/>
          <w:lang w:val="fr-FR"/>
        </w:rPr>
        <w:t>(</w:t>
      </w:r>
      <w:proofErr w:type="gramStart"/>
      <w:r w:rsidRPr="006559E2">
        <w:rPr>
          <w:rFonts w:ascii="Arial"/>
          <w:sz w:val="14"/>
          <w:lang w:val="fr-FR"/>
        </w:rPr>
        <w:t>s'il</w:t>
      </w:r>
      <w:proofErr w:type="gramEnd"/>
      <w:r w:rsidRPr="006559E2">
        <w:rPr>
          <w:rFonts w:ascii="Arial"/>
          <w:spacing w:val="-1"/>
          <w:sz w:val="14"/>
          <w:lang w:val="fr-FR"/>
        </w:rPr>
        <w:t xml:space="preserve"> </w:t>
      </w:r>
      <w:r w:rsidRPr="006559E2">
        <w:rPr>
          <w:rFonts w:ascii="Arial"/>
          <w:sz w:val="14"/>
          <w:lang w:val="fr-FR"/>
        </w:rPr>
        <w:t>y a</w:t>
      </w:r>
      <w:r w:rsidRPr="006559E2">
        <w:rPr>
          <w:rFonts w:ascii="Arial"/>
          <w:spacing w:val="-1"/>
          <w:sz w:val="14"/>
          <w:lang w:val="fr-FR"/>
        </w:rPr>
        <w:t xml:space="preserve"> lieu)</w:t>
      </w:r>
    </w:p>
    <w:p w:rsidR="00390C5B" w:rsidRPr="006559E2" w:rsidRDefault="00390C5B">
      <w:pPr>
        <w:rPr>
          <w:rFonts w:ascii="Arial" w:eastAsia="Arial" w:hAnsi="Arial" w:cs="Arial"/>
          <w:sz w:val="14"/>
          <w:szCs w:val="14"/>
          <w:lang w:val="fr-FR"/>
        </w:rPr>
        <w:sectPr w:rsidR="00390C5B" w:rsidRPr="006559E2">
          <w:type w:val="continuous"/>
          <w:pgSz w:w="11910" w:h="16840"/>
          <w:pgMar w:top="260" w:right="260" w:bottom="680" w:left="440" w:header="720" w:footer="720" w:gutter="0"/>
          <w:cols w:space="720"/>
        </w:sectPr>
      </w:pPr>
    </w:p>
    <w:p w:rsidR="00390C5B" w:rsidRPr="006559E2" w:rsidRDefault="00390C5B">
      <w:pPr>
        <w:spacing w:before="7"/>
        <w:rPr>
          <w:rFonts w:ascii="Arial" w:eastAsia="Arial" w:hAnsi="Arial" w:cs="Arial"/>
          <w:sz w:val="12"/>
          <w:szCs w:val="12"/>
          <w:lang w:val="fr-FR"/>
        </w:rPr>
      </w:pPr>
    </w:p>
    <w:p w:rsidR="00390C5B" w:rsidRPr="006559E2" w:rsidRDefault="0055151E">
      <w:pPr>
        <w:pStyle w:val="Corpsdetexte"/>
        <w:ind w:left="183"/>
        <w:rPr>
          <w:lang w:val="fr-FR"/>
        </w:rPr>
      </w:pPr>
      <w:r w:rsidRPr="006559E2">
        <w:rPr>
          <w:lang w:val="fr-FR"/>
        </w:rPr>
        <w:t>Prénom(s)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:</w:t>
      </w:r>
    </w:p>
    <w:p w:rsidR="00390C5B" w:rsidRPr="006559E2" w:rsidRDefault="00390C5B">
      <w:pPr>
        <w:rPr>
          <w:rFonts w:ascii="Arial" w:eastAsia="Arial" w:hAnsi="Arial" w:cs="Arial"/>
          <w:sz w:val="16"/>
          <w:szCs w:val="16"/>
          <w:lang w:val="fr-FR"/>
        </w:rPr>
      </w:pPr>
    </w:p>
    <w:p w:rsidR="00390C5B" w:rsidRPr="006559E2" w:rsidRDefault="0055151E">
      <w:pPr>
        <w:pStyle w:val="Corpsdetexte"/>
        <w:spacing w:before="94"/>
        <w:ind w:left="183"/>
        <w:rPr>
          <w:lang w:val="fr-FR"/>
        </w:rPr>
      </w:pPr>
      <w:r w:rsidRPr="006559E2">
        <w:rPr>
          <w:spacing w:val="-1"/>
          <w:lang w:val="fr-FR"/>
        </w:rPr>
        <w:t>Date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naissance</w:t>
      </w:r>
    </w:p>
    <w:p w:rsidR="00390C5B" w:rsidRPr="006559E2" w:rsidRDefault="0055151E">
      <w:pPr>
        <w:rPr>
          <w:rFonts w:ascii="Arial" w:eastAsia="Arial" w:hAnsi="Arial" w:cs="Arial"/>
          <w:sz w:val="14"/>
          <w:szCs w:val="14"/>
          <w:lang w:val="fr-FR"/>
        </w:rPr>
      </w:pPr>
      <w:r w:rsidRPr="006559E2">
        <w:rPr>
          <w:lang w:val="fr-FR"/>
        </w:rPr>
        <w:br w:type="column"/>
      </w:r>
    </w:p>
    <w:p w:rsidR="00390C5B" w:rsidRPr="006559E2" w:rsidRDefault="00390C5B">
      <w:pPr>
        <w:spacing w:before="4"/>
        <w:rPr>
          <w:rFonts w:ascii="Arial" w:eastAsia="Arial" w:hAnsi="Arial" w:cs="Arial"/>
          <w:sz w:val="16"/>
          <w:szCs w:val="16"/>
          <w:lang w:val="fr-FR"/>
        </w:rPr>
      </w:pPr>
    </w:p>
    <w:p w:rsidR="00390C5B" w:rsidRPr="006559E2" w:rsidRDefault="0055151E">
      <w:pPr>
        <w:ind w:left="183"/>
        <w:rPr>
          <w:rFonts w:ascii="Arial" w:eastAsia="Arial" w:hAnsi="Arial" w:cs="Arial"/>
          <w:sz w:val="14"/>
          <w:szCs w:val="14"/>
          <w:lang w:val="fr-FR"/>
        </w:rPr>
      </w:pPr>
      <w:r w:rsidRPr="006559E2">
        <w:rPr>
          <w:rFonts w:ascii="Arial" w:hAnsi="Arial"/>
          <w:sz w:val="14"/>
          <w:lang w:val="fr-FR"/>
        </w:rPr>
        <w:t>(</w:t>
      </w:r>
      <w:proofErr w:type="gramStart"/>
      <w:r w:rsidRPr="006559E2">
        <w:rPr>
          <w:rFonts w:ascii="Arial" w:hAnsi="Arial"/>
          <w:sz w:val="14"/>
          <w:lang w:val="fr-FR"/>
        </w:rPr>
        <w:t>dans</w:t>
      </w:r>
      <w:proofErr w:type="gramEnd"/>
      <w:r w:rsidRPr="006559E2">
        <w:rPr>
          <w:rFonts w:ascii="Arial" w:hAnsi="Arial"/>
          <w:spacing w:val="-1"/>
          <w:sz w:val="14"/>
          <w:lang w:val="fr-FR"/>
        </w:rPr>
        <w:t xml:space="preserve"> l'ordre</w:t>
      </w:r>
      <w:r w:rsidRPr="006559E2">
        <w:rPr>
          <w:rFonts w:ascii="Arial" w:hAnsi="Arial"/>
          <w:sz w:val="14"/>
          <w:lang w:val="fr-FR"/>
        </w:rPr>
        <w:t xml:space="preserve"> </w:t>
      </w:r>
      <w:r w:rsidRPr="006559E2">
        <w:rPr>
          <w:rFonts w:ascii="Arial" w:hAnsi="Arial"/>
          <w:spacing w:val="-1"/>
          <w:sz w:val="14"/>
          <w:lang w:val="fr-FR"/>
        </w:rPr>
        <w:t>de</w:t>
      </w:r>
      <w:r w:rsidRPr="006559E2">
        <w:rPr>
          <w:rFonts w:ascii="Arial" w:hAnsi="Arial"/>
          <w:sz w:val="14"/>
          <w:lang w:val="fr-FR"/>
        </w:rPr>
        <w:t xml:space="preserve"> </w:t>
      </w:r>
      <w:r w:rsidRPr="006559E2">
        <w:rPr>
          <w:rFonts w:ascii="Arial" w:hAnsi="Arial"/>
          <w:spacing w:val="-1"/>
          <w:sz w:val="14"/>
          <w:lang w:val="fr-FR"/>
        </w:rPr>
        <w:t>l'état</w:t>
      </w:r>
      <w:r w:rsidRPr="006559E2">
        <w:rPr>
          <w:rFonts w:ascii="Arial" w:hAnsi="Arial"/>
          <w:sz w:val="14"/>
          <w:lang w:val="fr-FR"/>
        </w:rPr>
        <w:t xml:space="preserve"> civil)</w:t>
      </w:r>
    </w:p>
    <w:p w:rsidR="00390C5B" w:rsidRPr="006559E2" w:rsidRDefault="00390C5B">
      <w:pPr>
        <w:spacing w:before="3"/>
        <w:rPr>
          <w:rFonts w:ascii="Arial" w:eastAsia="Arial" w:hAnsi="Arial" w:cs="Arial"/>
          <w:sz w:val="11"/>
          <w:szCs w:val="11"/>
          <w:lang w:val="fr-FR"/>
        </w:rPr>
      </w:pPr>
    </w:p>
    <w:p w:rsidR="00390C5B" w:rsidRPr="006559E2" w:rsidRDefault="0055151E">
      <w:pPr>
        <w:pStyle w:val="Corpsdetexte"/>
        <w:ind w:left="1600"/>
        <w:rPr>
          <w:lang w:val="fr-FR"/>
        </w:rPr>
      </w:pPr>
      <w:r w:rsidRPr="006559E2">
        <w:rPr>
          <w:lang w:val="fr-FR"/>
        </w:rPr>
        <w:t>Sexe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: Féminin</w:t>
      </w:r>
    </w:p>
    <w:p w:rsidR="00390C5B" w:rsidRPr="006559E2" w:rsidRDefault="0055151E">
      <w:pPr>
        <w:rPr>
          <w:rFonts w:ascii="Arial" w:eastAsia="Arial" w:hAnsi="Arial" w:cs="Arial"/>
          <w:sz w:val="16"/>
          <w:szCs w:val="16"/>
          <w:lang w:val="fr-FR"/>
        </w:rPr>
      </w:pPr>
      <w:r w:rsidRPr="006559E2">
        <w:rPr>
          <w:lang w:val="fr-FR"/>
        </w:rPr>
        <w:br w:type="column"/>
      </w:r>
    </w:p>
    <w:p w:rsidR="00390C5B" w:rsidRPr="006559E2" w:rsidRDefault="00390C5B">
      <w:pPr>
        <w:rPr>
          <w:rFonts w:ascii="Arial" w:eastAsia="Arial" w:hAnsi="Arial" w:cs="Arial"/>
          <w:sz w:val="16"/>
          <w:szCs w:val="16"/>
          <w:lang w:val="fr-FR"/>
        </w:rPr>
      </w:pPr>
    </w:p>
    <w:p w:rsidR="00390C5B" w:rsidRPr="006559E2" w:rsidRDefault="00390C5B">
      <w:pPr>
        <w:spacing w:before="2"/>
        <w:rPr>
          <w:rFonts w:ascii="Arial" w:eastAsia="Arial" w:hAnsi="Arial" w:cs="Arial"/>
          <w:sz w:val="23"/>
          <w:szCs w:val="23"/>
          <w:lang w:val="fr-FR"/>
        </w:rPr>
      </w:pPr>
    </w:p>
    <w:p w:rsidR="00390C5B" w:rsidRPr="006559E2" w:rsidRDefault="0055151E">
      <w:pPr>
        <w:pStyle w:val="Corpsdetexte"/>
        <w:ind w:left="183"/>
        <w:rPr>
          <w:lang w:val="fr-FR"/>
        </w:rPr>
      </w:pPr>
      <w:r w:rsidRPr="006559E2">
        <w:rPr>
          <w:lang w:val="fr-FR"/>
        </w:rPr>
        <w:t>Masculin</w:t>
      </w:r>
    </w:p>
    <w:p w:rsidR="00390C5B" w:rsidRPr="006559E2" w:rsidRDefault="0055151E">
      <w:pPr>
        <w:rPr>
          <w:rFonts w:ascii="Arial" w:eastAsia="Arial" w:hAnsi="Arial" w:cs="Arial"/>
          <w:sz w:val="16"/>
          <w:szCs w:val="16"/>
          <w:lang w:val="fr-FR"/>
        </w:rPr>
      </w:pPr>
      <w:r w:rsidRPr="006559E2">
        <w:rPr>
          <w:lang w:val="fr-FR"/>
        </w:rPr>
        <w:br w:type="column"/>
      </w:r>
    </w:p>
    <w:p w:rsidR="00390C5B" w:rsidRPr="006559E2" w:rsidRDefault="00390C5B">
      <w:pPr>
        <w:rPr>
          <w:rFonts w:ascii="Arial" w:eastAsia="Arial" w:hAnsi="Arial" w:cs="Arial"/>
          <w:sz w:val="16"/>
          <w:szCs w:val="16"/>
          <w:lang w:val="fr-FR"/>
        </w:rPr>
      </w:pPr>
    </w:p>
    <w:p w:rsidR="00390C5B" w:rsidRPr="006559E2" w:rsidRDefault="00390C5B">
      <w:pPr>
        <w:spacing w:before="7"/>
        <w:rPr>
          <w:rFonts w:ascii="Arial" w:eastAsia="Arial" w:hAnsi="Arial" w:cs="Arial"/>
          <w:sz w:val="23"/>
          <w:szCs w:val="23"/>
          <w:lang w:val="fr-FR"/>
        </w:rPr>
      </w:pPr>
    </w:p>
    <w:p w:rsidR="00390C5B" w:rsidRPr="006559E2" w:rsidRDefault="006559E2">
      <w:pPr>
        <w:pStyle w:val="Corpsdetexte"/>
        <w:ind w:left="183"/>
        <w:rPr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3815715</wp:posOffset>
                </wp:positionH>
                <wp:positionV relativeFrom="paragraph">
                  <wp:posOffset>18415</wp:posOffset>
                </wp:positionV>
                <wp:extent cx="88900" cy="88900"/>
                <wp:effectExtent l="5715" t="8890" r="10160" b="6985"/>
                <wp:wrapNone/>
                <wp:docPr id="226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6009" y="29"/>
                          <a:chExt cx="140" cy="140"/>
                        </a:xfrm>
                      </wpg:grpSpPr>
                      <wps:wsp>
                        <wps:cNvPr id="227" name="Freeform 222"/>
                        <wps:cNvSpPr>
                          <a:spLocks/>
                        </wps:cNvSpPr>
                        <wps:spPr bwMode="auto">
                          <a:xfrm>
                            <a:off x="6009" y="29"/>
                            <a:ext cx="140" cy="140"/>
                          </a:xfrm>
                          <a:custGeom>
                            <a:avLst/>
                            <a:gdLst>
                              <a:gd name="T0" fmla="+- 0 6009 6009"/>
                              <a:gd name="T1" fmla="*/ T0 w 140"/>
                              <a:gd name="T2" fmla="+- 0 169 29"/>
                              <a:gd name="T3" fmla="*/ 169 h 140"/>
                              <a:gd name="T4" fmla="+- 0 6149 6009"/>
                              <a:gd name="T5" fmla="*/ T4 w 140"/>
                              <a:gd name="T6" fmla="+- 0 169 29"/>
                              <a:gd name="T7" fmla="*/ 169 h 140"/>
                              <a:gd name="T8" fmla="+- 0 6149 6009"/>
                              <a:gd name="T9" fmla="*/ T8 w 140"/>
                              <a:gd name="T10" fmla="+- 0 29 29"/>
                              <a:gd name="T11" fmla="*/ 29 h 140"/>
                              <a:gd name="T12" fmla="+- 0 6009 6009"/>
                              <a:gd name="T13" fmla="*/ T12 w 140"/>
                              <a:gd name="T14" fmla="+- 0 29 29"/>
                              <a:gd name="T15" fmla="*/ 29 h 140"/>
                              <a:gd name="T16" fmla="+- 0 6009 6009"/>
                              <a:gd name="T17" fmla="*/ T16 w 140"/>
                              <a:gd name="T18" fmla="+- 0 169 29"/>
                              <a:gd name="T19" fmla="*/ 169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1" o:spid="_x0000_s1026" style="position:absolute;margin-left:300.45pt;margin-top:1.45pt;width:7pt;height:7pt;z-index:1192;mso-position-horizontal-relative:page" coordorigin="6009,29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">
                <v:shape id="Freeform 222" o:spid="_x0000_s1027" style="position:absolute;left:6009;top:29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yq6cYA&#10;AADcAAAADwAAAGRycy9kb3ducmV2LnhtbESPQWvCQBSE7wX/w/IEb3VjxDSNrtKKQqEHqW3vz+xr&#10;Epp9G3dXTf31bqHQ4zAz3zCLVW9acSbnG8sKJuMEBHFpdcOVgo/37X0Owgdkja1lUvBDHlbLwd0C&#10;C20v/EbnfahEhLAvUEEdQldI6cuaDPqx7Yij92WdwRClq6R2eIlw08o0STJpsOG4UGNH65rK7/3J&#10;KMhnW4ev2ebw6KZX+zw5HnefeabUaNg/zUEE6sN/+K/9ohWk6QP8no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yq6cYAAADcAAAADwAAAAAAAAAAAAAAAACYAgAAZHJz&#10;L2Rvd25yZXYueG1sUEsFBgAAAAAEAAQA9QAAAIsDAAAAAA==&#10;" path="m,140r140,l140,,,,,140xe" filled="f" strokeweight=".5pt">
                  <v:path arrowok="t" o:connecttype="custom" o:connectlocs="0,169;140,169;140,29;0,29;0,169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spacing w:val="-1"/>
          <w:lang w:val="fr-FR"/>
        </w:rPr>
        <w:t>Commune de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naissance</w:t>
      </w:r>
      <w:r w:rsidR="0055151E" w:rsidRPr="006559E2">
        <w:rPr>
          <w:lang w:val="fr-FR"/>
        </w:rPr>
        <w:t xml:space="preserve"> :</w:t>
      </w:r>
    </w:p>
    <w:p w:rsidR="00390C5B" w:rsidRPr="006559E2" w:rsidRDefault="00390C5B">
      <w:pPr>
        <w:rPr>
          <w:lang w:val="fr-FR"/>
        </w:rPr>
        <w:sectPr w:rsidR="00390C5B" w:rsidRPr="006559E2">
          <w:type w:val="continuous"/>
          <w:pgSz w:w="11910" w:h="16840"/>
          <w:pgMar w:top="260" w:right="260" w:bottom="680" w:left="440" w:header="720" w:footer="720" w:gutter="0"/>
          <w:cols w:num="4" w:space="720" w:equalWidth="0">
            <w:col w:w="1509" w:space="163"/>
            <w:col w:w="2669" w:space="295"/>
            <w:col w:w="815" w:space="190"/>
            <w:col w:w="5569"/>
          </w:cols>
        </w:sectPr>
      </w:pPr>
    </w:p>
    <w:p w:rsidR="00390C5B" w:rsidRPr="006559E2" w:rsidRDefault="00390C5B">
      <w:pPr>
        <w:spacing w:before="8"/>
        <w:rPr>
          <w:rFonts w:ascii="Arial" w:eastAsia="Arial" w:hAnsi="Arial" w:cs="Arial"/>
          <w:sz w:val="10"/>
          <w:szCs w:val="10"/>
          <w:lang w:val="fr-FR"/>
        </w:rPr>
      </w:pPr>
    </w:p>
    <w:p w:rsidR="00390C5B" w:rsidRPr="006559E2" w:rsidRDefault="00390C5B">
      <w:pPr>
        <w:rPr>
          <w:rFonts w:ascii="Arial" w:eastAsia="Arial" w:hAnsi="Arial" w:cs="Arial"/>
          <w:sz w:val="10"/>
          <w:szCs w:val="10"/>
          <w:lang w:val="fr-FR"/>
        </w:rPr>
        <w:sectPr w:rsidR="00390C5B" w:rsidRPr="006559E2">
          <w:type w:val="continuous"/>
          <w:pgSz w:w="11910" w:h="16840"/>
          <w:pgMar w:top="260" w:right="260" w:bottom="680" w:left="440" w:header="720" w:footer="720" w:gutter="0"/>
          <w:cols w:space="720"/>
        </w:sectPr>
      </w:pPr>
    </w:p>
    <w:p w:rsidR="00390C5B" w:rsidRPr="006559E2" w:rsidRDefault="006559E2">
      <w:pPr>
        <w:pStyle w:val="Corpsdetexte"/>
        <w:spacing w:before="79" w:line="250" w:lineRule="auto"/>
        <w:jc w:val="both"/>
        <w:rPr>
          <w:lang w:val="fr-FR"/>
        </w:rPr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3096260</wp:posOffset>
                </wp:positionH>
                <wp:positionV relativeFrom="paragraph">
                  <wp:posOffset>-177165</wp:posOffset>
                </wp:positionV>
                <wp:extent cx="88900" cy="88900"/>
                <wp:effectExtent l="10160" t="13335" r="5715" b="12065"/>
                <wp:wrapNone/>
                <wp:docPr id="224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4876" y="-279"/>
                          <a:chExt cx="140" cy="140"/>
                        </a:xfrm>
                      </wpg:grpSpPr>
                      <wps:wsp>
                        <wps:cNvPr id="225" name="Freeform 220"/>
                        <wps:cNvSpPr>
                          <a:spLocks/>
                        </wps:cNvSpPr>
                        <wps:spPr bwMode="auto">
                          <a:xfrm>
                            <a:off x="4876" y="-279"/>
                            <a:ext cx="140" cy="140"/>
                          </a:xfrm>
                          <a:custGeom>
                            <a:avLst/>
                            <a:gdLst>
                              <a:gd name="T0" fmla="+- 0 4876 4876"/>
                              <a:gd name="T1" fmla="*/ T0 w 140"/>
                              <a:gd name="T2" fmla="+- 0 -139 -279"/>
                              <a:gd name="T3" fmla="*/ -139 h 140"/>
                              <a:gd name="T4" fmla="+- 0 5016 4876"/>
                              <a:gd name="T5" fmla="*/ T4 w 140"/>
                              <a:gd name="T6" fmla="+- 0 -139 -279"/>
                              <a:gd name="T7" fmla="*/ -139 h 140"/>
                              <a:gd name="T8" fmla="+- 0 5016 4876"/>
                              <a:gd name="T9" fmla="*/ T8 w 140"/>
                              <a:gd name="T10" fmla="+- 0 -279 -279"/>
                              <a:gd name="T11" fmla="*/ -279 h 140"/>
                              <a:gd name="T12" fmla="+- 0 4876 4876"/>
                              <a:gd name="T13" fmla="*/ T12 w 140"/>
                              <a:gd name="T14" fmla="+- 0 -279 -279"/>
                              <a:gd name="T15" fmla="*/ -279 h 140"/>
                              <a:gd name="T16" fmla="+- 0 4876 4876"/>
                              <a:gd name="T17" fmla="*/ T16 w 140"/>
                              <a:gd name="T18" fmla="+- 0 -139 -279"/>
                              <a:gd name="T19" fmla="*/ -139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" o:spid="_x0000_s1026" style="position:absolute;margin-left:243.8pt;margin-top:-13.95pt;width:7pt;height:7pt;z-index:1168;mso-position-horizontal-relative:page" coordorigin="4876,-279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">
                <v:shape id="Freeform 220" o:spid="_x0000_s1027" style="position:absolute;left:4876;top:-279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KRBcUA&#10;AADcAAAADwAAAGRycy9kb3ducmV2LnhtbESPQWvCQBSE7wX/w/IKvdWNKYY0dRWVCoIH0bb31+xr&#10;Epp9G3e3Gv31riD0OMzMN8xk1ptWHMn5xrKC0TABQVxa3XCl4PNj9ZyD8AFZY2uZFJzJw2w6eJhg&#10;oe2Jd3Tch0pECPsCFdQhdIWUvqzJoB/ajjh6P9YZDFG6SmqHpwg3rUyTJJMGG44LNXa0rKn83f8Z&#10;Bfl45XCTvX+/upeLXYwOh+1Xnin19NjP30AE6sN/+N5eawVpOobbmXgE5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pEFxQAAANwAAAAPAAAAAAAAAAAAAAAAAJgCAABkcnMv&#10;ZG93bnJldi54bWxQSwUGAAAAAAQABAD1AAAAigMAAAAA&#10;" path="m,140r140,l140,,,,,140xe" filled="f" strokeweight=".5pt">
                  <v:path arrowok="t" o:connecttype="custom" o:connectlocs="0,-139;140,-139;140,-279;0,-279;0,-139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spacing w:val="-1"/>
          <w:lang w:val="fr-FR"/>
        </w:rPr>
        <w:t>Département</w:t>
      </w:r>
      <w:r w:rsidR="0055151E" w:rsidRPr="006559E2">
        <w:rPr>
          <w:spacing w:val="20"/>
          <w:lang w:val="fr-FR"/>
        </w:rPr>
        <w:t xml:space="preserve"> </w:t>
      </w:r>
      <w:r w:rsidR="0055151E" w:rsidRPr="006559E2">
        <w:rPr>
          <w:spacing w:val="-1"/>
          <w:lang w:val="fr-FR"/>
        </w:rPr>
        <w:t>ou</w:t>
      </w:r>
      <w:r w:rsidR="0055151E" w:rsidRPr="006559E2">
        <w:rPr>
          <w:lang w:val="fr-FR"/>
        </w:rPr>
        <w:t xml:space="preserve"> collectivité</w:t>
      </w:r>
      <w:r w:rsidR="0055151E" w:rsidRPr="006559E2">
        <w:rPr>
          <w:spacing w:val="21"/>
          <w:lang w:val="fr-FR"/>
        </w:rPr>
        <w:t xml:space="preserve"> </w:t>
      </w:r>
      <w:r w:rsidR="0055151E" w:rsidRPr="006559E2">
        <w:rPr>
          <w:spacing w:val="-1"/>
          <w:lang w:val="fr-FR"/>
        </w:rPr>
        <w:t>outre-mer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de</w:t>
      </w:r>
      <w:r w:rsidR="0055151E" w:rsidRPr="006559E2">
        <w:rPr>
          <w:spacing w:val="21"/>
          <w:lang w:val="fr-FR"/>
        </w:rPr>
        <w:t xml:space="preserve"> </w:t>
      </w:r>
      <w:r w:rsidR="0055151E" w:rsidRPr="006559E2">
        <w:rPr>
          <w:spacing w:val="-1"/>
          <w:lang w:val="fr-FR"/>
        </w:rPr>
        <w:t>naissance</w:t>
      </w:r>
    </w:p>
    <w:p w:rsidR="00390C5B" w:rsidRPr="006559E2" w:rsidRDefault="0055151E">
      <w:pPr>
        <w:rPr>
          <w:rFonts w:ascii="Arial" w:eastAsia="Arial" w:hAnsi="Arial" w:cs="Arial"/>
          <w:sz w:val="16"/>
          <w:szCs w:val="16"/>
          <w:lang w:val="fr-FR"/>
        </w:rPr>
      </w:pPr>
      <w:r w:rsidRPr="006559E2">
        <w:rPr>
          <w:lang w:val="fr-FR"/>
        </w:rPr>
        <w:br w:type="column"/>
      </w:r>
    </w:p>
    <w:p w:rsidR="00390C5B" w:rsidRPr="006559E2" w:rsidRDefault="0055151E">
      <w:pPr>
        <w:pStyle w:val="Corpsdetexte"/>
        <w:spacing w:before="113" w:line="250" w:lineRule="auto"/>
        <w:ind w:right="7094"/>
        <w:rPr>
          <w:lang w:val="fr-FR"/>
        </w:rPr>
      </w:pPr>
      <w:r w:rsidRPr="006559E2">
        <w:rPr>
          <w:lang w:val="fr-FR"/>
        </w:rPr>
        <w:t>Pays</w:t>
      </w:r>
      <w:r w:rsidRPr="006559E2">
        <w:rPr>
          <w:spacing w:val="-1"/>
          <w:lang w:val="fr-FR"/>
        </w:rPr>
        <w:t xml:space="preserve"> de</w:t>
      </w:r>
      <w:r w:rsidRPr="006559E2">
        <w:rPr>
          <w:spacing w:val="19"/>
          <w:lang w:val="fr-FR"/>
        </w:rPr>
        <w:t xml:space="preserve"> </w:t>
      </w:r>
      <w:r w:rsidRPr="006559E2">
        <w:rPr>
          <w:spacing w:val="-1"/>
          <w:lang w:val="fr-FR"/>
        </w:rPr>
        <w:t xml:space="preserve">Naissance </w:t>
      </w:r>
      <w:r w:rsidRPr="006559E2">
        <w:rPr>
          <w:lang w:val="fr-FR"/>
        </w:rPr>
        <w:t>:</w:t>
      </w:r>
    </w:p>
    <w:p w:rsidR="00390C5B" w:rsidRPr="006559E2" w:rsidRDefault="00390C5B">
      <w:pPr>
        <w:spacing w:line="250" w:lineRule="auto"/>
        <w:rPr>
          <w:lang w:val="fr-FR"/>
        </w:rPr>
        <w:sectPr w:rsidR="00390C5B" w:rsidRPr="006559E2">
          <w:type w:val="continuous"/>
          <w:pgSz w:w="11910" w:h="16840"/>
          <w:pgMar w:top="260" w:right="260" w:bottom="680" w:left="440" w:header="720" w:footer="720" w:gutter="0"/>
          <w:cols w:num="2" w:space="720" w:equalWidth="0">
            <w:col w:w="1116" w:space="2002"/>
            <w:col w:w="8092"/>
          </w:cols>
        </w:sectPr>
      </w:pPr>
    </w:p>
    <w:p w:rsidR="00390C5B" w:rsidRPr="006559E2" w:rsidRDefault="00390C5B">
      <w:pPr>
        <w:spacing w:before="4"/>
        <w:rPr>
          <w:rFonts w:ascii="Arial" w:eastAsia="Arial" w:hAnsi="Arial" w:cs="Arial"/>
          <w:sz w:val="15"/>
          <w:szCs w:val="15"/>
          <w:lang w:val="fr-FR"/>
        </w:rPr>
      </w:pPr>
    </w:p>
    <w:p w:rsidR="00390C5B" w:rsidRPr="006559E2" w:rsidRDefault="006559E2">
      <w:pPr>
        <w:pStyle w:val="Corpsdetexte"/>
        <w:tabs>
          <w:tab w:val="left" w:pos="1947"/>
          <w:tab w:val="left" w:pos="4127"/>
          <w:tab w:val="left" w:pos="7653"/>
        </w:tabs>
        <w:rPr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472" behindDoc="1" locked="0" layoutInCell="1" allowOverlap="1">
                <wp:simplePos x="0" y="0"/>
                <wp:positionH relativeFrom="page">
                  <wp:posOffset>2052320</wp:posOffset>
                </wp:positionH>
                <wp:positionV relativeFrom="paragraph">
                  <wp:posOffset>19050</wp:posOffset>
                </wp:positionV>
                <wp:extent cx="88900" cy="88900"/>
                <wp:effectExtent l="13970" t="9525" r="11430" b="6350"/>
                <wp:wrapNone/>
                <wp:docPr id="222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3232" y="30"/>
                          <a:chExt cx="140" cy="140"/>
                        </a:xfrm>
                      </wpg:grpSpPr>
                      <wps:wsp>
                        <wps:cNvPr id="223" name="Freeform 218"/>
                        <wps:cNvSpPr>
                          <a:spLocks/>
                        </wps:cNvSpPr>
                        <wps:spPr bwMode="auto">
                          <a:xfrm>
                            <a:off x="3232" y="30"/>
                            <a:ext cx="140" cy="140"/>
                          </a:xfrm>
                          <a:custGeom>
                            <a:avLst/>
                            <a:gdLst>
                              <a:gd name="T0" fmla="+- 0 3232 3232"/>
                              <a:gd name="T1" fmla="*/ T0 w 140"/>
                              <a:gd name="T2" fmla="+- 0 170 30"/>
                              <a:gd name="T3" fmla="*/ 170 h 140"/>
                              <a:gd name="T4" fmla="+- 0 3372 3232"/>
                              <a:gd name="T5" fmla="*/ T4 w 140"/>
                              <a:gd name="T6" fmla="+- 0 170 30"/>
                              <a:gd name="T7" fmla="*/ 170 h 140"/>
                              <a:gd name="T8" fmla="+- 0 3372 3232"/>
                              <a:gd name="T9" fmla="*/ T8 w 140"/>
                              <a:gd name="T10" fmla="+- 0 30 30"/>
                              <a:gd name="T11" fmla="*/ 30 h 140"/>
                              <a:gd name="T12" fmla="+- 0 3232 3232"/>
                              <a:gd name="T13" fmla="*/ T12 w 140"/>
                              <a:gd name="T14" fmla="+- 0 30 30"/>
                              <a:gd name="T15" fmla="*/ 30 h 140"/>
                              <a:gd name="T16" fmla="+- 0 3232 3232"/>
                              <a:gd name="T17" fmla="*/ T16 w 140"/>
                              <a:gd name="T18" fmla="+- 0 170 30"/>
                              <a:gd name="T19" fmla="*/ 170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7" o:spid="_x0000_s1026" style="position:absolute;margin-left:161.6pt;margin-top:1.5pt;width:7pt;height:7pt;z-index:-14008;mso-position-horizontal-relative:page" coordorigin="3232,30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">
                <v:shape id="Freeform 218" o:spid="_x0000_s1027" style="position:absolute;left:3232;top:30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es6sUA&#10;AADcAAAADwAAAGRycy9kb3ducmV2LnhtbESPQWvCQBSE7wX/w/KE3urGiCGmrmJLhUIPorX31+xr&#10;Esy+jbtbjf31riD0OMzMN8x82ZtWnMj5xrKC8SgBQVxa3XClYP+5fspB+ICssbVMCi7kYbkYPMyx&#10;0PbMWzrtQiUihH2BCuoQukJKX9Zk0I9sRxy9H+sMhihdJbXDc4SbVqZJkkmDDceFGjt6rak87H6N&#10;gny6dviRvX3P3OTPvoyPx81Xnin1OOxXzyAC9eE/fG+/awVpOoHbmXg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6zqxQAAANwAAAAPAAAAAAAAAAAAAAAAAJgCAABkcnMv&#10;ZG93bnJldi54bWxQSwUGAAAAAAQABAD1AAAAigMAAAAA&#10;" path="m,140r140,l140,,,,,140xe" filled="f" strokeweight=".5pt">
                  <v:path arrowok="t" o:connecttype="custom" o:connectlocs="0,170;140,170;140,30;0,30;0,1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496" behindDoc="1" locked="0" layoutInCell="1" allowOverlap="1">
                <wp:simplePos x="0" y="0"/>
                <wp:positionH relativeFrom="page">
                  <wp:posOffset>4175760</wp:posOffset>
                </wp:positionH>
                <wp:positionV relativeFrom="paragraph">
                  <wp:posOffset>19050</wp:posOffset>
                </wp:positionV>
                <wp:extent cx="88900" cy="88900"/>
                <wp:effectExtent l="13335" t="9525" r="12065" b="6350"/>
                <wp:wrapNone/>
                <wp:docPr id="220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6576" y="30"/>
                          <a:chExt cx="140" cy="140"/>
                        </a:xfrm>
                      </wpg:grpSpPr>
                      <wps:wsp>
                        <wps:cNvPr id="221" name="Freeform 216"/>
                        <wps:cNvSpPr>
                          <a:spLocks/>
                        </wps:cNvSpPr>
                        <wps:spPr bwMode="auto">
                          <a:xfrm>
                            <a:off x="6576" y="30"/>
                            <a:ext cx="140" cy="140"/>
                          </a:xfrm>
                          <a:custGeom>
                            <a:avLst/>
                            <a:gdLst>
                              <a:gd name="T0" fmla="+- 0 6576 6576"/>
                              <a:gd name="T1" fmla="*/ T0 w 140"/>
                              <a:gd name="T2" fmla="+- 0 170 30"/>
                              <a:gd name="T3" fmla="*/ 170 h 140"/>
                              <a:gd name="T4" fmla="+- 0 6716 6576"/>
                              <a:gd name="T5" fmla="*/ T4 w 140"/>
                              <a:gd name="T6" fmla="+- 0 170 30"/>
                              <a:gd name="T7" fmla="*/ 170 h 140"/>
                              <a:gd name="T8" fmla="+- 0 6716 6576"/>
                              <a:gd name="T9" fmla="*/ T8 w 140"/>
                              <a:gd name="T10" fmla="+- 0 30 30"/>
                              <a:gd name="T11" fmla="*/ 30 h 140"/>
                              <a:gd name="T12" fmla="+- 0 6576 6576"/>
                              <a:gd name="T13" fmla="*/ T12 w 140"/>
                              <a:gd name="T14" fmla="+- 0 30 30"/>
                              <a:gd name="T15" fmla="*/ 30 h 140"/>
                              <a:gd name="T16" fmla="+- 0 6576 6576"/>
                              <a:gd name="T17" fmla="*/ T16 w 140"/>
                              <a:gd name="T18" fmla="+- 0 170 30"/>
                              <a:gd name="T19" fmla="*/ 170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5" o:spid="_x0000_s1026" style="position:absolute;margin-left:328.8pt;margin-top:1.5pt;width:7pt;height:7pt;z-index:-13984;mso-position-horizontal-relative:page" coordorigin="6576,30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">
                <v:shape id="Freeform 216" o:spid="_x0000_s1027" style="position:absolute;left:6576;top:30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mXBsYA&#10;AADcAAAADwAAAGRycy9kb3ducmV2LnhtbESPQWvCQBSE74L/YXmCN90k0pCmrtKKQsFDqW3vr9ln&#10;Esy+jbtbTf313UKhx2FmvmGW68F04kLOt5YVpPMEBHFldcu1gve33awA4QOyxs4yKfgmD+vVeLTE&#10;Utsrv9LlEGoRIexLVNCE0JdS+qohg35ue+LoHa0zGKJ0tdQOrxFuOpklSS4NthwXGuxp01B1OnwZ&#10;BcXdzuE+337eu8XNPqXn88tHkSs1nQyPDyACDeE//Nd+1gqyLI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mXBsYAAADcAAAADwAAAAAAAAAAAAAAAACYAgAAZHJz&#10;L2Rvd25yZXYueG1sUEsFBgAAAAAEAAQA9QAAAIsDAAAAAA==&#10;" path="m,140r140,l140,,,,,140xe" filled="f" strokeweight=".5pt">
                  <v:path arrowok="t" o:connecttype="custom" o:connectlocs="0,170;140,170;140,30;0,30;0,17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5436235</wp:posOffset>
                </wp:positionH>
                <wp:positionV relativeFrom="paragraph">
                  <wp:posOffset>19050</wp:posOffset>
                </wp:positionV>
                <wp:extent cx="88900" cy="88900"/>
                <wp:effectExtent l="6985" t="9525" r="8890" b="6350"/>
                <wp:wrapNone/>
                <wp:docPr id="218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8561" y="30"/>
                          <a:chExt cx="140" cy="140"/>
                        </a:xfrm>
                      </wpg:grpSpPr>
                      <wps:wsp>
                        <wps:cNvPr id="219" name="Freeform 214"/>
                        <wps:cNvSpPr>
                          <a:spLocks/>
                        </wps:cNvSpPr>
                        <wps:spPr bwMode="auto">
                          <a:xfrm>
                            <a:off x="8561" y="30"/>
                            <a:ext cx="140" cy="140"/>
                          </a:xfrm>
                          <a:custGeom>
                            <a:avLst/>
                            <a:gdLst>
                              <a:gd name="T0" fmla="+- 0 8561 8561"/>
                              <a:gd name="T1" fmla="*/ T0 w 140"/>
                              <a:gd name="T2" fmla="+- 0 170 30"/>
                              <a:gd name="T3" fmla="*/ 170 h 140"/>
                              <a:gd name="T4" fmla="+- 0 8701 8561"/>
                              <a:gd name="T5" fmla="*/ T4 w 140"/>
                              <a:gd name="T6" fmla="+- 0 170 30"/>
                              <a:gd name="T7" fmla="*/ 170 h 140"/>
                              <a:gd name="T8" fmla="+- 0 8701 8561"/>
                              <a:gd name="T9" fmla="*/ T8 w 140"/>
                              <a:gd name="T10" fmla="+- 0 30 30"/>
                              <a:gd name="T11" fmla="*/ 30 h 140"/>
                              <a:gd name="T12" fmla="+- 0 8561 8561"/>
                              <a:gd name="T13" fmla="*/ T12 w 140"/>
                              <a:gd name="T14" fmla="+- 0 30 30"/>
                              <a:gd name="T15" fmla="*/ 30 h 140"/>
                              <a:gd name="T16" fmla="+- 0 8561 8561"/>
                              <a:gd name="T17" fmla="*/ T16 w 140"/>
                              <a:gd name="T18" fmla="+- 0 170 30"/>
                              <a:gd name="T19" fmla="*/ 170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3" o:spid="_x0000_s1026" style="position:absolute;margin-left:428.05pt;margin-top:1.5pt;width:7pt;height:7pt;z-index:1264;mso-position-horizontal-relative:page" coordorigin="8561,30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">
                <v:shape id="Freeform 214" o:spid="_x0000_s1027" style="position:absolute;left:8561;top:30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NRvcUA&#10;AADcAAAADwAAAGRycy9kb3ducmV2LnhtbESPQWvCQBSE7wX/w/KE3uomloYYXUVLBcFD0er9mX1N&#10;QrNv4+6qqb++Wyj0OMzMN8xs0ZtWXMn5xrKCdJSAIC6tbrhScPhYP+UgfEDW2FomBd/kYTEfPMyw&#10;0PbGO7ruQyUihH2BCuoQukJKX9Zk0I9sRxy9T+sMhihdJbXDW4SbVo6TJJMGG44LNXb0WlP5tb8Y&#10;BfnL2uE2eztN3PPdrtLz+f2YZ0o9DvvlFESgPvyH/9obrWCcTuD3TDwC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1G9xQAAANwAAAAPAAAAAAAAAAAAAAAAAJgCAABkcnMv&#10;ZG93bnJldi54bWxQSwUGAAAAAAQABAD1AAAAigMAAAAA&#10;" path="m,140r140,l140,,,,,140xe" filled="f" strokeweight=".5pt">
                  <v:path arrowok="t" o:connecttype="custom" o:connectlocs="0,170;140,170;140,30;0,30;0,170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spacing w:val="-1"/>
          <w:position w:val="3"/>
          <w:lang w:val="fr-FR"/>
        </w:rPr>
        <w:t xml:space="preserve">Nationalité </w:t>
      </w:r>
      <w:r w:rsidR="0055151E" w:rsidRPr="006559E2">
        <w:rPr>
          <w:position w:val="3"/>
          <w:lang w:val="fr-FR"/>
        </w:rPr>
        <w:t>:</w:t>
      </w:r>
      <w:r w:rsidR="0055151E" w:rsidRPr="006559E2">
        <w:rPr>
          <w:position w:val="3"/>
          <w:lang w:val="fr-FR"/>
        </w:rPr>
        <w:tab/>
      </w:r>
      <w:r w:rsidR="0055151E" w:rsidRPr="006559E2">
        <w:rPr>
          <w:lang w:val="fr-FR"/>
        </w:rPr>
        <w:t>Française</w:t>
      </w:r>
      <w:r w:rsidR="0055151E" w:rsidRPr="006559E2">
        <w:rPr>
          <w:lang w:val="fr-FR"/>
        </w:rPr>
        <w:tab/>
      </w:r>
      <w:r w:rsidR="0055151E" w:rsidRPr="006559E2">
        <w:rPr>
          <w:spacing w:val="-1"/>
          <w:lang w:val="fr-FR"/>
        </w:rPr>
        <w:t xml:space="preserve">Ressortissant de l'UE, </w:t>
      </w:r>
      <w:r w:rsidR="0055151E" w:rsidRPr="006559E2">
        <w:rPr>
          <w:lang w:val="fr-FR"/>
        </w:rPr>
        <w:t>EEE</w:t>
      </w:r>
      <w:r w:rsidR="0055151E" w:rsidRPr="006559E2">
        <w:rPr>
          <w:lang w:val="fr-FR"/>
        </w:rPr>
        <w:tab/>
        <w:t>Autre</w:t>
      </w:r>
    </w:p>
    <w:p w:rsidR="00390C5B" w:rsidRPr="006559E2" w:rsidRDefault="00390C5B">
      <w:pPr>
        <w:rPr>
          <w:lang w:val="fr-FR"/>
        </w:rPr>
        <w:sectPr w:rsidR="00390C5B" w:rsidRPr="006559E2">
          <w:type w:val="continuous"/>
          <w:pgSz w:w="11910" w:h="16840"/>
          <w:pgMar w:top="260" w:right="260" w:bottom="680" w:left="440" w:header="720" w:footer="720" w:gutter="0"/>
          <w:cols w:space="720"/>
        </w:sectPr>
      </w:pPr>
    </w:p>
    <w:p w:rsidR="00390C5B" w:rsidRPr="006559E2" w:rsidRDefault="00390C5B">
      <w:pPr>
        <w:spacing w:before="7"/>
        <w:rPr>
          <w:rFonts w:ascii="Arial" w:eastAsia="Arial" w:hAnsi="Arial" w:cs="Arial"/>
          <w:sz w:val="15"/>
          <w:szCs w:val="15"/>
          <w:lang w:val="fr-FR"/>
        </w:rPr>
      </w:pPr>
    </w:p>
    <w:p w:rsidR="00390C5B" w:rsidRPr="006559E2" w:rsidRDefault="0055151E">
      <w:pPr>
        <w:pStyle w:val="Corpsdetexte"/>
        <w:rPr>
          <w:lang w:val="fr-FR"/>
        </w:rPr>
      </w:pPr>
      <w:r w:rsidRPr="006559E2">
        <w:rPr>
          <w:lang w:val="fr-FR"/>
        </w:rPr>
        <w:t>Adresse</w:t>
      </w:r>
    </w:p>
    <w:p w:rsidR="00390C5B" w:rsidRPr="006559E2" w:rsidRDefault="0055151E">
      <w:pPr>
        <w:rPr>
          <w:rFonts w:ascii="Arial" w:eastAsia="Arial" w:hAnsi="Arial" w:cs="Arial"/>
          <w:sz w:val="14"/>
          <w:szCs w:val="14"/>
          <w:lang w:val="fr-FR"/>
        </w:rPr>
      </w:pPr>
      <w:r w:rsidRPr="006559E2">
        <w:rPr>
          <w:lang w:val="fr-FR"/>
        </w:rPr>
        <w:br w:type="column"/>
      </w:r>
    </w:p>
    <w:p w:rsidR="00390C5B" w:rsidRPr="006559E2" w:rsidRDefault="00390C5B">
      <w:pPr>
        <w:rPr>
          <w:rFonts w:ascii="Arial" w:eastAsia="Arial" w:hAnsi="Arial" w:cs="Arial"/>
          <w:sz w:val="14"/>
          <w:szCs w:val="14"/>
          <w:lang w:val="fr-FR"/>
        </w:rPr>
      </w:pPr>
    </w:p>
    <w:p w:rsidR="00390C5B" w:rsidRPr="006559E2" w:rsidRDefault="00390C5B">
      <w:pPr>
        <w:spacing w:before="3"/>
        <w:rPr>
          <w:rFonts w:ascii="Arial" w:eastAsia="Arial" w:hAnsi="Arial" w:cs="Arial"/>
          <w:sz w:val="12"/>
          <w:szCs w:val="12"/>
          <w:lang w:val="fr-FR"/>
        </w:rPr>
      </w:pPr>
    </w:p>
    <w:p w:rsidR="00390C5B" w:rsidRPr="006559E2" w:rsidRDefault="0055151E">
      <w:pPr>
        <w:tabs>
          <w:tab w:val="left" w:pos="1855"/>
          <w:tab w:val="left" w:pos="4973"/>
        </w:tabs>
        <w:ind w:left="155"/>
        <w:rPr>
          <w:rFonts w:ascii="Arial" w:eastAsia="Arial" w:hAnsi="Arial" w:cs="Arial"/>
          <w:sz w:val="14"/>
          <w:szCs w:val="14"/>
          <w:lang w:val="fr-FR"/>
        </w:rPr>
      </w:pPr>
      <w:r w:rsidRPr="006559E2">
        <w:rPr>
          <w:rFonts w:ascii="Arial" w:eastAsia="Arial" w:hAnsi="Arial" w:cs="Arial"/>
          <w:spacing w:val="-1"/>
          <w:sz w:val="14"/>
          <w:szCs w:val="14"/>
          <w:lang w:val="fr-FR"/>
        </w:rPr>
        <w:t>N°</w:t>
      </w:r>
      <w:r w:rsidRPr="006559E2">
        <w:rPr>
          <w:rFonts w:ascii="Arial" w:eastAsia="Arial" w:hAnsi="Arial" w:cs="Arial"/>
          <w:sz w:val="14"/>
          <w:szCs w:val="14"/>
          <w:lang w:val="fr-FR"/>
        </w:rPr>
        <w:t xml:space="preserve"> </w:t>
      </w:r>
      <w:r w:rsidRPr="006559E2">
        <w:rPr>
          <w:rFonts w:ascii="Arial" w:eastAsia="Arial" w:hAnsi="Arial" w:cs="Arial"/>
          <w:spacing w:val="-1"/>
          <w:sz w:val="14"/>
          <w:szCs w:val="14"/>
          <w:lang w:val="fr-FR"/>
        </w:rPr>
        <w:t>de</w:t>
      </w:r>
      <w:r w:rsidRPr="006559E2">
        <w:rPr>
          <w:rFonts w:ascii="Arial" w:eastAsia="Arial" w:hAnsi="Arial" w:cs="Arial"/>
          <w:sz w:val="14"/>
          <w:szCs w:val="14"/>
          <w:lang w:val="fr-FR"/>
        </w:rPr>
        <w:t xml:space="preserve"> </w:t>
      </w:r>
      <w:r w:rsidRPr="006559E2">
        <w:rPr>
          <w:rFonts w:ascii="Arial" w:eastAsia="Arial" w:hAnsi="Arial" w:cs="Arial"/>
          <w:spacing w:val="-1"/>
          <w:sz w:val="14"/>
          <w:szCs w:val="14"/>
          <w:lang w:val="fr-FR"/>
        </w:rPr>
        <w:t>la</w:t>
      </w:r>
      <w:r w:rsidRPr="006559E2">
        <w:rPr>
          <w:rFonts w:ascii="Arial" w:eastAsia="Arial" w:hAnsi="Arial" w:cs="Arial"/>
          <w:sz w:val="14"/>
          <w:szCs w:val="14"/>
          <w:lang w:val="fr-FR"/>
        </w:rPr>
        <w:t xml:space="preserve"> voie</w:t>
      </w:r>
      <w:r w:rsidRPr="006559E2">
        <w:rPr>
          <w:rFonts w:ascii="Arial" w:eastAsia="Arial" w:hAnsi="Arial" w:cs="Arial"/>
          <w:sz w:val="14"/>
          <w:szCs w:val="14"/>
          <w:lang w:val="fr-FR"/>
        </w:rPr>
        <w:tab/>
        <w:t>Type</w:t>
      </w:r>
      <w:r w:rsidRPr="006559E2">
        <w:rPr>
          <w:rFonts w:ascii="Arial" w:eastAsia="Arial" w:hAnsi="Arial" w:cs="Arial"/>
          <w:spacing w:val="-1"/>
          <w:sz w:val="14"/>
          <w:szCs w:val="14"/>
          <w:lang w:val="fr-FR"/>
        </w:rPr>
        <w:t xml:space="preserve"> de</w:t>
      </w:r>
      <w:r w:rsidRPr="006559E2">
        <w:rPr>
          <w:rFonts w:ascii="Arial" w:eastAsia="Arial" w:hAnsi="Arial" w:cs="Arial"/>
          <w:sz w:val="14"/>
          <w:szCs w:val="14"/>
          <w:lang w:val="fr-FR"/>
        </w:rPr>
        <w:t xml:space="preserve"> voie</w:t>
      </w:r>
      <w:r w:rsidRPr="006559E2">
        <w:rPr>
          <w:rFonts w:ascii="Arial" w:eastAsia="Arial" w:hAnsi="Arial" w:cs="Arial"/>
          <w:spacing w:val="-1"/>
          <w:sz w:val="14"/>
          <w:szCs w:val="14"/>
          <w:lang w:val="fr-FR"/>
        </w:rPr>
        <w:t xml:space="preserve"> </w:t>
      </w:r>
      <w:r w:rsidRPr="006559E2">
        <w:rPr>
          <w:rFonts w:ascii="Arial" w:eastAsia="Arial" w:hAnsi="Arial" w:cs="Arial"/>
          <w:sz w:val="14"/>
          <w:szCs w:val="14"/>
          <w:lang w:val="fr-FR"/>
        </w:rPr>
        <w:t xml:space="preserve">(rue, </w:t>
      </w:r>
      <w:r w:rsidRPr="006559E2">
        <w:rPr>
          <w:rFonts w:ascii="Arial" w:eastAsia="Arial" w:hAnsi="Arial" w:cs="Arial"/>
          <w:spacing w:val="-1"/>
          <w:sz w:val="14"/>
          <w:szCs w:val="14"/>
          <w:lang w:val="fr-FR"/>
        </w:rPr>
        <w:t>avenue)</w:t>
      </w:r>
      <w:r w:rsidRPr="006559E2">
        <w:rPr>
          <w:rFonts w:ascii="Arial" w:eastAsia="Arial" w:hAnsi="Arial" w:cs="Arial"/>
          <w:spacing w:val="-1"/>
          <w:sz w:val="14"/>
          <w:szCs w:val="14"/>
          <w:lang w:val="fr-FR"/>
        </w:rPr>
        <w:tab/>
        <w:t>Nom</w:t>
      </w:r>
      <w:r w:rsidRPr="006559E2">
        <w:rPr>
          <w:rFonts w:ascii="Arial" w:eastAsia="Arial" w:hAnsi="Arial" w:cs="Arial"/>
          <w:sz w:val="14"/>
          <w:szCs w:val="14"/>
          <w:lang w:val="fr-FR"/>
        </w:rPr>
        <w:t xml:space="preserve"> </w:t>
      </w:r>
      <w:r w:rsidRPr="006559E2">
        <w:rPr>
          <w:rFonts w:ascii="Arial" w:eastAsia="Arial" w:hAnsi="Arial" w:cs="Arial"/>
          <w:spacing w:val="-1"/>
          <w:sz w:val="14"/>
          <w:szCs w:val="14"/>
          <w:lang w:val="fr-FR"/>
        </w:rPr>
        <w:t>de</w:t>
      </w:r>
      <w:r w:rsidRPr="006559E2">
        <w:rPr>
          <w:rFonts w:ascii="Arial" w:eastAsia="Arial" w:hAnsi="Arial" w:cs="Arial"/>
          <w:sz w:val="14"/>
          <w:szCs w:val="14"/>
          <w:lang w:val="fr-FR"/>
        </w:rPr>
        <w:t xml:space="preserve"> </w:t>
      </w:r>
      <w:r w:rsidRPr="006559E2">
        <w:rPr>
          <w:rFonts w:ascii="Arial" w:eastAsia="Arial" w:hAnsi="Arial" w:cs="Arial"/>
          <w:spacing w:val="-1"/>
          <w:sz w:val="14"/>
          <w:szCs w:val="14"/>
          <w:lang w:val="fr-FR"/>
        </w:rPr>
        <w:t>la</w:t>
      </w:r>
      <w:r w:rsidRPr="006559E2">
        <w:rPr>
          <w:rFonts w:ascii="Arial" w:eastAsia="Arial" w:hAnsi="Arial" w:cs="Arial"/>
          <w:sz w:val="14"/>
          <w:szCs w:val="14"/>
          <w:lang w:val="fr-FR"/>
        </w:rPr>
        <w:t xml:space="preserve"> voie</w:t>
      </w:r>
    </w:p>
    <w:p w:rsidR="00390C5B" w:rsidRPr="006559E2" w:rsidRDefault="00390C5B">
      <w:pPr>
        <w:rPr>
          <w:rFonts w:ascii="Arial" w:eastAsia="Arial" w:hAnsi="Arial" w:cs="Arial"/>
          <w:sz w:val="14"/>
          <w:szCs w:val="14"/>
          <w:lang w:val="fr-FR"/>
        </w:rPr>
        <w:sectPr w:rsidR="00390C5B" w:rsidRPr="006559E2">
          <w:type w:val="continuous"/>
          <w:pgSz w:w="11910" w:h="16840"/>
          <w:pgMar w:top="260" w:right="260" w:bottom="680" w:left="440" w:header="720" w:footer="720" w:gutter="0"/>
          <w:cols w:num="2" w:space="720" w:equalWidth="0">
            <w:col w:w="743" w:space="958"/>
            <w:col w:w="9509"/>
          </w:cols>
        </w:sectPr>
      </w:pPr>
    </w:p>
    <w:p w:rsidR="00390C5B" w:rsidRPr="006559E2" w:rsidRDefault="0055151E">
      <w:pPr>
        <w:pStyle w:val="Corpsdetexte"/>
        <w:tabs>
          <w:tab w:val="left" w:pos="2989"/>
          <w:tab w:val="left" w:pos="6958"/>
        </w:tabs>
        <w:spacing w:before="99"/>
        <w:rPr>
          <w:lang w:val="fr-FR"/>
        </w:rPr>
      </w:pPr>
      <w:r w:rsidRPr="006559E2">
        <w:rPr>
          <w:spacing w:val="-1"/>
          <w:lang w:val="fr-FR"/>
        </w:rPr>
        <w:lastRenderedPageBreak/>
        <w:t xml:space="preserve">Code </w:t>
      </w:r>
      <w:r w:rsidRPr="006559E2">
        <w:rPr>
          <w:lang w:val="fr-FR"/>
        </w:rPr>
        <w:t>Postal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:</w:t>
      </w:r>
      <w:r w:rsidRPr="006559E2">
        <w:rPr>
          <w:lang w:val="fr-FR"/>
        </w:rPr>
        <w:tab/>
      </w:r>
      <w:r w:rsidRPr="006559E2">
        <w:rPr>
          <w:spacing w:val="-1"/>
          <w:lang w:val="fr-FR"/>
        </w:rPr>
        <w:t>Commune</w:t>
      </w:r>
      <w:r w:rsidRPr="006559E2">
        <w:rPr>
          <w:lang w:val="fr-FR"/>
        </w:rPr>
        <w:t xml:space="preserve"> :</w:t>
      </w:r>
      <w:r w:rsidRPr="006559E2">
        <w:rPr>
          <w:lang w:val="fr-FR"/>
        </w:rPr>
        <w:tab/>
        <w:t>Pays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:</w:t>
      </w:r>
    </w:p>
    <w:p w:rsidR="00390C5B" w:rsidRPr="006559E2" w:rsidRDefault="00390C5B">
      <w:pPr>
        <w:spacing w:before="5"/>
        <w:rPr>
          <w:rFonts w:ascii="Arial" w:eastAsia="Arial" w:hAnsi="Arial" w:cs="Arial"/>
          <w:sz w:val="23"/>
          <w:szCs w:val="23"/>
          <w:lang w:val="fr-FR"/>
        </w:rPr>
      </w:pPr>
    </w:p>
    <w:p w:rsidR="00390C5B" w:rsidRPr="006559E2" w:rsidRDefault="0055151E">
      <w:pPr>
        <w:pStyle w:val="Corpsdetexte"/>
        <w:tabs>
          <w:tab w:val="left" w:pos="6391"/>
        </w:tabs>
        <w:rPr>
          <w:lang w:val="fr-FR"/>
        </w:rPr>
      </w:pPr>
      <w:r w:rsidRPr="006559E2">
        <w:rPr>
          <w:lang w:val="fr-FR"/>
        </w:rPr>
        <w:t>Tél.</w:t>
      </w:r>
      <w:r w:rsidRPr="006559E2">
        <w:rPr>
          <w:spacing w:val="-3"/>
          <w:lang w:val="fr-FR"/>
        </w:rPr>
        <w:t xml:space="preserve"> </w:t>
      </w:r>
      <w:r w:rsidRPr="006559E2">
        <w:rPr>
          <w:spacing w:val="-1"/>
          <w:lang w:val="fr-FR"/>
        </w:rPr>
        <w:t>domicile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:</w:t>
      </w:r>
      <w:r w:rsidRPr="006559E2">
        <w:rPr>
          <w:lang w:val="fr-FR"/>
        </w:rPr>
        <w:tab/>
        <w:t>Tél.</w:t>
      </w:r>
      <w:r w:rsidRPr="006559E2">
        <w:rPr>
          <w:spacing w:val="-3"/>
          <w:lang w:val="fr-FR"/>
        </w:rPr>
        <w:t xml:space="preserve"> </w:t>
      </w:r>
      <w:r w:rsidRPr="006559E2">
        <w:rPr>
          <w:spacing w:val="-1"/>
          <w:lang w:val="fr-FR"/>
        </w:rPr>
        <w:t>portable:</w:t>
      </w:r>
    </w:p>
    <w:p w:rsidR="00390C5B" w:rsidRPr="006559E2" w:rsidRDefault="00390C5B">
      <w:pPr>
        <w:spacing w:before="5"/>
        <w:rPr>
          <w:rFonts w:ascii="Arial" w:eastAsia="Arial" w:hAnsi="Arial" w:cs="Arial"/>
          <w:sz w:val="23"/>
          <w:szCs w:val="23"/>
          <w:lang w:val="fr-FR"/>
        </w:rPr>
      </w:pPr>
    </w:p>
    <w:p w:rsidR="00390C5B" w:rsidRDefault="0055151E">
      <w:pPr>
        <w:pStyle w:val="Corpsdetexte"/>
      </w:pPr>
      <w:proofErr w:type="spellStart"/>
      <w:proofErr w:type="gramStart"/>
      <w:r>
        <w:rPr>
          <w:spacing w:val="-1"/>
        </w:rPr>
        <w:t>Courriel</w:t>
      </w:r>
      <w:proofErr w:type="spellEnd"/>
      <w:r>
        <w:rPr>
          <w:spacing w:val="-1"/>
        </w:rPr>
        <w:t xml:space="preserve"> </w:t>
      </w:r>
      <w:r>
        <w:t>:</w:t>
      </w:r>
      <w:proofErr w:type="gramEnd"/>
    </w:p>
    <w:p w:rsidR="00390C5B" w:rsidRDefault="00390C5B">
      <w:pPr>
        <w:spacing w:before="10"/>
        <w:rPr>
          <w:rFonts w:ascii="Arial" w:eastAsia="Arial" w:hAnsi="Arial" w:cs="Arial"/>
        </w:rPr>
      </w:pPr>
    </w:p>
    <w:p w:rsidR="00390C5B" w:rsidRDefault="0055151E">
      <w:pPr>
        <w:pStyle w:val="Titre2"/>
        <w:rPr>
          <w:b w:val="0"/>
          <w:bCs w:val="0"/>
        </w:rPr>
      </w:pPr>
      <w:proofErr w:type="spellStart"/>
      <w:r>
        <w:t>Vous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êtes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actuellement</w:t>
      </w:r>
      <w:proofErr w:type="spellEnd"/>
      <w:r>
        <w:rPr>
          <w:spacing w:val="-1"/>
        </w:rPr>
        <w:t xml:space="preserve"> </w:t>
      </w:r>
      <w:r>
        <w:t>:</w:t>
      </w:r>
      <w:proofErr w:type="gramEnd"/>
    </w:p>
    <w:p w:rsidR="00390C5B" w:rsidRDefault="00390C5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90C5B" w:rsidRDefault="006559E2">
      <w:pPr>
        <w:pStyle w:val="Corpsdetexte"/>
        <w:numPr>
          <w:ilvl w:val="0"/>
          <w:numId w:val="1"/>
        </w:numPr>
        <w:tabs>
          <w:tab w:val="left" w:pos="334"/>
        </w:tabs>
      </w:pPr>
      <w:bookmarkStart w:id="0" w:name="_GoBack"/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288" behindDoc="0" locked="0" layoutInCell="1" allowOverlap="1" wp14:anchorId="670857A8" wp14:editId="4617A6AA">
                <wp:simplePos x="0" y="0"/>
                <wp:positionH relativeFrom="page">
                  <wp:posOffset>1656080</wp:posOffset>
                </wp:positionH>
                <wp:positionV relativeFrom="paragraph">
                  <wp:posOffset>18415</wp:posOffset>
                </wp:positionV>
                <wp:extent cx="88900" cy="88900"/>
                <wp:effectExtent l="8255" t="8890" r="7620" b="6985"/>
                <wp:wrapNone/>
                <wp:docPr id="216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2608" y="29"/>
                          <a:chExt cx="140" cy="140"/>
                        </a:xfrm>
                      </wpg:grpSpPr>
                      <wps:wsp>
                        <wps:cNvPr id="217" name="Freeform 212"/>
                        <wps:cNvSpPr>
                          <a:spLocks/>
                        </wps:cNvSpPr>
                        <wps:spPr bwMode="auto">
                          <a:xfrm>
                            <a:off x="2608" y="29"/>
                            <a:ext cx="140" cy="140"/>
                          </a:xfrm>
                          <a:custGeom>
                            <a:avLst/>
                            <a:gdLst>
                              <a:gd name="T0" fmla="+- 0 2608 2608"/>
                              <a:gd name="T1" fmla="*/ T0 w 140"/>
                              <a:gd name="T2" fmla="+- 0 169 29"/>
                              <a:gd name="T3" fmla="*/ 169 h 140"/>
                              <a:gd name="T4" fmla="+- 0 2748 2608"/>
                              <a:gd name="T5" fmla="*/ T4 w 140"/>
                              <a:gd name="T6" fmla="+- 0 169 29"/>
                              <a:gd name="T7" fmla="*/ 169 h 140"/>
                              <a:gd name="T8" fmla="+- 0 2748 2608"/>
                              <a:gd name="T9" fmla="*/ T8 w 140"/>
                              <a:gd name="T10" fmla="+- 0 29 29"/>
                              <a:gd name="T11" fmla="*/ 29 h 140"/>
                              <a:gd name="T12" fmla="+- 0 2608 2608"/>
                              <a:gd name="T13" fmla="*/ T12 w 140"/>
                              <a:gd name="T14" fmla="+- 0 29 29"/>
                              <a:gd name="T15" fmla="*/ 29 h 140"/>
                              <a:gd name="T16" fmla="+- 0 2608 2608"/>
                              <a:gd name="T17" fmla="*/ T16 w 140"/>
                              <a:gd name="T18" fmla="+- 0 169 29"/>
                              <a:gd name="T19" fmla="*/ 169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1" o:spid="_x0000_s1026" style="position:absolute;margin-left:130.4pt;margin-top:1.45pt;width:7pt;height:7pt;z-index:1288;mso-position-horizontal-relative:page" coordorigin="2608,29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">
                <v:shape id="Freeform 212" o:spid="_x0000_s1027" style="position:absolute;left:2608;top:29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BgVMYA&#10;AADcAAAADwAAAGRycy9kb3ducmV2LnhtbESPQWvCQBSE7wX/w/IEb3UTxTSNrtKKQqEHqW3vz+xr&#10;Epp9G3dXTf31bqHQ4zAz3zCLVW9acSbnG8sK0nECgri0uuFKwcf79j4H4QOyxtYyKfghD6vl4G6B&#10;hbYXfqPzPlQiQtgXqKAOoSuk9GVNBv3YdsTR+7LOYIjSVVI7vES4aeUkSTJpsOG4UGNH65rK7/3J&#10;KMhnW4ev2ebw6KZX+5wej7vPPFNqNOyf5iAC9eE//Nd+0Qom6QP8no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BgVMYAAADcAAAADwAAAAAAAAAAAAAAAACYAgAAZHJz&#10;L2Rvd25yZXYueG1sUEsFBgAAAAAEAAQA9QAAAIsDAAAAAA==&#10;" path="m,140r140,l140,,,,,140xe" filled="f" strokeweight=".5pt">
                  <v:path arrowok="t" o:connecttype="custom" o:connectlocs="0,169;140,169;140,29;0,29;0,169" o:connectangles="0,0,0,0,0"/>
                </v:shape>
                <w10:wrap anchorx="page"/>
              </v:group>
            </w:pict>
          </mc:Fallback>
        </mc:AlternateContent>
      </w:r>
      <w:bookmarkEnd w:id="0"/>
      <w:proofErr w:type="spellStart"/>
      <w:r w:rsidR="0055151E">
        <w:t>En</w:t>
      </w:r>
      <w:proofErr w:type="spellEnd"/>
      <w:r w:rsidR="0055151E">
        <w:rPr>
          <w:spacing w:val="-1"/>
        </w:rPr>
        <w:t xml:space="preserve"> </w:t>
      </w:r>
      <w:r w:rsidR="0055151E">
        <w:t>situation</w:t>
      </w:r>
      <w:r w:rsidR="0055151E">
        <w:rPr>
          <w:spacing w:val="-1"/>
        </w:rPr>
        <w:t xml:space="preserve"> </w:t>
      </w:r>
      <w:proofErr w:type="spellStart"/>
      <w:r w:rsidR="0055151E">
        <w:rPr>
          <w:spacing w:val="-1"/>
        </w:rPr>
        <w:t>d'emploi</w:t>
      </w:r>
      <w:proofErr w:type="spellEnd"/>
      <w:r w:rsidR="009875CE">
        <w:rPr>
          <w:spacing w:val="-1"/>
        </w:rPr>
        <w:tab/>
        <w:t xml:space="preserve">     </w:t>
      </w:r>
    </w:p>
    <w:p w:rsidR="00390C5B" w:rsidRDefault="00390C5B">
      <w:pPr>
        <w:spacing w:before="6"/>
        <w:rPr>
          <w:rFonts w:ascii="Arial" w:eastAsia="Arial" w:hAnsi="Arial" w:cs="Arial"/>
          <w:sz w:val="18"/>
          <w:szCs w:val="18"/>
        </w:rPr>
      </w:pPr>
    </w:p>
    <w:p w:rsidR="00390C5B" w:rsidRDefault="006559E2">
      <w:pPr>
        <w:pStyle w:val="Corpsdetexte"/>
        <w:numPr>
          <w:ilvl w:val="0"/>
          <w:numId w:val="1"/>
        </w:numPr>
        <w:tabs>
          <w:tab w:val="left" w:pos="334"/>
        </w:tabs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312" behindDoc="0" locked="0" layoutInCell="1" allowOverlap="1">
                <wp:simplePos x="0" y="0"/>
                <wp:positionH relativeFrom="page">
                  <wp:posOffset>1656080</wp:posOffset>
                </wp:positionH>
                <wp:positionV relativeFrom="paragraph">
                  <wp:posOffset>0</wp:posOffset>
                </wp:positionV>
                <wp:extent cx="88900" cy="88900"/>
                <wp:effectExtent l="8255" t="9525" r="7620" b="6350"/>
                <wp:wrapNone/>
                <wp:docPr id="214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2608" y="0"/>
                          <a:chExt cx="140" cy="140"/>
                        </a:xfrm>
                      </wpg:grpSpPr>
                      <wps:wsp>
                        <wps:cNvPr id="215" name="Freeform 210"/>
                        <wps:cNvSpPr>
                          <a:spLocks/>
                        </wps:cNvSpPr>
                        <wps:spPr bwMode="auto">
                          <a:xfrm>
                            <a:off x="2608" y="0"/>
                            <a:ext cx="140" cy="140"/>
                          </a:xfrm>
                          <a:custGeom>
                            <a:avLst/>
                            <a:gdLst>
                              <a:gd name="T0" fmla="+- 0 2608 2608"/>
                              <a:gd name="T1" fmla="*/ T0 w 140"/>
                              <a:gd name="T2" fmla="*/ 140 h 140"/>
                              <a:gd name="T3" fmla="+- 0 2748 2608"/>
                              <a:gd name="T4" fmla="*/ T3 w 140"/>
                              <a:gd name="T5" fmla="*/ 140 h 140"/>
                              <a:gd name="T6" fmla="+- 0 2748 2608"/>
                              <a:gd name="T7" fmla="*/ T6 w 140"/>
                              <a:gd name="T8" fmla="*/ 0 h 140"/>
                              <a:gd name="T9" fmla="+- 0 2608 2608"/>
                              <a:gd name="T10" fmla="*/ T9 w 140"/>
                              <a:gd name="T11" fmla="*/ 0 h 140"/>
                              <a:gd name="T12" fmla="+- 0 2608 2608"/>
                              <a:gd name="T13" fmla="*/ T12 w 140"/>
                              <a:gd name="T14" fmla="*/ 140 h 14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9" o:spid="_x0000_s1026" style="position:absolute;margin-left:130.4pt;margin-top:0;width:7pt;height:7pt;z-index:1312;mso-position-horizontal-relative:page" coordorigin="2608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">
                <v:shape id="Freeform 210" o:spid="_x0000_s1027" style="position:absolute;left:2608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5buMUA&#10;AADcAAAADwAAAGRycy9kb3ducmV2LnhtbESPQWvCQBSE7wX/w/IKvdVNLIY0dRWVCoIH0bb31+xr&#10;Epp9G3e3Gv31riD0OMzMN8xk1ptWHMn5xrKCdJiAIC6tbrhS8Pmxes5B+ICssbVMCs7kYTYdPEyw&#10;0PbEOzruQyUihH2BCuoQukJKX9Zk0A9tRxy9H+sMhihdJbXDU4SbVo6SJJMGG44LNXa0rKn83f8Z&#10;Bfl45XCTvX+/upeLXaSHw/Yrz5R6euznbyAC9eE/fG+vtYJROobbmXgE5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lu4xQAAANwAAAAPAAAAAAAAAAAAAAAAAJgCAABkcnMv&#10;ZG93bnJldi54bWxQSwUGAAAAAAQABAD1AAAAigMAAAAA&#10;" path="m,140r140,l140,,,,,140xe" filled="f" strokeweight=".5pt">
                  <v:path arrowok="t" o:connecttype="custom" o:connectlocs="0,140;140,140;140,0;0,0;0,140" o:connectangles="0,0,0,0,0"/>
                </v:shape>
                <w10:wrap anchorx="page"/>
              </v:group>
            </w:pict>
          </mc:Fallback>
        </mc:AlternateContent>
      </w:r>
      <w:proofErr w:type="spellStart"/>
      <w:r w:rsidR="0055151E">
        <w:t>En</w:t>
      </w:r>
      <w:proofErr w:type="spellEnd"/>
      <w:r w:rsidR="0055151E">
        <w:rPr>
          <w:spacing w:val="-1"/>
        </w:rPr>
        <w:t xml:space="preserve"> </w:t>
      </w:r>
      <w:proofErr w:type="spellStart"/>
      <w:r w:rsidR="0055151E">
        <w:rPr>
          <w:spacing w:val="-1"/>
        </w:rPr>
        <w:t>inactivité</w:t>
      </w:r>
      <w:proofErr w:type="spellEnd"/>
    </w:p>
    <w:p w:rsidR="00390C5B" w:rsidRDefault="00390C5B">
      <w:pPr>
        <w:spacing w:before="7"/>
        <w:rPr>
          <w:rFonts w:ascii="Arial" w:eastAsia="Arial" w:hAnsi="Arial" w:cs="Arial"/>
          <w:sz w:val="11"/>
          <w:szCs w:val="11"/>
        </w:rPr>
      </w:pPr>
    </w:p>
    <w:p w:rsidR="00390C5B" w:rsidRDefault="00390C5B">
      <w:pPr>
        <w:rPr>
          <w:rFonts w:ascii="Arial" w:eastAsia="Arial" w:hAnsi="Arial" w:cs="Arial"/>
          <w:sz w:val="11"/>
          <w:szCs w:val="11"/>
        </w:rPr>
        <w:sectPr w:rsidR="00390C5B">
          <w:type w:val="continuous"/>
          <w:pgSz w:w="11910" w:h="16840"/>
          <w:pgMar w:top="260" w:right="260" w:bottom="680" w:left="440" w:header="720" w:footer="720" w:gutter="0"/>
          <w:cols w:space="720"/>
        </w:sectPr>
      </w:pPr>
    </w:p>
    <w:p w:rsidR="00390C5B" w:rsidRPr="006559E2" w:rsidRDefault="006559E2">
      <w:pPr>
        <w:pStyle w:val="Corpsdetexte"/>
        <w:numPr>
          <w:ilvl w:val="0"/>
          <w:numId w:val="1"/>
        </w:numPr>
        <w:tabs>
          <w:tab w:val="left" w:pos="334"/>
          <w:tab w:val="left" w:pos="2706"/>
          <w:tab w:val="left" w:pos="5257"/>
        </w:tabs>
        <w:spacing w:before="79"/>
        <w:rPr>
          <w:lang w:val="fr-FR"/>
        </w:rPr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503302592" behindDoc="1" locked="0" layoutInCell="1" allowOverlap="1">
                <wp:simplePos x="0" y="0"/>
                <wp:positionH relativeFrom="page">
                  <wp:posOffset>1656080</wp:posOffset>
                </wp:positionH>
                <wp:positionV relativeFrom="paragraph">
                  <wp:posOffset>50165</wp:posOffset>
                </wp:positionV>
                <wp:extent cx="88900" cy="88900"/>
                <wp:effectExtent l="8255" t="12065" r="7620" b="13335"/>
                <wp:wrapNone/>
                <wp:docPr id="212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2608" y="79"/>
                          <a:chExt cx="140" cy="140"/>
                        </a:xfrm>
                      </wpg:grpSpPr>
                      <wps:wsp>
                        <wps:cNvPr id="213" name="Freeform 208"/>
                        <wps:cNvSpPr>
                          <a:spLocks/>
                        </wps:cNvSpPr>
                        <wps:spPr bwMode="auto">
                          <a:xfrm>
                            <a:off x="2608" y="79"/>
                            <a:ext cx="140" cy="140"/>
                          </a:xfrm>
                          <a:custGeom>
                            <a:avLst/>
                            <a:gdLst>
                              <a:gd name="T0" fmla="+- 0 2608 2608"/>
                              <a:gd name="T1" fmla="*/ T0 w 140"/>
                              <a:gd name="T2" fmla="+- 0 219 79"/>
                              <a:gd name="T3" fmla="*/ 219 h 140"/>
                              <a:gd name="T4" fmla="+- 0 2748 2608"/>
                              <a:gd name="T5" fmla="*/ T4 w 140"/>
                              <a:gd name="T6" fmla="+- 0 219 79"/>
                              <a:gd name="T7" fmla="*/ 219 h 140"/>
                              <a:gd name="T8" fmla="+- 0 2748 2608"/>
                              <a:gd name="T9" fmla="*/ T8 w 140"/>
                              <a:gd name="T10" fmla="+- 0 79 79"/>
                              <a:gd name="T11" fmla="*/ 79 h 140"/>
                              <a:gd name="T12" fmla="+- 0 2608 2608"/>
                              <a:gd name="T13" fmla="*/ T12 w 140"/>
                              <a:gd name="T14" fmla="+- 0 79 79"/>
                              <a:gd name="T15" fmla="*/ 79 h 140"/>
                              <a:gd name="T16" fmla="+- 0 2608 2608"/>
                              <a:gd name="T17" fmla="*/ T16 w 140"/>
                              <a:gd name="T18" fmla="+- 0 219 79"/>
                              <a:gd name="T19" fmla="*/ 219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7" o:spid="_x0000_s1026" style="position:absolute;margin-left:130.4pt;margin-top:3.95pt;width:7pt;height:7pt;z-index:-13888;mso-position-horizontal-relative:page" coordorigin="2608,79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">
                <v:shape id="Freeform 208" o:spid="_x0000_s1027" style="position:absolute;left:2608;top:79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tmV8UA&#10;AADcAAAADwAAAGRycy9kb3ducmV2LnhtbESPQWvCQBSE7wX/w/KE3uomiiGmrmJLhUIPorX31+xr&#10;Esy+jbtbjf31riD0OMzMN8x82ZtWnMj5xrKCdJSAIC6tbrhSsP9cP+UgfEDW2FomBRfysFwMHuZY&#10;aHvmLZ12oRIRwr5ABXUIXSGlL2sy6Ee2I47ej3UGQ5SuktrhOcJNK8dJkkmDDceFGjt6rak87H6N&#10;gny6dviRvX3P3OTPvqTH4+Yrz5R6HParZxCB+vAfvrfftYJxOoHbmXg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a2ZXxQAAANwAAAAPAAAAAAAAAAAAAAAAAJgCAABkcnMv&#10;ZG93bnJldi54bWxQSwUGAAAAAAQABAD1AAAAigMAAAAA&#10;" path="m,140r140,l140,,,,,140xe" filled="f" strokeweight=".5pt">
                  <v:path arrowok="t" o:connecttype="custom" o:connectlocs="0,219;140,219;140,79;0,79;0,219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664" behindDoc="1" locked="0" layoutInCell="1" allowOverlap="1">
                <wp:simplePos x="0" y="0"/>
                <wp:positionH relativeFrom="page">
                  <wp:posOffset>3275965</wp:posOffset>
                </wp:positionH>
                <wp:positionV relativeFrom="paragraph">
                  <wp:posOffset>68580</wp:posOffset>
                </wp:positionV>
                <wp:extent cx="88900" cy="88900"/>
                <wp:effectExtent l="8890" t="11430" r="6985" b="13970"/>
                <wp:wrapNone/>
                <wp:docPr id="210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5159" y="108"/>
                          <a:chExt cx="140" cy="140"/>
                        </a:xfrm>
                      </wpg:grpSpPr>
                      <wps:wsp>
                        <wps:cNvPr id="211" name="Freeform 206"/>
                        <wps:cNvSpPr>
                          <a:spLocks/>
                        </wps:cNvSpPr>
                        <wps:spPr bwMode="auto">
                          <a:xfrm>
                            <a:off x="5159" y="108"/>
                            <a:ext cx="140" cy="140"/>
                          </a:xfrm>
                          <a:custGeom>
                            <a:avLst/>
                            <a:gdLst>
                              <a:gd name="T0" fmla="+- 0 5159 5159"/>
                              <a:gd name="T1" fmla="*/ T0 w 140"/>
                              <a:gd name="T2" fmla="+- 0 248 108"/>
                              <a:gd name="T3" fmla="*/ 248 h 140"/>
                              <a:gd name="T4" fmla="+- 0 5299 5159"/>
                              <a:gd name="T5" fmla="*/ T4 w 140"/>
                              <a:gd name="T6" fmla="+- 0 248 108"/>
                              <a:gd name="T7" fmla="*/ 248 h 140"/>
                              <a:gd name="T8" fmla="+- 0 5299 5159"/>
                              <a:gd name="T9" fmla="*/ T8 w 140"/>
                              <a:gd name="T10" fmla="+- 0 108 108"/>
                              <a:gd name="T11" fmla="*/ 108 h 140"/>
                              <a:gd name="T12" fmla="+- 0 5159 5159"/>
                              <a:gd name="T13" fmla="*/ T12 w 140"/>
                              <a:gd name="T14" fmla="+- 0 108 108"/>
                              <a:gd name="T15" fmla="*/ 108 h 140"/>
                              <a:gd name="T16" fmla="+- 0 5159 5159"/>
                              <a:gd name="T17" fmla="*/ T16 w 140"/>
                              <a:gd name="T18" fmla="+- 0 248 108"/>
                              <a:gd name="T19" fmla="*/ 248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5" o:spid="_x0000_s1026" style="position:absolute;margin-left:257.95pt;margin-top:5.4pt;width:7pt;height:7pt;z-index:-13816;mso-position-horizontal-relative:page" coordorigin="5159,108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">
                <v:shape id="Freeform 206" o:spid="_x0000_s1027" style="position:absolute;left:5159;top:108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du8UA&#10;AADcAAAADwAAAGRycy9kb3ducmV2LnhtbESPT2vCQBTE7wW/w/KE3uomloYYXUVLhYKH4r/7M/ua&#10;hGbfxt2tpn76bqHgcZiZ3zCzRW9acSHnG8sK0lECgri0uuFKwWG/fspB+ICssbVMCn7Iw2I+eJhh&#10;oe2Vt3TZhUpECPsCFdQhdIWUvqzJoB/Zjjh6n9YZDFG6SmqH1wg3rRwnSSYNNhwXauzotabya/dt&#10;FOQva4eb7O00cc83u0rP549jnin1OOyXUxCB+nAP/7fftYJxmsL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9V27xQAAANwAAAAPAAAAAAAAAAAAAAAAAJgCAABkcnMv&#10;ZG93bnJldi54bWxQSwUGAAAAAAQABAD1AAAAigMAAAAA&#10;" path="m,140r140,l140,,,,,140xe" filled="f" strokeweight=".5pt">
                  <v:path arrowok="t" o:connecttype="custom" o:connectlocs="0,248;140,248;140,108;0,108;0,248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3815715</wp:posOffset>
                </wp:positionH>
                <wp:positionV relativeFrom="paragraph">
                  <wp:posOffset>68580</wp:posOffset>
                </wp:positionV>
                <wp:extent cx="88900" cy="88900"/>
                <wp:effectExtent l="5715" t="11430" r="10160" b="13970"/>
                <wp:wrapNone/>
                <wp:docPr id="208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6009" y="108"/>
                          <a:chExt cx="140" cy="140"/>
                        </a:xfrm>
                      </wpg:grpSpPr>
                      <wps:wsp>
                        <wps:cNvPr id="209" name="Freeform 204"/>
                        <wps:cNvSpPr>
                          <a:spLocks/>
                        </wps:cNvSpPr>
                        <wps:spPr bwMode="auto">
                          <a:xfrm>
                            <a:off x="6009" y="108"/>
                            <a:ext cx="140" cy="140"/>
                          </a:xfrm>
                          <a:custGeom>
                            <a:avLst/>
                            <a:gdLst>
                              <a:gd name="T0" fmla="+- 0 6009 6009"/>
                              <a:gd name="T1" fmla="*/ T0 w 140"/>
                              <a:gd name="T2" fmla="+- 0 248 108"/>
                              <a:gd name="T3" fmla="*/ 248 h 140"/>
                              <a:gd name="T4" fmla="+- 0 6149 6009"/>
                              <a:gd name="T5" fmla="*/ T4 w 140"/>
                              <a:gd name="T6" fmla="+- 0 248 108"/>
                              <a:gd name="T7" fmla="*/ 248 h 140"/>
                              <a:gd name="T8" fmla="+- 0 6149 6009"/>
                              <a:gd name="T9" fmla="*/ T8 w 140"/>
                              <a:gd name="T10" fmla="+- 0 108 108"/>
                              <a:gd name="T11" fmla="*/ 108 h 140"/>
                              <a:gd name="T12" fmla="+- 0 6009 6009"/>
                              <a:gd name="T13" fmla="*/ T12 w 140"/>
                              <a:gd name="T14" fmla="+- 0 108 108"/>
                              <a:gd name="T15" fmla="*/ 108 h 140"/>
                              <a:gd name="T16" fmla="+- 0 6009 6009"/>
                              <a:gd name="T17" fmla="*/ T16 w 140"/>
                              <a:gd name="T18" fmla="+- 0 248 108"/>
                              <a:gd name="T19" fmla="*/ 248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3" o:spid="_x0000_s1026" style="position:absolute;margin-left:300.45pt;margin-top:5.4pt;width:7pt;height:7pt;z-index:1432;mso-position-horizontal-relative:page" coordorigin="6009,108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">
                <v:shape id="Freeform 204" o:spid="_x0000_s1027" style="position:absolute;left:6009;top:108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HYMUA&#10;AADcAAAADwAAAGRycy9kb3ducmV2LnhtbESPT2vCQBTE74V+h+UVeqsbLYYYXaUVhYKH4r/7M/tM&#10;gtm3cXer0U/fLRQ8DjPzG2Yy60wjLuR8bVlBv5eAIC6srrlUsNsu3zIQPiBrbCyTght5mE2fnyaY&#10;a3vlNV02oRQRwj5HBVUIbS6lLyoy6Hu2JY7e0TqDIUpXSu3wGuGmkYMkSaXBmuNChS3NKypOmx+j&#10;IBsuHa7SxWHk3u/2s38+f++zVKnXl+5jDCJQFx7h//aXVjBIRvB3Jh4B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WsdgxQAAANwAAAAPAAAAAAAAAAAAAAAAAJgCAABkcnMv&#10;ZG93bnJldi54bWxQSwUGAAAAAAQABAD1AAAAigMAAAAA&#10;" path="m,140r140,l140,,,,,140xe" filled="f" strokeweight=".5pt">
                  <v:path arrowok="t" o:connecttype="custom" o:connectlocs="0,248;140,248;140,108;0,108;0,248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lang w:val="fr-FR"/>
        </w:rPr>
        <w:t>En</w:t>
      </w:r>
      <w:r w:rsidR="0055151E" w:rsidRPr="006559E2">
        <w:rPr>
          <w:spacing w:val="-1"/>
          <w:lang w:val="fr-FR"/>
        </w:rPr>
        <w:t xml:space="preserve"> </w:t>
      </w:r>
      <w:r w:rsidR="0055151E" w:rsidRPr="006559E2">
        <w:rPr>
          <w:lang w:val="fr-FR"/>
        </w:rPr>
        <w:t>recherche</w:t>
      </w:r>
      <w:r w:rsidR="0055151E" w:rsidRPr="006559E2">
        <w:rPr>
          <w:spacing w:val="-1"/>
          <w:lang w:val="fr-FR"/>
        </w:rPr>
        <w:t xml:space="preserve"> d'emploi</w:t>
      </w:r>
      <w:r w:rsidR="0055151E" w:rsidRPr="006559E2">
        <w:rPr>
          <w:spacing w:val="-1"/>
          <w:lang w:val="fr-FR"/>
        </w:rPr>
        <w:tab/>
      </w:r>
      <w:r w:rsidR="0055151E" w:rsidRPr="006559E2">
        <w:rPr>
          <w:lang w:val="fr-FR"/>
        </w:rPr>
        <w:t>Inscrit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lang w:val="fr-FR"/>
        </w:rPr>
        <w:t>à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lang w:val="fr-FR"/>
        </w:rPr>
        <w:t>Pôle</w:t>
      </w:r>
      <w:r w:rsidR="0055151E" w:rsidRPr="006559E2">
        <w:rPr>
          <w:spacing w:val="-1"/>
          <w:lang w:val="fr-FR"/>
        </w:rPr>
        <w:t xml:space="preserve"> emploi </w:t>
      </w:r>
      <w:r w:rsidR="0055151E" w:rsidRPr="006559E2">
        <w:rPr>
          <w:lang w:val="fr-FR"/>
        </w:rPr>
        <w:t xml:space="preserve">:  </w:t>
      </w:r>
      <w:r w:rsidR="0055151E" w:rsidRPr="006559E2">
        <w:rPr>
          <w:spacing w:val="35"/>
          <w:lang w:val="fr-FR"/>
        </w:rPr>
        <w:t xml:space="preserve"> </w:t>
      </w:r>
      <w:r w:rsidR="0055151E" w:rsidRPr="006559E2">
        <w:rPr>
          <w:lang w:val="fr-FR"/>
        </w:rPr>
        <w:t>Oui</w:t>
      </w:r>
      <w:r w:rsidR="0055151E" w:rsidRPr="006559E2">
        <w:rPr>
          <w:lang w:val="fr-FR"/>
        </w:rPr>
        <w:tab/>
      </w:r>
      <w:r w:rsidR="0055151E" w:rsidRPr="006559E2">
        <w:rPr>
          <w:spacing w:val="-1"/>
          <w:lang w:val="fr-FR"/>
        </w:rPr>
        <w:t>Non</w:t>
      </w:r>
    </w:p>
    <w:p w:rsidR="00390C5B" w:rsidRDefault="0055151E">
      <w:pPr>
        <w:pStyle w:val="Corpsdetexte"/>
        <w:spacing w:before="79"/>
      </w:pPr>
      <w:r w:rsidRPr="006559E2">
        <w:rPr>
          <w:lang w:val="fr-FR"/>
        </w:rPr>
        <w:br w:type="column"/>
      </w:r>
      <w:proofErr w:type="spellStart"/>
      <w:proofErr w:type="gramStart"/>
      <w:r>
        <w:rPr>
          <w:spacing w:val="-1"/>
        </w:rPr>
        <w:lastRenderedPageBreak/>
        <w:t>Depuis</w:t>
      </w:r>
      <w:proofErr w:type="spellEnd"/>
      <w:r>
        <w:rPr>
          <w:spacing w:val="-1"/>
        </w:rPr>
        <w:t xml:space="preserve"> </w:t>
      </w:r>
      <w:r>
        <w:t>:</w:t>
      </w:r>
      <w:proofErr w:type="gramEnd"/>
    </w:p>
    <w:p w:rsidR="00390C5B" w:rsidRDefault="00390C5B">
      <w:pPr>
        <w:sectPr w:rsidR="00390C5B">
          <w:type w:val="continuous"/>
          <w:pgSz w:w="11910" w:h="16840"/>
          <w:pgMar w:top="260" w:right="260" w:bottom="680" w:left="440" w:header="720" w:footer="720" w:gutter="0"/>
          <w:cols w:num="2" w:space="720" w:equalWidth="0">
            <w:col w:w="5552" w:space="401"/>
            <w:col w:w="5257"/>
          </w:cols>
        </w:sectPr>
      </w:pPr>
    </w:p>
    <w:p w:rsidR="00390C5B" w:rsidRDefault="00390C5B">
      <w:pPr>
        <w:spacing w:before="7"/>
        <w:rPr>
          <w:rFonts w:ascii="Arial" w:eastAsia="Arial" w:hAnsi="Arial" w:cs="Arial"/>
          <w:sz w:val="11"/>
          <w:szCs w:val="11"/>
        </w:rPr>
      </w:pPr>
    </w:p>
    <w:p w:rsidR="00390C5B" w:rsidRDefault="00390C5B">
      <w:pPr>
        <w:rPr>
          <w:rFonts w:ascii="Arial" w:eastAsia="Arial" w:hAnsi="Arial" w:cs="Arial"/>
          <w:sz w:val="11"/>
          <w:szCs w:val="11"/>
        </w:rPr>
        <w:sectPr w:rsidR="00390C5B">
          <w:type w:val="continuous"/>
          <w:pgSz w:w="11910" w:h="16840"/>
          <w:pgMar w:top="260" w:right="260" w:bottom="680" w:left="440" w:header="720" w:footer="720" w:gutter="0"/>
          <w:cols w:space="720"/>
        </w:sectPr>
      </w:pPr>
    </w:p>
    <w:p w:rsidR="00390C5B" w:rsidRDefault="00390C5B">
      <w:pPr>
        <w:rPr>
          <w:rFonts w:ascii="Arial" w:eastAsia="Arial" w:hAnsi="Arial" w:cs="Arial"/>
          <w:sz w:val="16"/>
          <w:szCs w:val="16"/>
        </w:rPr>
      </w:pPr>
    </w:p>
    <w:p w:rsidR="00390C5B" w:rsidRDefault="00390C5B">
      <w:pPr>
        <w:rPr>
          <w:rFonts w:ascii="Arial" w:eastAsia="Arial" w:hAnsi="Arial" w:cs="Arial"/>
          <w:sz w:val="16"/>
          <w:szCs w:val="16"/>
        </w:rPr>
      </w:pPr>
    </w:p>
    <w:p w:rsidR="00390C5B" w:rsidRDefault="00390C5B">
      <w:pPr>
        <w:rPr>
          <w:rFonts w:ascii="Arial" w:eastAsia="Arial" w:hAnsi="Arial" w:cs="Arial"/>
          <w:sz w:val="16"/>
          <w:szCs w:val="16"/>
        </w:rPr>
      </w:pPr>
    </w:p>
    <w:p w:rsidR="00390C5B" w:rsidRDefault="00390C5B">
      <w:pPr>
        <w:rPr>
          <w:rFonts w:ascii="Arial" w:eastAsia="Arial" w:hAnsi="Arial" w:cs="Arial"/>
          <w:sz w:val="16"/>
          <w:szCs w:val="16"/>
        </w:rPr>
      </w:pPr>
    </w:p>
    <w:p w:rsidR="00390C5B" w:rsidRDefault="00390C5B">
      <w:pPr>
        <w:rPr>
          <w:rFonts w:ascii="Arial" w:eastAsia="Arial" w:hAnsi="Arial" w:cs="Arial"/>
          <w:sz w:val="16"/>
          <w:szCs w:val="16"/>
        </w:rPr>
      </w:pPr>
    </w:p>
    <w:p w:rsidR="00390C5B" w:rsidRDefault="00390C5B">
      <w:pPr>
        <w:rPr>
          <w:rFonts w:ascii="Arial" w:eastAsia="Arial" w:hAnsi="Arial" w:cs="Arial"/>
          <w:sz w:val="16"/>
          <w:szCs w:val="16"/>
        </w:rPr>
      </w:pPr>
    </w:p>
    <w:p w:rsidR="00390C5B" w:rsidRDefault="00390C5B">
      <w:pPr>
        <w:spacing w:before="5"/>
        <w:rPr>
          <w:rFonts w:ascii="Arial" w:eastAsia="Arial" w:hAnsi="Arial" w:cs="Arial"/>
          <w:sz w:val="14"/>
          <w:szCs w:val="14"/>
        </w:rPr>
      </w:pPr>
    </w:p>
    <w:p w:rsidR="00390C5B" w:rsidRDefault="0055151E">
      <w:pPr>
        <w:pStyle w:val="Corpsdetexte"/>
        <w:numPr>
          <w:ilvl w:val="0"/>
          <w:numId w:val="1"/>
        </w:numPr>
        <w:tabs>
          <w:tab w:val="left" w:pos="334"/>
        </w:tabs>
      </w:pPr>
      <w:proofErr w:type="spellStart"/>
      <w:r>
        <w:t>Autres</w:t>
      </w:r>
      <w:proofErr w:type="spellEnd"/>
    </w:p>
    <w:p w:rsidR="00390C5B" w:rsidRPr="006559E2" w:rsidRDefault="0055151E">
      <w:pPr>
        <w:pStyle w:val="Corpsdetexte"/>
        <w:tabs>
          <w:tab w:val="left" w:pos="3555"/>
        </w:tabs>
        <w:spacing w:before="82"/>
        <w:ind w:left="3555" w:hanging="1984"/>
        <w:rPr>
          <w:lang w:val="fr-FR"/>
        </w:rPr>
      </w:pPr>
      <w:r w:rsidRPr="006559E2">
        <w:rPr>
          <w:lang w:val="fr-FR"/>
        </w:rPr>
        <w:br w:type="column"/>
      </w:r>
      <w:r w:rsidRPr="006559E2">
        <w:rPr>
          <w:position w:val="2"/>
          <w:lang w:val="fr-FR"/>
        </w:rPr>
        <w:lastRenderedPageBreak/>
        <w:t>Êtes-vous</w:t>
      </w:r>
      <w:r w:rsidRPr="006559E2">
        <w:rPr>
          <w:spacing w:val="-2"/>
          <w:position w:val="2"/>
          <w:lang w:val="fr-FR"/>
        </w:rPr>
        <w:t xml:space="preserve"> </w:t>
      </w:r>
      <w:r w:rsidRPr="006559E2">
        <w:rPr>
          <w:spacing w:val="-1"/>
          <w:position w:val="2"/>
          <w:lang w:val="fr-FR"/>
        </w:rPr>
        <w:t>indemnisé(e)</w:t>
      </w:r>
      <w:r w:rsidRPr="006559E2">
        <w:rPr>
          <w:position w:val="2"/>
          <w:lang w:val="fr-FR"/>
        </w:rPr>
        <w:t xml:space="preserve"> :</w:t>
      </w:r>
      <w:r w:rsidRPr="006559E2">
        <w:rPr>
          <w:position w:val="2"/>
          <w:lang w:val="fr-FR"/>
        </w:rPr>
        <w:tab/>
      </w:r>
      <w:r w:rsidRPr="006559E2">
        <w:rPr>
          <w:lang w:val="fr-FR"/>
        </w:rPr>
        <w:t>1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 xml:space="preserve">- </w:t>
      </w:r>
      <w:r w:rsidRPr="006559E2">
        <w:rPr>
          <w:spacing w:val="-1"/>
          <w:lang w:val="fr-FR"/>
        </w:rPr>
        <w:t xml:space="preserve">au </w:t>
      </w:r>
      <w:r w:rsidRPr="006559E2">
        <w:rPr>
          <w:lang w:val="fr-FR"/>
        </w:rPr>
        <w:t>titre</w:t>
      </w:r>
      <w:r w:rsidRPr="006559E2">
        <w:rPr>
          <w:spacing w:val="-1"/>
          <w:lang w:val="fr-FR"/>
        </w:rPr>
        <w:t xml:space="preserve"> de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l'assurance</w:t>
      </w:r>
      <w:r w:rsidRPr="006559E2">
        <w:rPr>
          <w:lang w:val="fr-FR"/>
        </w:rPr>
        <w:t xml:space="preserve"> chômage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(Allocation</w:t>
      </w:r>
      <w:r w:rsidRPr="006559E2">
        <w:rPr>
          <w:spacing w:val="-1"/>
          <w:lang w:val="fr-FR"/>
        </w:rPr>
        <w:t xml:space="preserve"> de</w:t>
      </w:r>
      <w:r w:rsidRPr="006559E2">
        <w:rPr>
          <w:lang w:val="fr-FR"/>
        </w:rPr>
        <w:t xml:space="preserve"> retour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à</w:t>
      </w:r>
      <w:r w:rsidRPr="006559E2">
        <w:rPr>
          <w:spacing w:val="-2"/>
          <w:lang w:val="fr-FR"/>
        </w:rPr>
        <w:t xml:space="preserve"> </w:t>
      </w:r>
      <w:r w:rsidRPr="006559E2">
        <w:rPr>
          <w:spacing w:val="-1"/>
          <w:lang w:val="fr-FR"/>
        </w:rPr>
        <w:t>l'emploi)</w:t>
      </w:r>
    </w:p>
    <w:p w:rsidR="00390C5B" w:rsidRPr="006559E2" w:rsidRDefault="0055151E">
      <w:pPr>
        <w:pStyle w:val="Corpsdetexte"/>
        <w:spacing w:before="131" w:line="250" w:lineRule="auto"/>
        <w:ind w:left="3555" w:right="588"/>
        <w:rPr>
          <w:lang w:val="fr-FR"/>
        </w:rPr>
      </w:pPr>
      <w:r w:rsidRPr="006559E2">
        <w:rPr>
          <w:lang w:val="fr-FR"/>
        </w:rPr>
        <w:t>2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 xml:space="preserve">- </w:t>
      </w:r>
      <w:r w:rsidRPr="006559E2">
        <w:rPr>
          <w:spacing w:val="-1"/>
          <w:lang w:val="fr-FR"/>
        </w:rPr>
        <w:t>au</w:t>
      </w:r>
      <w:r w:rsidRPr="006559E2">
        <w:rPr>
          <w:lang w:val="fr-FR"/>
        </w:rPr>
        <w:t xml:space="preserve"> titre</w:t>
      </w:r>
      <w:r w:rsidRPr="006559E2">
        <w:rPr>
          <w:spacing w:val="-2"/>
          <w:lang w:val="fr-FR"/>
        </w:rPr>
        <w:t xml:space="preserve"> </w:t>
      </w:r>
      <w:r w:rsidRPr="006559E2">
        <w:rPr>
          <w:spacing w:val="-1"/>
          <w:lang w:val="fr-FR"/>
        </w:rPr>
        <w:t>du</w:t>
      </w:r>
      <w:r w:rsidRPr="006559E2">
        <w:rPr>
          <w:lang w:val="fr-FR"/>
        </w:rPr>
        <w:t xml:space="preserve"> régime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spécifique</w:t>
      </w:r>
      <w:r w:rsidRPr="006559E2">
        <w:rPr>
          <w:spacing w:val="-2"/>
          <w:lang w:val="fr-FR"/>
        </w:rPr>
        <w:t xml:space="preserve"> </w:t>
      </w:r>
      <w:r w:rsidRPr="006559E2">
        <w:rPr>
          <w:spacing w:val="-1"/>
          <w:lang w:val="fr-FR"/>
        </w:rPr>
        <w:t>d'assurance</w:t>
      </w:r>
      <w:r w:rsidRPr="006559E2">
        <w:rPr>
          <w:lang w:val="fr-FR"/>
        </w:rPr>
        <w:t xml:space="preserve"> chômage</w:t>
      </w:r>
      <w:r w:rsidRPr="006559E2">
        <w:rPr>
          <w:spacing w:val="-1"/>
          <w:lang w:val="fr-FR"/>
        </w:rPr>
        <w:t xml:space="preserve"> des</w:t>
      </w:r>
      <w:r w:rsidRPr="006559E2">
        <w:rPr>
          <w:spacing w:val="23"/>
          <w:lang w:val="fr-FR"/>
        </w:rPr>
        <w:t xml:space="preserve"> </w:t>
      </w:r>
      <w:r w:rsidRPr="006559E2">
        <w:rPr>
          <w:spacing w:val="-1"/>
          <w:lang w:val="fr-FR"/>
        </w:rPr>
        <w:t>intermittents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du</w:t>
      </w:r>
      <w:r w:rsidRPr="006559E2">
        <w:rPr>
          <w:lang w:val="fr-FR"/>
        </w:rPr>
        <w:t xml:space="preserve"> spectacle</w:t>
      </w:r>
    </w:p>
    <w:p w:rsidR="00390C5B" w:rsidRPr="006559E2" w:rsidRDefault="006559E2">
      <w:pPr>
        <w:pStyle w:val="Corpsdetexte"/>
        <w:tabs>
          <w:tab w:val="left" w:pos="5464"/>
        </w:tabs>
        <w:spacing w:before="47"/>
        <w:ind w:left="1572"/>
        <w:rPr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808" behindDoc="1" locked="0" layoutInCell="1" allowOverlap="1">
                <wp:simplePos x="0" y="0"/>
                <wp:positionH relativeFrom="page">
                  <wp:posOffset>4175760</wp:posOffset>
                </wp:positionH>
                <wp:positionV relativeFrom="paragraph">
                  <wp:posOffset>45720</wp:posOffset>
                </wp:positionV>
                <wp:extent cx="88900" cy="88900"/>
                <wp:effectExtent l="13335" t="7620" r="12065" b="8255"/>
                <wp:wrapNone/>
                <wp:docPr id="206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6576" y="72"/>
                          <a:chExt cx="140" cy="140"/>
                        </a:xfrm>
                      </wpg:grpSpPr>
                      <wps:wsp>
                        <wps:cNvPr id="207" name="Freeform 202"/>
                        <wps:cNvSpPr>
                          <a:spLocks/>
                        </wps:cNvSpPr>
                        <wps:spPr bwMode="auto">
                          <a:xfrm>
                            <a:off x="6576" y="72"/>
                            <a:ext cx="140" cy="140"/>
                          </a:xfrm>
                          <a:custGeom>
                            <a:avLst/>
                            <a:gdLst>
                              <a:gd name="T0" fmla="+- 0 6576 6576"/>
                              <a:gd name="T1" fmla="*/ T0 w 140"/>
                              <a:gd name="T2" fmla="+- 0 212 72"/>
                              <a:gd name="T3" fmla="*/ 212 h 140"/>
                              <a:gd name="T4" fmla="+- 0 6716 6576"/>
                              <a:gd name="T5" fmla="*/ T4 w 140"/>
                              <a:gd name="T6" fmla="+- 0 212 72"/>
                              <a:gd name="T7" fmla="*/ 212 h 140"/>
                              <a:gd name="T8" fmla="+- 0 6716 6576"/>
                              <a:gd name="T9" fmla="*/ T8 w 140"/>
                              <a:gd name="T10" fmla="+- 0 72 72"/>
                              <a:gd name="T11" fmla="*/ 72 h 140"/>
                              <a:gd name="T12" fmla="+- 0 6576 6576"/>
                              <a:gd name="T13" fmla="*/ T12 w 140"/>
                              <a:gd name="T14" fmla="+- 0 72 72"/>
                              <a:gd name="T15" fmla="*/ 72 h 140"/>
                              <a:gd name="T16" fmla="+- 0 6576 6576"/>
                              <a:gd name="T17" fmla="*/ T16 w 140"/>
                              <a:gd name="T18" fmla="+- 0 212 72"/>
                              <a:gd name="T19" fmla="*/ 212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1" o:spid="_x0000_s1026" style="position:absolute;margin-left:328.8pt;margin-top:3.6pt;width:7pt;height:7pt;z-index:-13672;mso-position-horizontal-relative:page" coordorigin="6576,72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">
                <v:shape id="Freeform 202" o:spid="_x0000_s1027" style="position:absolute;left:6576;top:72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n2icYA&#10;AADcAAAADwAAAGRycy9kb3ducmV2LnhtbESPT2vCQBTE7wW/w/KE3nSjpWlMXUVLBaEHqX/ur9nX&#10;JDT7Nu5uNfrp3YLQ4zAzv2Gm88404kTO15YVjIYJCOLC6ppLBfvdapCB8AFZY2OZFFzIw3zWe5hi&#10;ru2ZP+m0DaWIEPY5KqhCaHMpfVGRQT+0LXH0vq0zGKJ0pdQOzxFuGjlOklQarDkuVNjSW0XFz/bX&#10;KMieVw4/0veviXu62uXoeNwcslSpx363eAURqAv/4Xt7rRWMkxf4OxOP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4n2icYAAADcAAAADwAAAAAAAAAAAAAAAACYAgAAZHJz&#10;L2Rvd25yZXYueG1sUEsFBgAAAAAEAAQA9QAAAIsDAAAAAA==&#10;" path="m,140r140,l140,,,,,140xe" filled="f" strokeweight=".5pt">
                  <v:path arrowok="t" o:connecttype="custom" o:connectlocs="0,212;140,212;140,72;0,72;0,212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576" behindDoc="0" locked="0" layoutInCell="1" allowOverlap="1">
                <wp:simplePos x="0" y="0"/>
                <wp:positionH relativeFrom="page">
                  <wp:posOffset>4667250</wp:posOffset>
                </wp:positionH>
                <wp:positionV relativeFrom="paragraph">
                  <wp:posOffset>63500</wp:posOffset>
                </wp:positionV>
                <wp:extent cx="88900" cy="88900"/>
                <wp:effectExtent l="9525" t="6350" r="6350" b="9525"/>
                <wp:wrapNone/>
                <wp:docPr id="204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7350" y="100"/>
                          <a:chExt cx="140" cy="140"/>
                        </a:xfrm>
                      </wpg:grpSpPr>
                      <wps:wsp>
                        <wps:cNvPr id="205" name="Freeform 200"/>
                        <wps:cNvSpPr>
                          <a:spLocks/>
                        </wps:cNvSpPr>
                        <wps:spPr bwMode="auto">
                          <a:xfrm>
                            <a:off x="7350" y="100"/>
                            <a:ext cx="140" cy="140"/>
                          </a:xfrm>
                          <a:custGeom>
                            <a:avLst/>
                            <a:gdLst>
                              <a:gd name="T0" fmla="+- 0 7350 7350"/>
                              <a:gd name="T1" fmla="*/ T0 w 140"/>
                              <a:gd name="T2" fmla="+- 0 240 100"/>
                              <a:gd name="T3" fmla="*/ 240 h 140"/>
                              <a:gd name="T4" fmla="+- 0 7490 7350"/>
                              <a:gd name="T5" fmla="*/ T4 w 140"/>
                              <a:gd name="T6" fmla="+- 0 240 100"/>
                              <a:gd name="T7" fmla="*/ 240 h 140"/>
                              <a:gd name="T8" fmla="+- 0 7490 7350"/>
                              <a:gd name="T9" fmla="*/ T8 w 140"/>
                              <a:gd name="T10" fmla="+- 0 100 100"/>
                              <a:gd name="T11" fmla="*/ 100 h 140"/>
                              <a:gd name="T12" fmla="+- 0 7350 7350"/>
                              <a:gd name="T13" fmla="*/ T12 w 140"/>
                              <a:gd name="T14" fmla="+- 0 100 100"/>
                              <a:gd name="T15" fmla="*/ 100 h 140"/>
                              <a:gd name="T16" fmla="+- 0 7350 7350"/>
                              <a:gd name="T17" fmla="*/ T16 w 140"/>
                              <a:gd name="T18" fmla="+- 0 240 100"/>
                              <a:gd name="T19" fmla="*/ 240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9" o:spid="_x0000_s1026" style="position:absolute;margin-left:367.5pt;margin-top:5pt;width:7pt;height:7pt;z-index:1576;mso-position-horizontal-relative:page" coordorigin="7350,100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">
                <v:shape id="Freeform 200" o:spid="_x0000_s1027" style="position:absolute;left:7350;top:100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fNZcUA&#10;AADcAAAADwAAAGRycy9kb3ducmV2LnhtbESPT2vCQBTE7wW/w/IKvdWNFkOMrmJLhYIH8d/9mX0m&#10;odm3cXerqZ++WxA8DjPzG2Y670wjLuR8bVnBoJ+AIC6srrlUsN8tXzMQPiBrbCyTgl/yMJ/1nqaY&#10;a3vlDV22oRQRwj5HBVUIbS6lLyoy6Pu2JY7eyTqDIUpXSu3wGuGmkcMkSaXBmuNChS19VFR8b3+M&#10;gmy0dLhKP49j93az74PzeX3IUqVenrvFBESgLjzC9/aXVjBMRvB/Jh4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F81lxQAAANwAAAAPAAAAAAAAAAAAAAAAAJgCAABkcnMv&#10;ZG93bnJldi54bWxQSwUGAAAAAAQABAD1AAAAigMAAAAA&#10;" path="m,140r140,l140,,,,,140xe" filled="f" strokeweight=".5pt">
                  <v:path arrowok="t" o:connecttype="custom" o:connectlocs="0,240;140,240;140,100;0,100;0,240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lang w:val="fr-FR"/>
        </w:rPr>
        <w:t>Êtes-vous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spacing w:val="-1"/>
          <w:lang w:val="fr-FR"/>
        </w:rPr>
        <w:t>allocataire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de</w:t>
      </w:r>
      <w:r w:rsidR="0055151E" w:rsidRPr="006559E2">
        <w:rPr>
          <w:lang w:val="fr-FR"/>
        </w:rPr>
        <w:t xml:space="preserve"> minima</w:t>
      </w:r>
      <w:r w:rsidR="0055151E" w:rsidRPr="006559E2">
        <w:rPr>
          <w:spacing w:val="-1"/>
          <w:lang w:val="fr-FR"/>
        </w:rPr>
        <w:t xml:space="preserve"> </w:t>
      </w:r>
      <w:r w:rsidR="0055151E" w:rsidRPr="006559E2">
        <w:rPr>
          <w:lang w:val="fr-FR"/>
        </w:rPr>
        <w:t>sociaux</w:t>
      </w:r>
      <w:r w:rsidR="0055151E" w:rsidRPr="006559E2">
        <w:rPr>
          <w:spacing w:val="-1"/>
          <w:lang w:val="fr-FR"/>
        </w:rPr>
        <w:t xml:space="preserve"> </w:t>
      </w:r>
      <w:r w:rsidR="0055151E" w:rsidRPr="006559E2">
        <w:rPr>
          <w:lang w:val="fr-FR"/>
        </w:rPr>
        <w:t xml:space="preserve">:  </w:t>
      </w:r>
      <w:r w:rsidR="0055151E" w:rsidRPr="006559E2">
        <w:rPr>
          <w:spacing w:val="42"/>
          <w:lang w:val="fr-FR"/>
        </w:rPr>
        <w:t xml:space="preserve"> </w:t>
      </w:r>
      <w:r w:rsidR="0055151E" w:rsidRPr="006559E2">
        <w:rPr>
          <w:position w:val="-1"/>
          <w:lang w:val="fr-FR"/>
        </w:rPr>
        <w:t>Oui</w:t>
      </w:r>
      <w:r w:rsidR="0055151E" w:rsidRPr="006559E2">
        <w:rPr>
          <w:position w:val="-1"/>
          <w:lang w:val="fr-FR"/>
        </w:rPr>
        <w:tab/>
      </w:r>
      <w:r w:rsidR="0055151E" w:rsidRPr="006559E2">
        <w:rPr>
          <w:spacing w:val="-1"/>
          <w:position w:val="-1"/>
          <w:lang w:val="fr-FR"/>
        </w:rPr>
        <w:t>Non</w:t>
      </w:r>
    </w:p>
    <w:p w:rsidR="00390C5B" w:rsidRPr="006559E2" w:rsidRDefault="00390C5B">
      <w:pPr>
        <w:spacing w:before="11"/>
        <w:rPr>
          <w:rFonts w:ascii="Arial" w:eastAsia="Arial" w:hAnsi="Arial" w:cs="Arial"/>
          <w:sz w:val="18"/>
          <w:szCs w:val="18"/>
          <w:lang w:val="fr-FR"/>
        </w:rPr>
      </w:pPr>
    </w:p>
    <w:p w:rsidR="00390C5B" w:rsidRPr="006559E2" w:rsidRDefault="006559E2">
      <w:pPr>
        <w:pStyle w:val="Corpsdetexte"/>
        <w:tabs>
          <w:tab w:val="left" w:pos="1661"/>
        </w:tabs>
        <w:rPr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856" behindDoc="1" locked="0" layoutInCell="1" allowOverlap="1">
                <wp:simplePos x="0" y="0"/>
                <wp:positionH relativeFrom="page">
                  <wp:posOffset>1833245</wp:posOffset>
                </wp:positionH>
                <wp:positionV relativeFrom="paragraph">
                  <wp:posOffset>0</wp:posOffset>
                </wp:positionV>
                <wp:extent cx="88900" cy="88900"/>
                <wp:effectExtent l="13970" t="9525" r="11430" b="6350"/>
                <wp:wrapNone/>
                <wp:docPr id="202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2887" y="0"/>
                          <a:chExt cx="140" cy="140"/>
                        </a:xfrm>
                      </wpg:grpSpPr>
                      <wps:wsp>
                        <wps:cNvPr id="203" name="Freeform 198"/>
                        <wps:cNvSpPr>
                          <a:spLocks/>
                        </wps:cNvSpPr>
                        <wps:spPr bwMode="auto">
                          <a:xfrm>
                            <a:off x="2887" y="0"/>
                            <a:ext cx="140" cy="140"/>
                          </a:xfrm>
                          <a:custGeom>
                            <a:avLst/>
                            <a:gdLst>
                              <a:gd name="T0" fmla="+- 0 2887 2887"/>
                              <a:gd name="T1" fmla="*/ T0 w 140"/>
                              <a:gd name="T2" fmla="*/ 140 h 140"/>
                              <a:gd name="T3" fmla="+- 0 3027 2887"/>
                              <a:gd name="T4" fmla="*/ T3 w 140"/>
                              <a:gd name="T5" fmla="*/ 140 h 140"/>
                              <a:gd name="T6" fmla="+- 0 3027 2887"/>
                              <a:gd name="T7" fmla="*/ T6 w 140"/>
                              <a:gd name="T8" fmla="*/ 0 h 140"/>
                              <a:gd name="T9" fmla="+- 0 2887 2887"/>
                              <a:gd name="T10" fmla="*/ T9 w 140"/>
                              <a:gd name="T11" fmla="*/ 0 h 140"/>
                              <a:gd name="T12" fmla="+- 0 2887 2887"/>
                              <a:gd name="T13" fmla="*/ T12 w 140"/>
                              <a:gd name="T14" fmla="*/ 140 h 14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7" o:spid="_x0000_s1026" style="position:absolute;margin-left:144.35pt;margin-top:0;width:7pt;height:7pt;z-index:-13624;mso-position-horizontal-relative:page" coordorigin="2887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">
                <v:shape id="Freeform 198" o:spid="_x0000_s1027" style="position:absolute;left:2887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LwisUA&#10;AADcAAAADwAAAGRycy9kb3ducmV2LnhtbESPT2vCQBTE7wW/w/IKvdWNSkOMrqJSodCD+O/+zD6T&#10;0OzbuLvVtJ++WxA8DjPzG2Y670wjruR8bVnBoJ+AIC6srrlUcNivXzMQPiBrbCyTgh/yMJ/1nqaY&#10;a3vjLV13oRQRwj5HBVUIbS6lLyoy6Pu2JY7e2TqDIUpXSu3wFuGmkcMkSaXBmuNChS2tKiq+dt9G&#10;Qfa2dviZvp/GbvRrl4PLZXPMUqVenrvFBESgLjzC9/aHVjBMRvB/Jh4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vCKxQAAANwAAAAPAAAAAAAAAAAAAAAAAJgCAABkcnMv&#10;ZG93bnJldi54bWxQSwUGAAAAAAQABAD1AAAAigMAAAAA&#10;" path="m,140r140,l140,,,,,140xe" filled="f" strokeweight=".5pt">
                  <v:path arrowok="t" o:connecttype="custom" o:connectlocs="0,140;140,140;140,0;0,0;0,14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624" behindDoc="0" locked="0" layoutInCell="1" allowOverlap="1">
                <wp:simplePos x="0" y="0"/>
                <wp:positionH relativeFrom="page">
                  <wp:posOffset>2893695</wp:posOffset>
                </wp:positionH>
                <wp:positionV relativeFrom="paragraph">
                  <wp:posOffset>0</wp:posOffset>
                </wp:positionV>
                <wp:extent cx="88900" cy="88900"/>
                <wp:effectExtent l="7620" t="9525" r="8255" b="6350"/>
                <wp:wrapNone/>
                <wp:docPr id="200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4557" y="0"/>
                          <a:chExt cx="140" cy="140"/>
                        </a:xfrm>
                      </wpg:grpSpPr>
                      <wps:wsp>
                        <wps:cNvPr id="201" name="Freeform 196"/>
                        <wps:cNvSpPr>
                          <a:spLocks/>
                        </wps:cNvSpPr>
                        <wps:spPr bwMode="auto">
                          <a:xfrm>
                            <a:off x="4557" y="0"/>
                            <a:ext cx="140" cy="140"/>
                          </a:xfrm>
                          <a:custGeom>
                            <a:avLst/>
                            <a:gdLst>
                              <a:gd name="T0" fmla="+- 0 4557 4557"/>
                              <a:gd name="T1" fmla="*/ T0 w 140"/>
                              <a:gd name="T2" fmla="*/ 140 h 140"/>
                              <a:gd name="T3" fmla="+- 0 4697 4557"/>
                              <a:gd name="T4" fmla="*/ T3 w 140"/>
                              <a:gd name="T5" fmla="*/ 140 h 140"/>
                              <a:gd name="T6" fmla="+- 0 4697 4557"/>
                              <a:gd name="T7" fmla="*/ T6 w 140"/>
                              <a:gd name="T8" fmla="*/ 0 h 140"/>
                              <a:gd name="T9" fmla="+- 0 4557 4557"/>
                              <a:gd name="T10" fmla="*/ T9 w 140"/>
                              <a:gd name="T11" fmla="*/ 0 h 140"/>
                              <a:gd name="T12" fmla="+- 0 4557 4557"/>
                              <a:gd name="T13" fmla="*/ T12 w 140"/>
                              <a:gd name="T14" fmla="*/ 140 h 14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5" o:spid="_x0000_s1026" style="position:absolute;margin-left:227.85pt;margin-top:0;width:7pt;height:7pt;z-index:1624;mso-position-horizontal-relative:page" coordorigin="4557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">
                <v:shape id="Freeform 196" o:spid="_x0000_s1027" style="position:absolute;left:4557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zLZsUA&#10;AADcAAAADwAAAGRycy9kb3ducmV2LnhtbESPT2vCQBTE7wW/w/KE3uomloYYXUVLhYKH4r/7M/ua&#10;hGbfxt2tpn76bqHgcZiZ3zCzRW9acSHnG8sK0lECgri0uuFKwWG/fspB+ICssbVMCn7Iw2I+eJhh&#10;oe2Vt3TZhUpECPsCFdQhdIWUvqzJoB/Zjjh6n9YZDFG6SmqH1wg3rRwnSSYNNhwXauzotabya/dt&#10;FOQva4eb7O00cc83u0rP549jnin1OOyXUxCB+nAP/7fftYJxksL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LMtmxQAAANwAAAAPAAAAAAAAAAAAAAAAAJgCAABkcnMv&#10;ZG93bnJldi54bWxQSwUGAAAAAAQABAD1AAAAigMAAAAA&#10;" path="m,140r140,l140,,,,,140xe" filled="f" strokeweight=".5pt">
                  <v:path arrowok="t" o:connecttype="custom" o:connectlocs="0,140;140,140;140,0;0,0;0,140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lang w:val="fr-FR"/>
        </w:rPr>
        <w:t>Volontaire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lang w:val="fr-FR"/>
        </w:rPr>
        <w:t>:</w:t>
      </w:r>
      <w:r w:rsidR="0055151E" w:rsidRPr="006559E2">
        <w:rPr>
          <w:lang w:val="fr-FR"/>
        </w:rPr>
        <w:tab/>
        <w:t>Mandat</w:t>
      </w:r>
      <w:r w:rsidR="0055151E" w:rsidRPr="006559E2">
        <w:rPr>
          <w:spacing w:val="-1"/>
          <w:lang w:val="fr-FR"/>
        </w:rPr>
        <w:t xml:space="preserve"> électoral</w:t>
      </w:r>
      <w:r w:rsidR="0055151E" w:rsidRPr="006559E2">
        <w:rPr>
          <w:lang w:val="fr-FR"/>
        </w:rPr>
        <w:t xml:space="preserve"> :</w:t>
      </w:r>
    </w:p>
    <w:p w:rsidR="00390C5B" w:rsidRPr="006559E2" w:rsidRDefault="0055151E">
      <w:pPr>
        <w:pStyle w:val="Corpsdetexte"/>
        <w:tabs>
          <w:tab w:val="left" w:pos="863"/>
        </w:tabs>
        <w:spacing w:before="77"/>
        <w:ind w:left="98"/>
        <w:rPr>
          <w:lang w:val="fr-FR"/>
        </w:rPr>
      </w:pPr>
      <w:r w:rsidRPr="006559E2">
        <w:rPr>
          <w:lang w:val="fr-FR"/>
        </w:rPr>
        <w:br w:type="column"/>
      </w:r>
      <w:r w:rsidRPr="006559E2">
        <w:rPr>
          <w:lang w:val="fr-FR"/>
        </w:rPr>
        <w:lastRenderedPageBreak/>
        <w:t>Oui</w:t>
      </w:r>
      <w:r w:rsidRPr="006559E2">
        <w:rPr>
          <w:lang w:val="fr-FR"/>
        </w:rPr>
        <w:tab/>
      </w:r>
      <w:r w:rsidRPr="006559E2">
        <w:rPr>
          <w:spacing w:val="-1"/>
          <w:position w:val="1"/>
          <w:lang w:val="fr-FR"/>
        </w:rPr>
        <w:t>Non</w:t>
      </w:r>
    </w:p>
    <w:p w:rsidR="00390C5B" w:rsidRPr="006559E2" w:rsidRDefault="00390C5B">
      <w:pPr>
        <w:spacing w:before="9"/>
        <w:rPr>
          <w:rFonts w:ascii="Arial" w:eastAsia="Arial" w:hAnsi="Arial" w:cs="Arial"/>
          <w:sz w:val="17"/>
          <w:szCs w:val="17"/>
          <w:lang w:val="fr-FR"/>
        </w:rPr>
      </w:pPr>
    </w:p>
    <w:p w:rsidR="00390C5B" w:rsidRPr="006559E2" w:rsidRDefault="006559E2">
      <w:pPr>
        <w:pStyle w:val="Corpsdetexte"/>
        <w:tabs>
          <w:tab w:val="left" w:pos="863"/>
        </w:tabs>
        <w:ind w:left="98"/>
        <w:rPr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712" behindDoc="1" locked="0" layoutInCell="1" allowOverlap="1">
                <wp:simplePos x="0" y="0"/>
                <wp:positionH relativeFrom="page">
                  <wp:posOffset>6551930</wp:posOffset>
                </wp:positionH>
                <wp:positionV relativeFrom="paragraph">
                  <wp:posOffset>-252095</wp:posOffset>
                </wp:positionV>
                <wp:extent cx="88900" cy="88900"/>
                <wp:effectExtent l="8255" t="5080" r="7620" b="10795"/>
                <wp:wrapNone/>
                <wp:docPr id="198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10318" y="-397"/>
                          <a:chExt cx="140" cy="140"/>
                        </a:xfrm>
                      </wpg:grpSpPr>
                      <wps:wsp>
                        <wps:cNvPr id="199" name="Freeform 194"/>
                        <wps:cNvSpPr>
                          <a:spLocks/>
                        </wps:cNvSpPr>
                        <wps:spPr bwMode="auto">
                          <a:xfrm>
                            <a:off x="10318" y="-397"/>
                            <a:ext cx="140" cy="140"/>
                          </a:xfrm>
                          <a:custGeom>
                            <a:avLst/>
                            <a:gdLst>
                              <a:gd name="T0" fmla="+- 0 10318 10318"/>
                              <a:gd name="T1" fmla="*/ T0 w 140"/>
                              <a:gd name="T2" fmla="+- 0 -257 -397"/>
                              <a:gd name="T3" fmla="*/ -257 h 140"/>
                              <a:gd name="T4" fmla="+- 0 10458 10318"/>
                              <a:gd name="T5" fmla="*/ T4 w 140"/>
                              <a:gd name="T6" fmla="+- 0 -257 -397"/>
                              <a:gd name="T7" fmla="*/ -257 h 140"/>
                              <a:gd name="T8" fmla="+- 0 10458 10318"/>
                              <a:gd name="T9" fmla="*/ T8 w 140"/>
                              <a:gd name="T10" fmla="+- 0 -397 -397"/>
                              <a:gd name="T11" fmla="*/ -397 h 140"/>
                              <a:gd name="T12" fmla="+- 0 10318 10318"/>
                              <a:gd name="T13" fmla="*/ T12 w 140"/>
                              <a:gd name="T14" fmla="+- 0 -397 -397"/>
                              <a:gd name="T15" fmla="*/ -397 h 140"/>
                              <a:gd name="T16" fmla="+- 0 10318 10318"/>
                              <a:gd name="T17" fmla="*/ T16 w 140"/>
                              <a:gd name="T18" fmla="+- 0 -257 -397"/>
                              <a:gd name="T19" fmla="*/ -257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3" o:spid="_x0000_s1026" style="position:absolute;margin-left:515.9pt;margin-top:-19.85pt;width:7pt;height:7pt;z-index:-13768;mso-position-horizontal-relative:page" coordorigin="10318,-397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">
                <v:shape id="Freeform 194" o:spid="_x0000_s1027" style="position:absolute;left:10318;top:-397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Uzm8MA&#10;AADcAAAADwAAAGRycy9kb3ducmV2LnhtbERPS2vCQBC+F/oflin0VjdaDEl0lVoqFDwUX/cxOyah&#10;2dm4u9Xor+8WCt7m43vOdN6bVpzJ+cayguEgAUFcWt1wpWC3Xb5kIHxA1thaJgVX8jCfPT5MsdD2&#10;wms6b0IlYgj7AhXUIXSFlL6syaAf2I44ckfrDIYIXSW1w0sMN60cJUkqDTYcG2rs6L2m8nvzYxRk&#10;46XDVfpxyN3rzS6Gp9PXPkuVen7q3yYgAvXhLv53f+o4P8/h75l4gZ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Uzm8MAAADcAAAADwAAAAAAAAAAAAAAAACYAgAAZHJzL2Rv&#10;d25yZXYueG1sUEsFBgAAAAAEAAQA9QAAAIgDAAAAAA==&#10;" path="m,140r140,l140,,,,,140xe" filled="f" strokeweight=".5pt">
                  <v:path arrowok="t" o:connecttype="custom" o:connectlocs="0,-257;140,-257;140,-397;0,-397;0,-257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480" behindDoc="0" locked="0" layoutInCell="1" allowOverlap="1">
                <wp:simplePos x="0" y="0"/>
                <wp:positionH relativeFrom="page">
                  <wp:posOffset>7056120</wp:posOffset>
                </wp:positionH>
                <wp:positionV relativeFrom="paragraph">
                  <wp:posOffset>-233680</wp:posOffset>
                </wp:positionV>
                <wp:extent cx="88900" cy="88900"/>
                <wp:effectExtent l="7620" t="13970" r="8255" b="11430"/>
                <wp:wrapNone/>
                <wp:docPr id="196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11112" y="-368"/>
                          <a:chExt cx="140" cy="140"/>
                        </a:xfrm>
                      </wpg:grpSpPr>
                      <wps:wsp>
                        <wps:cNvPr id="197" name="Freeform 192"/>
                        <wps:cNvSpPr>
                          <a:spLocks/>
                        </wps:cNvSpPr>
                        <wps:spPr bwMode="auto">
                          <a:xfrm>
                            <a:off x="11112" y="-368"/>
                            <a:ext cx="140" cy="140"/>
                          </a:xfrm>
                          <a:custGeom>
                            <a:avLst/>
                            <a:gdLst>
                              <a:gd name="T0" fmla="+- 0 11112 11112"/>
                              <a:gd name="T1" fmla="*/ T0 w 140"/>
                              <a:gd name="T2" fmla="+- 0 -228 -368"/>
                              <a:gd name="T3" fmla="*/ -228 h 140"/>
                              <a:gd name="T4" fmla="+- 0 11252 11112"/>
                              <a:gd name="T5" fmla="*/ T4 w 140"/>
                              <a:gd name="T6" fmla="+- 0 -228 -368"/>
                              <a:gd name="T7" fmla="*/ -228 h 140"/>
                              <a:gd name="T8" fmla="+- 0 11252 11112"/>
                              <a:gd name="T9" fmla="*/ T8 w 140"/>
                              <a:gd name="T10" fmla="+- 0 -368 -368"/>
                              <a:gd name="T11" fmla="*/ -368 h 140"/>
                              <a:gd name="T12" fmla="+- 0 11112 11112"/>
                              <a:gd name="T13" fmla="*/ T12 w 140"/>
                              <a:gd name="T14" fmla="+- 0 -368 -368"/>
                              <a:gd name="T15" fmla="*/ -368 h 140"/>
                              <a:gd name="T16" fmla="+- 0 11112 11112"/>
                              <a:gd name="T17" fmla="*/ T16 w 140"/>
                              <a:gd name="T18" fmla="+- 0 -228 -368"/>
                              <a:gd name="T19" fmla="*/ -228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1" o:spid="_x0000_s1026" style="position:absolute;margin-left:555.6pt;margin-top:-18.4pt;width:7pt;height:7pt;z-index:1480;mso-position-horizontal-relative:page" coordorigin="11112,-368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">
                <v:shape id="Freeform 192" o:spid="_x0000_s1027" style="position:absolute;left:11112;top:-368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YCcsQA&#10;AADcAAAADwAAAGRycy9kb3ducmV2LnhtbERPS2vCQBC+F/wPyxR6040tpjG6ii0KQg9SH/cxOyah&#10;2dm4u9XYX98tCL3Nx/ec6bwzjbiQ87VlBcNBAoK4sLrmUsF+t+pnIHxA1thYJgU38jCf9R6mmGt7&#10;5U+6bEMpYgj7HBVUIbS5lL6oyKAf2JY4cifrDIYIXSm1w2sMN418TpJUGqw5NlTY0ntFxdf22yjI&#10;RiuHH+nyOHYvP/ZteD5vDlmq1NNjt5iACNSFf/HdvdZx/vgV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mAnLEAAAA3AAAAA8AAAAAAAAAAAAAAAAAmAIAAGRycy9k&#10;b3ducmV2LnhtbFBLBQYAAAAABAAEAPUAAACJAwAAAAA=&#10;" path="m,140r140,l140,,,,,140xe" filled="f" strokeweight=".5pt">
                  <v:path arrowok="t" o:connecttype="custom" o:connectlocs="0,-228;140,-228;140,-368;0,-368;0,-228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760" behindDoc="1" locked="0" layoutInCell="1" allowOverlap="1">
                <wp:simplePos x="0" y="0"/>
                <wp:positionH relativeFrom="page">
                  <wp:posOffset>6551930</wp:posOffset>
                </wp:positionH>
                <wp:positionV relativeFrom="paragraph">
                  <wp:posOffset>0</wp:posOffset>
                </wp:positionV>
                <wp:extent cx="88900" cy="88900"/>
                <wp:effectExtent l="8255" t="9525" r="7620" b="6350"/>
                <wp:wrapNone/>
                <wp:docPr id="194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10318" y="0"/>
                          <a:chExt cx="140" cy="140"/>
                        </a:xfrm>
                      </wpg:grpSpPr>
                      <wps:wsp>
                        <wps:cNvPr id="195" name="Freeform 190"/>
                        <wps:cNvSpPr>
                          <a:spLocks/>
                        </wps:cNvSpPr>
                        <wps:spPr bwMode="auto">
                          <a:xfrm>
                            <a:off x="10318" y="0"/>
                            <a:ext cx="140" cy="140"/>
                          </a:xfrm>
                          <a:custGeom>
                            <a:avLst/>
                            <a:gdLst>
                              <a:gd name="T0" fmla="+- 0 10318 10318"/>
                              <a:gd name="T1" fmla="*/ T0 w 140"/>
                              <a:gd name="T2" fmla="*/ 140 h 140"/>
                              <a:gd name="T3" fmla="+- 0 10458 10318"/>
                              <a:gd name="T4" fmla="*/ T3 w 140"/>
                              <a:gd name="T5" fmla="*/ 140 h 140"/>
                              <a:gd name="T6" fmla="+- 0 10458 10318"/>
                              <a:gd name="T7" fmla="*/ T6 w 140"/>
                              <a:gd name="T8" fmla="*/ 0 h 140"/>
                              <a:gd name="T9" fmla="+- 0 10318 10318"/>
                              <a:gd name="T10" fmla="*/ T9 w 140"/>
                              <a:gd name="T11" fmla="*/ 0 h 140"/>
                              <a:gd name="T12" fmla="+- 0 10318 10318"/>
                              <a:gd name="T13" fmla="*/ T12 w 140"/>
                              <a:gd name="T14" fmla="*/ 140 h 14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9" o:spid="_x0000_s1026" style="position:absolute;margin-left:515.9pt;margin-top:0;width:7pt;height:7pt;z-index:-13720;mso-position-horizontal-relative:page" coordorigin="10318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">
                <v:shape id="Freeform 190" o:spid="_x0000_s1027" style="position:absolute;left:10318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5nsMA&#10;AADcAAAADwAAAGRycy9kb3ducmV2LnhtbERPTWvCQBC9F/oflin0VjdaDDG6ikoFwYOo7X3MTpPQ&#10;7Gzc3Wr013cLgrd5vM+ZzDrTiDM5X1tW0O8lIIgLq2suFXweVm8ZCB+QNTaWScGVPMymz08TzLW9&#10;8I7O+1CKGMI+RwVVCG0upS8qMuh7tiWO3Ld1BkOErpTa4SWGm0YOkiSVBmuODRW2tKyo+Nn/GgXZ&#10;cOVwk34cR+79Zhf902n7laVKvb508zGIQF14iO/utY7zR0P4fyZeIK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g5nsMAAADcAAAADwAAAAAAAAAAAAAAAACYAgAAZHJzL2Rv&#10;d25yZXYueG1sUEsFBgAAAAAEAAQA9QAAAIgDAAAAAA==&#10;" path="m,140r140,l140,,,,,140xe" filled="f" strokeweight=".5pt">
                  <v:path arrowok="t" o:connecttype="custom" o:connectlocs="0,140;140,140;140,0;0,0;0,140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528" behindDoc="0" locked="0" layoutInCell="1" allowOverlap="1">
                <wp:simplePos x="0" y="0"/>
                <wp:positionH relativeFrom="page">
                  <wp:posOffset>7056120</wp:posOffset>
                </wp:positionH>
                <wp:positionV relativeFrom="paragraph">
                  <wp:posOffset>18415</wp:posOffset>
                </wp:positionV>
                <wp:extent cx="88900" cy="88900"/>
                <wp:effectExtent l="7620" t="8890" r="8255" b="6985"/>
                <wp:wrapNone/>
                <wp:docPr id="192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11112" y="29"/>
                          <a:chExt cx="140" cy="140"/>
                        </a:xfrm>
                      </wpg:grpSpPr>
                      <wps:wsp>
                        <wps:cNvPr id="193" name="Freeform 188"/>
                        <wps:cNvSpPr>
                          <a:spLocks/>
                        </wps:cNvSpPr>
                        <wps:spPr bwMode="auto">
                          <a:xfrm>
                            <a:off x="11112" y="29"/>
                            <a:ext cx="140" cy="140"/>
                          </a:xfrm>
                          <a:custGeom>
                            <a:avLst/>
                            <a:gdLst>
                              <a:gd name="T0" fmla="+- 0 11112 11112"/>
                              <a:gd name="T1" fmla="*/ T0 w 140"/>
                              <a:gd name="T2" fmla="+- 0 169 29"/>
                              <a:gd name="T3" fmla="*/ 169 h 140"/>
                              <a:gd name="T4" fmla="+- 0 11252 11112"/>
                              <a:gd name="T5" fmla="*/ T4 w 140"/>
                              <a:gd name="T6" fmla="+- 0 169 29"/>
                              <a:gd name="T7" fmla="*/ 169 h 140"/>
                              <a:gd name="T8" fmla="+- 0 11252 11112"/>
                              <a:gd name="T9" fmla="*/ T8 w 140"/>
                              <a:gd name="T10" fmla="+- 0 29 29"/>
                              <a:gd name="T11" fmla="*/ 29 h 140"/>
                              <a:gd name="T12" fmla="+- 0 11112 11112"/>
                              <a:gd name="T13" fmla="*/ T12 w 140"/>
                              <a:gd name="T14" fmla="+- 0 29 29"/>
                              <a:gd name="T15" fmla="*/ 29 h 140"/>
                              <a:gd name="T16" fmla="+- 0 11112 11112"/>
                              <a:gd name="T17" fmla="*/ T16 w 140"/>
                              <a:gd name="T18" fmla="+- 0 169 29"/>
                              <a:gd name="T19" fmla="*/ 169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7" o:spid="_x0000_s1026" style="position:absolute;margin-left:555.6pt;margin-top:1.45pt;width:7pt;height:7pt;z-index:1528;mso-position-horizontal-relative:page" coordorigin="11112,29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">
                <v:shape id="Freeform 188" o:spid="_x0000_s1027" style="position:absolute;left:11112;top:29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0EccMA&#10;AADcAAAADwAAAGRycy9kb3ducmV2LnhtbERPS2vCQBC+F/oflin0VjdWDDG6SlsqFDyIr/uYHZNg&#10;djbubjX667sFwdt8fM+ZzDrTiDM5X1tW0O8lIIgLq2suFWw387cMhA/IGhvLpOBKHmbT56cJ5tpe&#10;eEXndShFDGGfo4IqhDaX0hcVGfQ92xJH7mCdwRChK6V2eInhppHvSZJKgzXHhgpb+qqoOK5/jYJs&#10;OHe4SL/3Ize42c/+6bTcZalSry/dxxhEoC48xHf3j47zRwP4fyZeIK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0EccMAAADcAAAADwAAAAAAAAAAAAAAAACYAgAAZHJzL2Rv&#10;d25yZXYueG1sUEsFBgAAAAAEAAQA9QAAAIgDAAAAAA==&#10;" path="m,140r140,l140,,,,,140xe" filled="f" strokeweight=".5pt">
                  <v:path arrowok="t" o:connecttype="custom" o:connectlocs="0,169;140,169;140,29;0,29;0,169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lang w:val="fr-FR"/>
        </w:rPr>
        <w:t>Oui</w:t>
      </w:r>
      <w:r w:rsidR="0055151E" w:rsidRPr="006559E2">
        <w:rPr>
          <w:lang w:val="fr-FR"/>
        </w:rPr>
        <w:tab/>
      </w:r>
      <w:r w:rsidR="0055151E" w:rsidRPr="006559E2">
        <w:rPr>
          <w:spacing w:val="-1"/>
          <w:lang w:val="fr-FR"/>
        </w:rPr>
        <w:t>Non</w:t>
      </w:r>
    </w:p>
    <w:p w:rsidR="00390C5B" w:rsidRPr="006559E2" w:rsidRDefault="00390C5B">
      <w:pPr>
        <w:rPr>
          <w:lang w:val="fr-FR"/>
        </w:rPr>
        <w:sectPr w:rsidR="00390C5B" w:rsidRPr="006559E2">
          <w:type w:val="continuous"/>
          <w:pgSz w:w="11910" w:h="16840"/>
          <w:pgMar w:top="260" w:right="260" w:bottom="680" w:left="440" w:header="720" w:footer="720" w:gutter="0"/>
          <w:cols w:num="3" w:space="720" w:equalWidth="0">
            <w:col w:w="796" w:space="338"/>
            <w:col w:w="8295" w:space="40"/>
            <w:col w:w="1741"/>
          </w:cols>
        </w:sectPr>
      </w:pPr>
    </w:p>
    <w:p w:rsidR="00390C5B" w:rsidRPr="006559E2" w:rsidRDefault="00390C5B">
      <w:pPr>
        <w:spacing w:before="6"/>
        <w:rPr>
          <w:rFonts w:ascii="Arial" w:eastAsia="Arial" w:hAnsi="Arial" w:cs="Arial"/>
          <w:sz w:val="18"/>
          <w:szCs w:val="18"/>
          <w:lang w:val="fr-FR"/>
        </w:rPr>
      </w:pPr>
    </w:p>
    <w:p w:rsidR="00390C5B" w:rsidRPr="006559E2" w:rsidRDefault="006559E2">
      <w:pPr>
        <w:pStyle w:val="Titre2"/>
        <w:tabs>
          <w:tab w:val="left" w:pos="4407"/>
          <w:tab w:val="left" w:pos="5257"/>
        </w:tabs>
        <w:spacing w:before="81"/>
        <w:rPr>
          <w:rFonts w:cs="Arial"/>
          <w:b w:val="0"/>
          <w:bCs w:val="0"/>
          <w:sz w:val="16"/>
          <w:szCs w:val="16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616" behindDoc="1" locked="0" layoutInCell="1" allowOverlap="1">
                <wp:simplePos x="0" y="0"/>
                <wp:positionH relativeFrom="page">
                  <wp:posOffset>3275965</wp:posOffset>
                </wp:positionH>
                <wp:positionV relativeFrom="paragraph">
                  <wp:posOffset>71755</wp:posOffset>
                </wp:positionV>
                <wp:extent cx="88900" cy="88900"/>
                <wp:effectExtent l="8890" t="5080" r="6985" b="10795"/>
                <wp:wrapNone/>
                <wp:docPr id="190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5159" y="113"/>
                          <a:chExt cx="140" cy="140"/>
                        </a:xfrm>
                      </wpg:grpSpPr>
                      <wps:wsp>
                        <wps:cNvPr id="191" name="Freeform 186"/>
                        <wps:cNvSpPr>
                          <a:spLocks/>
                        </wps:cNvSpPr>
                        <wps:spPr bwMode="auto">
                          <a:xfrm>
                            <a:off x="5159" y="113"/>
                            <a:ext cx="140" cy="140"/>
                          </a:xfrm>
                          <a:custGeom>
                            <a:avLst/>
                            <a:gdLst>
                              <a:gd name="T0" fmla="+- 0 5159 5159"/>
                              <a:gd name="T1" fmla="*/ T0 w 140"/>
                              <a:gd name="T2" fmla="+- 0 253 113"/>
                              <a:gd name="T3" fmla="*/ 253 h 140"/>
                              <a:gd name="T4" fmla="+- 0 5299 5159"/>
                              <a:gd name="T5" fmla="*/ T4 w 140"/>
                              <a:gd name="T6" fmla="+- 0 253 113"/>
                              <a:gd name="T7" fmla="*/ 253 h 140"/>
                              <a:gd name="T8" fmla="+- 0 5299 5159"/>
                              <a:gd name="T9" fmla="*/ T8 w 140"/>
                              <a:gd name="T10" fmla="+- 0 113 113"/>
                              <a:gd name="T11" fmla="*/ 113 h 140"/>
                              <a:gd name="T12" fmla="+- 0 5159 5159"/>
                              <a:gd name="T13" fmla="*/ T12 w 140"/>
                              <a:gd name="T14" fmla="+- 0 113 113"/>
                              <a:gd name="T15" fmla="*/ 113 h 140"/>
                              <a:gd name="T16" fmla="+- 0 5159 5159"/>
                              <a:gd name="T17" fmla="*/ T16 w 140"/>
                              <a:gd name="T18" fmla="+- 0 253 113"/>
                              <a:gd name="T19" fmla="*/ 253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5" o:spid="_x0000_s1026" style="position:absolute;margin-left:257.95pt;margin-top:5.65pt;width:7pt;height:7pt;z-index:-13864;mso-position-horizontal-relative:page" coordorigin="5159,113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">
                <v:shape id="Freeform 186" o:spid="_x0000_s1027" style="position:absolute;left:5159;top:113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/ncMA&#10;AADcAAAADwAAAGRycy9kb3ducmV2LnhtbERPS2vCQBC+F/wPywi91U0sDTG6ipYKhR6Kr/uYHZNg&#10;djbubjXtr+8WCt7m43vObNGbVlzJ+caygnSUgCAurW64UrDfrZ9yED4ga2wtk4Jv8rCYDx5mWGh7&#10;4w1dt6ESMYR9gQrqELpCSl/WZNCPbEccuZN1BkOErpLa4S2Gm1aOkySTBhuODTV29FpTed5+GQX5&#10;y9rhR/Z2nLjnH7tKL5fPQ54p9Tjsl1MQgfpwF/+733WcP0n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/ncMAAADcAAAADwAAAAAAAAAAAAAAAACYAgAAZHJzL2Rv&#10;d25yZXYueG1sUEsFBgAAAAAEAAQA9QAAAIgDAAAAAA==&#10;" path="m,140r140,l140,,,,,140xe" filled="f" strokeweight=".5pt">
                  <v:path arrowok="t" o:connecttype="custom" o:connectlocs="0,253;140,253;140,113;0,113;0,253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3815715</wp:posOffset>
                </wp:positionH>
                <wp:positionV relativeFrom="paragraph">
                  <wp:posOffset>71755</wp:posOffset>
                </wp:positionV>
                <wp:extent cx="88900" cy="88900"/>
                <wp:effectExtent l="5715" t="5080" r="10160" b="10795"/>
                <wp:wrapNone/>
                <wp:docPr id="188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6009" y="113"/>
                          <a:chExt cx="140" cy="140"/>
                        </a:xfrm>
                      </wpg:grpSpPr>
                      <wps:wsp>
                        <wps:cNvPr id="189" name="Freeform 184"/>
                        <wps:cNvSpPr>
                          <a:spLocks/>
                        </wps:cNvSpPr>
                        <wps:spPr bwMode="auto">
                          <a:xfrm>
                            <a:off x="6009" y="113"/>
                            <a:ext cx="140" cy="140"/>
                          </a:xfrm>
                          <a:custGeom>
                            <a:avLst/>
                            <a:gdLst>
                              <a:gd name="T0" fmla="+- 0 6009 6009"/>
                              <a:gd name="T1" fmla="*/ T0 w 140"/>
                              <a:gd name="T2" fmla="+- 0 253 113"/>
                              <a:gd name="T3" fmla="*/ 253 h 140"/>
                              <a:gd name="T4" fmla="+- 0 6149 6009"/>
                              <a:gd name="T5" fmla="*/ T4 w 140"/>
                              <a:gd name="T6" fmla="+- 0 253 113"/>
                              <a:gd name="T7" fmla="*/ 253 h 140"/>
                              <a:gd name="T8" fmla="+- 0 6149 6009"/>
                              <a:gd name="T9" fmla="*/ T8 w 140"/>
                              <a:gd name="T10" fmla="+- 0 113 113"/>
                              <a:gd name="T11" fmla="*/ 113 h 140"/>
                              <a:gd name="T12" fmla="+- 0 6009 6009"/>
                              <a:gd name="T13" fmla="*/ T12 w 140"/>
                              <a:gd name="T14" fmla="+- 0 113 113"/>
                              <a:gd name="T15" fmla="*/ 113 h 140"/>
                              <a:gd name="T16" fmla="+- 0 6009 6009"/>
                              <a:gd name="T17" fmla="*/ T16 w 140"/>
                              <a:gd name="T18" fmla="+- 0 253 113"/>
                              <a:gd name="T19" fmla="*/ 253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300.45pt;margin-top:5.65pt;width:7pt;height:7pt;z-index:1384;mso-position-horizontal-relative:page" coordorigin="6009,113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">
                <v:shape id="Freeform 184" o:spid="_x0000_s1027" style="position:absolute;left:6009;top:113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lRsMA&#10;AADcAAAADwAAAGRycy9kb3ducmV2LnhtbERPTWvCQBC9C/0PyxS86UbFEKOr1FKh0INo633Mjklo&#10;djbubjX213cLgrd5vM9ZrDrTiAs5X1tWMBomIIgLq2suFXx9bgYZCB+QNTaWScGNPKyWT70F5tpe&#10;eUeXfShFDGGfo4IqhDaX0hcVGfRD2xJH7mSdwRChK6V2eI3hppHjJEmlwZpjQ4UtvVZUfO9/jIJs&#10;unH4kb4dZ27ya9ej83l7yFKl+s/dyxxEoC48xHf3u47zsxn8PxMv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lRsMAAADcAAAADwAAAAAAAAAAAAAAAACYAgAAZHJzL2Rv&#10;d25yZXYueG1sUEsFBgAAAAAEAAQA9QAAAIgDAAAAAA==&#10;" path="m,140r140,l140,,,,,140xe" filled="f" strokeweight=".5pt">
                  <v:path arrowok="t" o:connecttype="custom" o:connectlocs="0,253;140,253;140,113;0,113;0,253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lang w:val="fr-FR"/>
        </w:rPr>
        <w:t>Êtes-vous</w:t>
      </w:r>
      <w:r w:rsidR="0055151E" w:rsidRPr="006559E2">
        <w:rPr>
          <w:spacing w:val="-6"/>
          <w:lang w:val="fr-FR"/>
        </w:rPr>
        <w:t xml:space="preserve"> </w:t>
      </w:r>
      <w:r w:rsidR="0055151E" w:rsidRPr="006559E2">
        <w:rPr>
          <w:spacing w:val="-1"/>
          <w:lang w:val="fr-FR"/>
        </w:rPr>
        <w:t>reconnu</w:t>
      </w:r>
      <w:r w:rsidR="0055151E" w:rsidRPr="006559E2">
        <w:rPr>
          <w:spacing w:val="-4"/>
          <w:lang w:val="fr-FR"/>
        </w:rPr>
        <w:t xml:space="preserve"> </w:t>
      </w:r>
      <w:r w:rsidR="0055151E" w:rsidRPr="006559E2">
        <w:rPr>
          <w:lang w:val="fr-FR"/>
        </w:rPr>
        <w:t>travailleur</w:t>
      </w:r>
      <w:r w:rsidR="0055151E" w:rsidRPr="006559E2">
        <w:rPr>
          <w:spacing w:val="-6"/>
          <w:lang w:val="fr-FR"/>
        </w:rPr>
        <w:t xml:space="preserve"> </w:t>
      </w:r>
      <w:r w:rsidR="0055151E" w:rsidRPr="006559E2">
        <w:rPr>
          <w:lang w:val="fr-FR"/>
        </w:rPr>
        <w:t>handicapé</w:t>
      </w:r>
      <w:r w:rsidR="0055151E" w:rsidRPr="006559E2">
        <w:rPr>
          <w:spacing w:val="-5"/>
          <w:lang w:val="fr-FR"/>
        </w:rPr>
        <w:t xml:space="preserve"> </w:t>
      </w:r>
      <w:r w:rsidR="0055151E" w:rsidRPr="006559E2">
        <w:rPr>
          <w:lang w:val="fr-FR"/>
        </w:rPr>
        <w:t>:</w:t>
      </w:r>
      <w:r w:rsidR="0055151E" w:rsidRPr="006559E2">
        <w:rPr>
          <w:lang w:val="fr-FR"/>
        </w:rPr>
        <w:tab/>
      </w:r>
      <w:r w:rsidR="0055151E" w:rsidRPr="006559E2">
        <w:rPr>
          <w:b w:val="0"/>
          <w:position w:val="6"/>
          <w:sz w:val="16"/>
          <w:lang w:val="fr-FR"/>
        </w:rPr>
        <w:t>Oui</w:t>
      </w:r>
      <w:r w:rsidR="0055151E" w:rsidRPr="006559E2">
        <w:rPr>
          <w:b w:val="0"/>
          <w:position w:val="6"/>
          <w:sz w:val="16"/>
          <w:lang w:val="fr-FR"/>
        </w:rPr>
        <w:tab/>
      </w:r>
      <w:r w:rsidR="0055151E" w:rsidRPr="006559E2">
        <w:rPr>
          <w:b w:val="0"/>
          <w:spacing w:val="-1"/>
          <w:position w:val="6"/>
          <w:sz w:val="16"/>
          <w:lang w:val="fr-FR"/>
        </w:rPr>
        <w:t>Non</w:t>
      </w:r>
    </w:p>
    <w:p w:rsidR="00390C5B" w:rsidRPr="006559E2" w:rsidRDefault="00390C5B">
      <w:pPr>
        <w:rPr>
          <w:rFonts w:ascii="Arial" w:eastAsia="Arial" w:hAnsi="Arial" w:cs="Arial"/>
          <w:sz w:val="16"/>
          <w:szCs w:val="16"/>
          <w:lang w:val="fr-FR"/>
        </w:rPr>
        <w:sectPr w:rsidR="00390C5B" w:rsidRPr="006559E2">
          <w:type w:val="continuous"/>
          <w:pgSz w:w="11910" w:h="16840"/>
          <w:pgMar w:top="260" w:right="260" w:bottom="680" w:left="440" w:header="720" w:footer="720" w:gutter="0"/>
          <w:cols w:space="720"/>
        </w:sectPr>
      </w:pPr>
    </w:p>
    <w:p w:rsidR="00390C5B" w:rsidRPr="006559E2" w:rsidRDefault="0055151E">
      <w:pPr>
        <w:spacing w:line="255" w:lineRule="exact"/>
        <w:ind w:left="155"/>
        <w:rPr>
          <w:rFonts w:ascii="Arial" w:eastAsia="Arial" w:hAnsi="Arial" w:cs="Arial"/>
          <w:sz w:val="24"/>
          <w:szCs w:val="24"/>
          <w:lang w:val="fr-FR"/>
        </w:rPr>
      </w:pPr>
      <w:r w:rsidRPr="006559E2">
        <w:rPr>
          <w:rFonts w:ascii="Arial" w:hAnsi="Arial"/>
          <w:b/>
          <w:color w:val="408080"/>
          <w:spacing w:val="-1"/>
          <w:sz w:val="24"/>
          <w:lang w:val="fr-FR"/>
        </w:rPr>
        <w:lastRenderedPageBreak/>
        <w:t>RUBRIQUE</w:t>
      </w:r>
      <w:r w:rsidRPr="006559E2">
        <w:rPr>
          <w:rFonts w:ascii="Arial" w:hAns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4</w:t>
      </w:r>
      <w:r w:rsidRPr="006559E2">
        <w:rPr>
          <w:rFonts w:ascii="Arial" w:hAns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:</w:t>
      </w:r>
      <w:r w:rsidRPr="006559E2">
        <w:rPr>
          <w:rFonts w:ascii="Arial" w:hAnsi="Arial"/>
          <w:b/>
          <w:color w:val="408080"/>
          <w:spacing w:val="-4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pacing w:val="-1"/>
          <w:sz w:val="24"/>
          <w:lang w:val="fr-FR"/>
        </w:rPr>
        <w:t>Niveau</w:t>
      </w:r>
      <w:r w:rsidRPr="006559E2">
        <w:rPr>
          <w:rFonts w:ascii="Arial" w:hAnsi="Arial"/>
          <w:b/>
          <w:color w:val="408080"/>
          <w:spacing w:val="-4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de</w:t>
      </w:r>
      <w:r w:rsidRPr="006559E2">
        <w:rPr>
          <w:rFonts w:ascii="Arial" w:hAns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formation/Certification(s)</w:t>
      </w:r>
      <w:r w:rsidRPr="006559E2">
        <w:rPr>
          <w:rFonts w:ascii="Arial" w:hAnsi="Arial"/>
          <w:b/>
          <w:color w:val="408080"/>
          <w:spacing w:val="-4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obtenue(s)</w:t>
      </w:r>
      <w:r w:rsidRPr="006559E2">
        <w:rPr>
          <w:rFonts w:ascii="Arial" w:hAns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à</w:t>
      </w:r>
      <w:r w:rsidRPr="006559E2">
        <w:rPr>
          <w:rFonts w:ascii="Arial" w:hAns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la</w:t>
      </w:r>
      <w:r w:rsidRPr="006559E2">
        <w:rPr>
          <w:rFonts w:ascii="Arial" w:hAns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date</w:t>
      </w:r>
      <w:r w:rsidRPr="006559E2">
        <w:rPr>
          <w:rFonts w:ascii="Arial" w:hAns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de</w:t>
      </w:r>
      <w:r w:rsidRPr="006559E2">
        <w:rPr>
          <w:rFonts w:ascii="Arial" w:hAnsi="Arial"/>
          <w:b/>
          <w:color w:val="408080"/>
          <w:spacing w:val="-5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pacing w:val="-1"/>
          <w:sz w:val="24"/>
          <w:lang w:val="fr-FR"/>
        </w:rPr>
        <w:t>votre</w:t>
      </w:r>
      <w:r w:rsidRPr="006559E2">
        <w:rPr>
          <w:rFonts w:ascii="Arial" w:hAnsi="Arial"/>
          <w:b/>
          <w:color w:val="408080"/>
          <w:spacing w:val="-4"/>
          <w:sz w:val="24"/>
          <w:lang w:val="fr-FR"/>
        </w:rPr>
        <w:t xml:space="preserve"> </w:t>
      </w:r>
      <w:r w:rsidRPr="006559E2">
        <w:rPr>
          <w:rFonts w:ascii="Arial" w:hAnsi="Arial"/>
          <w:b/>
          <w:color w:val="408080"/>
          <w:sz w:val="24"/>
          <w:lang w:val="fr-FR"/>
        </w:rPr>
        <w:t>demande</w:t>
      </w:r>
    </w:p>
    <w:p w:rsidR="00390C5B" w:rsidRPr="006559E2" w:rsidRDefault="0055151E">
      <w:pPr>
        <w:spacing w:before="86"/>
        <w:ind w:left="155"/>
        <w:rPr>
          <w:rFonts w:ascii="Arial" w:eastAsia="Arial" w:hAnsi="Arial" w:cs="Arial"/>
          <w:sz w:val="16"/>
          <w:szCs w:val="16"/>
          <w:lang w:val="fr-FR"/>
        </w:rPr>
      </w:pPr>
      <w:r w:rsidRPr="006559E2">
        <w:rPr>
          <w:rFonts w:ascii="Arial" w:hAnsi="Arial"/>
          <w:i/>
          <w:sz w:val="16"/>
          <w:lang w:val="fr-FR"/>
        </w:rPr>
        <w:t>(</w:t>
      </w:r>
      <w:proofErr w:type="spellStart"/>
      <w:r w:rsidRPr="006559E2">
        <w:rPr>
          <w:rFonts w:ascii="Arial" w:hAnsi="Arial"/>
          <w:i/>
          <w:sz w:val="16"/>
          <w:lang w:val="fr-FR"/>
        </w:rPr>
        <w:t>cf.notice</w:t>
      </w:r>
      <w:proofErr w:type="spellEnd"/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: se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reporter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aux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définitions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de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la</w:t>
      </w:r>
      <w:r w:rsidRPr="006559E2">
        <w:rPr>
          <w:rFonts w:ascii="Arial" w:hAnsi="Arial"/>
          <w:i/>
          <w:sz w:val="16"/>
          <w:lang w:val="fr-FR"/>
        </w:rPr>
        <w:t xml:space="preserve"> rubrique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selon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le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numéro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du </w:t>
      </w:r>
      <w:r w:rsidRPr="006559E2">
        <w:rPr>
          <w:rFonts w:ascii="Arial" w:hAnsi="Arial"/>
          <w:i/>
          <w:sz w:val="16"/>
          <w:lang w:val="fr-FR"/>
        </w:rPr>
        <w:t>renvoi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et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inscrire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les</w:t>
      </w:r>
      <w:r w:rsidRPr="006559E2">
        <w:rPr>
          <w:rFonts w:ascii="Arial" w:hAnsi="Arial"/>
          <w:i/>
          <w:sz w:val="16"/>
          <w:lang w:val="fr-FR"/>
        </w:rPr>
        <w:t xml:space="preserve"> codes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correspondant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à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votre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situation)</w:t>
      </w:r>
    </w:p>
    <w:p w:rsidR="00390C5B" w:rsidRPr="006559E2" w:rsidRDefault="00390C5B">
      <w:pPr>
        <w:spacing w:before="6"/>
        <w:rPr>
          <w:rFonts w:ascii="Arial" w:eastAsia="Arial" w:hAnsi="Arial" w:cs="Arial"/>
          <w:i/>
          <w:sz w:val="20"/>
          <w:szCs w:val="20"/>
          <w:lang w:val="fr-FR"/>
        </w:rPr>
      </w:pPr>
    </w:p>
    <w:p w:rsidR="00390C5B" w:rsidRPr="006559E2" w:rsidRDefault="0055151E">
      <w:pPr>
        <w:pStyle w:val="Corpsdetexte"/>
        <w:tabs>
          <w:tab w:val="left" w:pos="2706"/>
          <w:tab w:val="left" w:pos="7241"/>
        </w:tabs>
        <w:spacing w:before="79"/>
        <w:rPr>
          <w:rFonts w:cs="Arial"/>
          <w:lang w:val="fr-FR"/>
        </w:rPr>
      </w:pPr>
      <w:r w:rsidRPr="006559E2">
        <w:rPr>
          <w:spacing w:val="-1"/>
          <w:lang w:val="fr-FR"/>
        </w:rPr>
        <w:t>Dernière</w:t>
      </w:r>
      <w:r w:rsidRPr="006559E2">
        <w:rPr>
          <w:lang w:val="fr-FR"/>
        </w:rPr>
        <w:t xml:space="preserve"> classe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 xml:space="preserve">suivie(1) </w:t>
      </w:r>
      <w:r w:rsidRPr="006559E2">
        <w:rPr>
          <w:b/>
          <w:lang w:val="fr-FR"/>
        </w:rPr>
        <w:t>:</w:t>
      </w:r>
      <w:r w:rsidRPr="006559E2">
        <w:rPr>
          <w:b/>
          <w:lang w:val="fr-FR"/>
        </w:rPr>
        <w:tab/>
      </w:r>
      <w:r w:rsidRPr="006559E2">
        <w:rPr>
          <w:lang w:val="fr-FR"/>
        </w:rPr>
        <w:t>Titre</w:t>
      </w:r>
      <w:r w:rsidRPr="006559E2">
        <w:rPr>
          <w:spacing w:val="-2"/>
          <w:lang w:val="fr-FR"/>
        </w:rPr>
        <w:t xml:space="preserve"> </w:t>
      </w:r>
      <w:r w:rsidRPr="006559E2">
        <w:rPr>
          <w:spacing w:val="-1"/>
          <w:lang w:val="fr-FR"/>
        </w:rPr>
        <w:t>ou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diplôme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le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plus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élevé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obtenu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en</w:t>
      </w:r>
      <w:r w:rsidRPr="006559E2">
        <w:rPr>
          <w:lang w:val="fr-FR"/>
        </w:rPr>
        <w:t xml:space="preserve"> France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(2)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:</w:t>
      </w:r>
      <w:r w:rsidRPr="006559E2">
        <w:rPr>
          <w:lang w:val="fr-FR"/>
        </w:rPr>
        <w:tab/>
        <w:t>Autre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certification</w:t>
      </w:r>
      <w:r w:rsidRPr="006559E2">
        <w:rPr>
          <w:spacing w:val="-1"/>
          <w:lang w:val="fr-FR"/>
        </w:rPr>
        <w:t xml:space="preserve"> obtenue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en</w:t>
      </w:r>
      <w:r w:rsidRPr="006559E2">
        <w:rPr>
          <w:lang w:val="fr-FR"/>
        </w:rPr>
        <w:t xml:space="preserve"> France(3)</w:t>
      </w:r>
      <w:r w:rsidRPr="006559E2">
        <w:rPr>
          <w:spacing w:val="-1"/>
          <w:lang w:val="fr-FR"/>
        </w:rPr>
        <w:t xml:space="preserve"> </w:t>
      </w:r>
      <w:r w:rsidRPr="006559E2">
        <w:rPr>
          <w:b/>
          <w:lang w:val="fr-FR"/>
        </w:rPr>
        <w:t>:</w:t>
      </w:r>
    </w:p>
    <w:p w:rsidR="00390C5B" w:rsidRPr="006559E2" w:rsidRDefault="00390C5B">
      <w:pPr>
        <w:spacing w:before="4"/>
        <w:rPr>
          <w:rFonts w:ascii="Arial" w:eastAsia="Arial" w:hAnsi="Arial" w:cs="Arial"/>
          <w:b/>
          <w:bCs/>
          <w:sz w:val="26"/>
          <w:szCs w:val="26"/>
          <w:lang w:val="fr-FR"/>
        </w:rPr>
      </w:pPr>
    </w:p>
    <w:p w:rsidR="00390C5B" w:rsidRPr="006559E2" w:rsidRDefault="00390C5B">
      <w:pPr>
        <w:rPr>
          <w:rFonts w:ascii="Arial" w:eastAsia="Arial" w:hAnsi="Arial" w:cs="Arial"/>
          <w:sz w:val="26"/>
          <w:szCs w:val="26"/>
          <w:lang w:val="fr-FR"/>
        </w:rPr>
        <w:sectPr w:rsidR="00390C5B" w:rsidRPr="006559E2">
          <w:headerReference w:type="default" r:id="rId11"/>
          <w:pgSz w:w="11910" w:h="16840"/>
          <w:pgMar w:top="580" w:right="440" w:bottom="680" w:left="440" w:header="381" w:footer="484" w:gutter="0"/>
          <w:cols w:space="720"/>
        </w:sectPr>
      </w:pPr>
    </w:p>
    <w:p w:rsidR="00390C5B" w:rsidRPr="006559E2" w:rsidRDefault="006559E2">
      <w:pPr>
        <w:pStyle w:val="Corpsdetexte"/>
        <w:spacing w:before="79"/>
        <w:rPr>
          <w:lang w:val="fr-FR"/>
        </w:rPr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1672" behindDoc="0" locked="0" layoutInCell="1" allowOverlap="1">
                <wp:simplePos x="0" y="0"/>
                <wp:positionH relativeFrom="page">
                  <wp:posOffset>3815715</wp:posOffset>
                </wp:positionH>
                <wp:positionV relativeFrom="paragraph">
                  <wp:posOffset>92710</wp:posOffset>
                </wp:positionV>
                <wp:extent cx="88900" cy="88900"/>
                <wp:effectExtent l="5715" t="6985" r="10160" b="8890"/>
                <wp:wrapNone/>
                <wp:docPr id="186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6009" y="146"/>
                          <a:chExt cx="140" cy="140"/>
                        </a:xfrm>
                      </wpg:grpSpPr>
                      <wps:wsp>
                        <wps:cNvPr id="187" name="Freeform 182"/>
                        <wps:cNvSpPr>
                          <a:spLocks/>
                        </wps:cNvSpPr>
                        <wps:spPr bwMode="auto">
                          <a:xfrm>
                            <a:off x="6009" y="146"/>
                            <a:ext cx="140" cy="140"/>
                          </a:xfrm>
                          <a:custGeom>
                            <a:avLst/>
                            <a:gdLst>
                              <a:gd name="T0" fmla="+- 0 6009 6009"/>
                              <a:gd name="T1" fmla="*/ T0 w 140"/>
                              <a:gd name="T2" fmla="+- 0 286 146"/>
                              <a:gd name="T3" fmla="*/ 286 h 140"/>
                              <a:gd name="T4" fmla="+- 0 6149 6009"/>
                              <a:gd name="T5" fmla="*/ T4 w 140"/>
                              <a:gd name="T6" fmla="+- 0 286 146"/>
                              <a:gd name="T7" fmla="*/ 286 h 140"/>
                              <a:gd name="T8" fmla="+- 0 6149 6009"/>
                              <a:gd name="T9" fmla="*/ T8 w 140"/>
                              <a:gd name="T10" fmla="+- 0 146 146"/>
                              <a:gd name="T11" fmla="*/ 146 h 140"/>
                              <a:gd name="T12" fmla="+- 0 6009 6009"/>
                              <a:gd name="T13" fmla="*/ T12 w 140"/>
                              <a:gd name="T14" fmla="+- 0 146 146"/>
                              <a:gd name="T15" fmla="*/ 146 h 140"/>
                              <a:gd name="T16" fmla="+- 0 6009 6009"/>
                              <a:gd name="T17" fmla="*/ T16 w 140"/>
                              <a:gd name="T18" fmla="+- 0 286 146"/>
                              <a:gd name="T19" fmla="*/ 286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1" o:spid="_x0000_s1026" style="position:absolute;margin-left:300.45pt;margin-top:7.3pt;width:7pt;height:7pt;z-index:1672;mso-position-horizontal-relative:page" coordorigin="6009,146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">
                <v:shape id="Freeform 182" o:spid="_x0000_s1027" style="position:absolute;left:6009;top:146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+Ur8MA&#10;AADcAAAADwAAAGRycy9kb3ducmV2LnhtbERPTWvCQBC9C/6HZQRvdWPFNI2uYkWh4KHUtvdpdkyC&#10;2dm4u2raX98VCt7m8T5nvuxMIy7kfG1ZwXiUgCAurK65VPD5sX3IQPiArLGxTAp+yMNy0e/NMdf2&#10;yu902YdSxBD2OSqoQmhzKX1RkUE/si1x5A7WGQwRulJqh9cYbhr5mCSpNFhzbKiwpXVFxXF/Ngqy&#10;6dbhLt18P7vJr30Zn05vX1mq1HDQrWYgAnXhLv53v+o4P3uC2zPxAr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+Ur8MAAADcAAAADwAAAAAAAAAAAAAAAACYAgAAZHJzL2Rv&#10;d25yZXYueG1sUEsFBgAAAAAEAAQA9QAAAIgDAAAAAA==&#10;" path="m,140r140,l140,,,,,140xe" filled="f" strokeweight=".5pt">
                  <v:path arrowok="t" o:connecttype="custom" o:connectlocs="0,286;140,286;140,146;0,146;0,286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lang w:val="fr-FR"/>
        </w:rPr>
        <w:t>Attestation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spacing w:val="-1"/>
          <w:lang w:val="fr-FR"/>
        </w:rPr>
        <w:t>de</w:t>
      </w:r>
      <w:r w:rsidR="0055151E" w:rsidRPr="006559E2">
        <w:rPr>
          <w:lang w:val="fr-FR"/>
        </w:rPr>
        <w:t xml:space="preserve"> comparabilité</w:t>
      </w:r>
      <w:r w:rsidR="0055151E" w:rsidRPr="006559E2">
        <w:rPr>
          <w:spacing w:val="-1"/>
          <w:lang w:val="fr-FR"/>
        </w:rPr>
        <w:t xml:space="preserve"> d'un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diplôme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délivré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dans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un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pays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étranger(4)</w:t>
      </w:r>
      <w:r w:rsidR="0055151E" w:rsidRPr="006559E2">
        <w:rPr>
          <w:lang w:val="fr-FR"/>
        </w:rPr>
        <w:t xml:space="preserve"> :</w:t>
      </w:r>
    </w:p>
    <w:p w:rsidR="00390C5B" w:rsidRPr="006559E2" w:rsidRDefault="0055151E">
      <w:pPr>
        <w:pStyle w:val="Corpsdetexte"/>
        <w:tabs>
          <w:tab w:val="left" w:pos="1288"/>
          <w:tab w:val="left" w:pos="2422"/>
          <w:tab w:val="left" w:pos="3556"/>
        </w:tabs>
        <w:spacing w:before="113"/>
        <w:rPr>
          <w:lang w:val="fr-FR"/>
        </w:rPr>
      </w:pPr>
      <w:r w:rsidRPr="006559E2">
        <w:rPr>
          <w:lang w:val="fr-FR"/>
        </w:rPr>
        <w:br w:type="column"/>
      </w:r>
      <w:proofErr w:type="gramStart"/>
      <w:r w:rsidRPr="006559E2">
        <w:rPr>
          <w:spacing w:val="-1"/>
          <w:lang w:val="fr-FR"/>
        </w:rPr>
        <w:lastRenderedPageBreak/>
        <w:t>niveau</w:t>
      </w:r>
      <w:proofErr w:type="gramEnd"/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V</w:t>
      </w:r>
      <w:r w:rsidRPr="006559E2">
        <w:rPr>
          <w:lang w:val="fr-FR"/>
        </w:rPr>
        <w:tab/>
      </w:r>
      <w:r w:rsidRPr="006559E2">
        <w:rPr>
          <w:spacing w:val="-1"/>
          <w:lang w:val="fr-FR"/>
        </w:rPr>
        <w:t xml:space="preserve">niveau </w:t>
      </w:r>
      <w:r w:rsidRPr="006559E2">
        <w:rPr>
          <w:lang w:val="fr-FR"/>
        </w:rPr>
        <w:t>IV</w:t>
      </w:r>
      <w:r w:rsidRPr="006559E2">
        <w:rPr>
          <w:lang w:val="fr-FR"/>
        </w:rPr>
        <w:tab/>
      </w:r>
      <w:r w:rsidRPr="006559E2">
        <w:rPr>
          <w:spacing w:val="-1"/>
          <w:lang w:val="fr-FR"/>
        </w:rPr>
        <w:t xml:space="preserve">niveau </w:t>
      </w:r>
      <w:r w:rsidRPr="006559E2">
        <w:rPr>
          <w:lang w:val="fr-FR"/>
        </w:rPr>
        <w:t>III</w:t>
      </w:r>
      <w:r w:rsidRPr="006559E2">
        <w:rPr>
          <w:lang w:val="fr-FR"/>
        </w:rPr>
        <w:tab/>
      </w:r>
      <w:r w:rsidRPr="006559E2">
        <w:rPr>
          <w:spacing w:val="-1"/>
          <w:lang w:val="fr-FR"/>
        </w:rPr>
        <w:t xml:space="preserve">niveau </w:t>
      </w:r>
      <w:r w:rsidRPr="006559E2">
        <w:rPr>
          <w:lang w:val="fr-FR"/>
        </w:rPr>
        <w:t xml:space="preserve">II  </w:t>
      </w:r>
      <w:r w:rsidRPr="006559E2">
        <w:rPr>
          <w:spacing w:val="35"/>
          <w:lang w:val="fr-FR"/>
        </w:rPr>
        <w:t xml:space="preserve"> </w:t>
      </w:r>
      <w:r w:rsidRPr="006559E2">
        <w:rPr>
          <w:spacing w:val="-1"/>
          <w:lang w:val="fr-FR"/>
        </w:rPr>
        <w:t>niveau</w:t>
      </w:r>
      <w:r w:rsidRPr="006559E2">
        <w:rPr>
          <w:lang w:val="fr-FR"/>
        </w:rPr>
        <w:t xml:space="preserve"> I</w:t>
      </w:r>
    </w:p>
    <w:p w:rsidR="00390C5B" w:rsidRPr="006559E2" w:rsidRDefault="00390C5B">
      <w:pPr>
        <w:rPr>
          <w:lang w:val="fr-FR"/>
        </w:rPr>
        <w:sectPr w:rsidR="00390C5B" w:rsidRPr="006559E2">
          <w:type w:val="continuous"/>
          <w:pgSz w:w="11910" w:h="16840"/>
          <w:pgMar w:top="260" w:right="440" w:bottom="680" w:left="440" w:header="720" w:footer="720" w:gutter="0"/>
          <w:cols w:num="2" w:space="720" w:equalWidth="0">
            <w:col w:w="5513" w:space="156"/>
            <w:col w:w="5361"/>
          </w:cols>
        </w:sectPr>
      </w:pPr>
    </w:p>
    <w:p w:rsidR="00390C5B" w:rsidRPr="006559E2" w:rsidRDefault="00390C5B">
      <w:pPr>
        <w:spacing w:before="5"/>
        <w:rPr>
          <w:rFonts w:ascii="Arial" w:eastAsia="Arial" w:hAnsi="Arial" w:cs="Arial"/>
          <w:sz w:val="23"/>
          <w:szCs w:val="23"/>
          <w:lang w:val="fr-FR"/>
        </w:rPr>
      </w:pPr>
    </w:p>
    <w:p w:rsidR="00390C5B" w:rsidRPr="006559E2" w:rsidRDefault="00390C5B">
      <w:pPr>
        <w:rPr>
          <w:rFonts w:ascii="Arial" w:eastAsia="Arial" w:hAnsi="Arial" w:cs="Arial"/>
          <w:sz w:val="23"/>
          <w:szCs w:val="23"/>
          <w:lang w:val="fr-FR"/>
        </w:rPr>
        <w:sectPr w:rsidR="00390C5B" w:rsidRPr="006559E2">
          <w:type w:val="continuous"/>
          <w:pgSz w:w="11910" w:h="16840"/>
          <w:pgMar w:top="260" w:right="440" w:bottom="680" w:left="440" w:header="720" w:footer="720" w:gutter="0"/>
          <w:cols w:space="720"/>
        </w:sectPr>
      </w:pPr>
    </w:p>
    <w:p w:rsidR="00390C5B" w:rsidRPr="006559E2" w:rsidRDefault="006559E2">
      <w:pPr>
        <w:pStyle w:val="Corpsdetexte"/>
        <w:spacing w:before="79"/>
        <w:rPr>
          <w:lang w:val="fr-FR"/>
        </w:rPr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503302952" behindDoc="1" locked="0" layoutInCell="1" allowOverlap="1">
                <wp:simplePos x="0" y="0"/>
                <wp:positionH relativeFrom="page">
                  <wp:posOffset>4535805</wp:posOffset>
                </wp:positionH>
                <wp:positionV relativeFrom="paragraph">
                  <wp:posOffset>-267335</wp:posOffset>
                </wp:positionV>
                <wp:extent cx="88900" cy="88900"/>
                <wp:effectExtent l="11430" t="8890" r="13970" b="6985"/>
                <wp:wrapNone/>
                <wp:docPr id="184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7143" y="-421"/>
                          <a:chExt cx="140" cy="140"/>
                        </a:xfrm>
                      </wpg:grpSpPr>
                      <wps:wsp>
                        <wps:cNvPr id="185" name="Freeform 180"/>
                        <wps:cNvSpPr>
                          <a:spLocks/>
                        </wps:cNvSpPr>
                        <wps:spPr bwMode="auto">
                          <a:xfrm>
                            <a:off x="7143" y="-421"/>
                            <a:ext cx="140" cy="140"/>
                          </a:xfrm>
                          <a:custGeom>
                            <a:avLst/>
                            <a:gdLst>
                              <a:gd name="T0" fmla="+- 0 7143 7143"/>
                              <a:gd name="T1" fmla="*/ T0 w 140"/>
                              <a:gd name="T2" fmla="+- 0 -281 -421"/>
                              <a:gd name="T3" fmla="*/ -281 h 140"/>
                              <a:gd name="T4" fmla="+- 0 7283 7143"/>
                              <a:gd name="T5" fmla="*/ T4 w 140"/>
                              <a:gd name="T6" fmla="+- 0 -281 -421"/>
                              <a:gd name="T7" fmla="*/ -281 h 140"/>
                              <a:gd name="T8" fmla="+- 0 7283 7143"/>
                              <a:gd name="T9" fmla="*/ T8 w 140"/>
                              <a:gd name="T10" fmla="+- 0 -421 -421"/>
                              <a:gd name="T11" fmla="*/ -421 h 140"/>
                              <a:gd name="T12" fmla="+- 0 7143 7143"/>
                              <a:gd name="T13" fmla="*/ T12 w 140"/>
                              <a:gd name="T14" fmla="+- 0 -421 -421"/>
                              <a:gd name="T15" fmla="*/ -421 h 140"/>
                              <a:gd name="T16" fmla="+- 0 7143 7143"/>
                              <a:gd name="T17" fmla="*/ T16 w 140"/>
                              <a:gd name="T18" fmla="+- 0 -281 -421"/>
                              <a:gd name="T19" fmla="*/ -281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9" o:spid="_x0000_s1026" style="position:absolute;margin-left:357.15pt;margin-top:-21.05pt;width:7pt;height:7pt;z-index:-13528;mso-position-horizontal-relative:page" coordorigin="7143,-421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">
                <v:shape id="Freeform 180" o:spid="_x0000_s1027" style="position:absolute;left:7143;top:-421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GvQ8MA&#10;AADcAAAADwAAAGRycy9kb3ducmV2LnhtbERPTWvCQBC9F/wPywje6sYWQxpdRUsFwYPUtvcxOybB&#10;7GzcXTX667sFobd5vM+ZzjvTiAs5X1tWMBomIIgLq2suFXx/rZ4zED4ga2wsk4IbeZjPek9TzLW9&#10;8idddqEUMYR9jgqqENpcSl9UZNAPbUscuYN1BkOErpTa4TWGm0a+JEkqDdYcGyps6b2i4rg7GwXZ&#10;eOVwk37s39zr3S5Hp9P2J0uVGvS7xQREoC78ix/utY7zszH8PRMv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GvQ8MAAADcAAAADwAAAAAAAAAAAAAAAACYAgAAZHJzL2Rv&#10;d25yZXYueG1sUEsFBgAAAAAEAAQA9QAAAIgDAAAAAA==&#10;" path="m,140r140,l140,,,,,140xe" filled="f" strokeweight=".5pt">
                  <v:path arrowok="t" o:connecttype="custom" o:connectlocs="0,-281;140,-281;140,-421;0,-421;0,-281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2976" behindDoc="1" locked="0" layoutInCell="1" allowOverlap="1">
                <wp:simplePos x="0" y="0"/>
                <wp:positionH relativeFrom="page">
                  <wp:posOffset>5255895</wp:posOffset>
                </wp:positionH>
                <wp:positionV relativeFrom="paragraph">
                  <wp:posOffset>-267335</wp:posOffset>
                </wp:positionV>
                <wp:extent cx="88900" cy="88900"/>
                <wp:effectExtent l="7620" t="8890" r="8255" b="6985"/>
                <wp:wrapNone/>
                <wp:docPr id="182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8277" y="-421"/>
                          <a:chExt cx="140" cy="140"/>
                        </a:xfrm>
                      </wpg:grpSpPr>
                      <wps:wsp>
                        <wps:cNvPr id="183" name="Freeform 178"/>
                        <wps:cNvSpPr>
                          <a:spLocks/>
                        </wps:cNvSpPr>
                        <wps:spPr bwMode="auto">
                          <a:xfrm>
                            <a:off x="8277" y="-421"/>
                            <a:ext cx="140" cy="140"/>
                          </a:xfrm>
                          <a:custGeom>
                            <a:avLst/>
                            <a:gdLst>
                              <a:gd name="T0" fmla="+- 0 8277 8277"/>
                              <a:gd name="T1" fmla="*/ T0 w 140"/>
                              <a:gd name="T2" fmla="+- 0 -281 -421"/>
                              <a:gd name="T3" fmla="*/ -281 h 140"/>
                              <a:gd name="T4" fmla="+- 0 8417 8277"/>
                              <a:gd name="T5" fmla="*/ T4 w 140"/>
                              <a:gd name="T6" fmla="+- 0 -281 -421"/>
                              <a:gd name="T7" fmla="*/ -281 h 140"/>
                              <a:gd name="T8" fmla="+- 0 8417 8277"/>
                              <a:gd name="T9" fmla="*/ T8 w 140"/>
                              <a:gd name="T10" fmla="+- 0 -421 -421"/>
                              <a:gd name="T11" fmla="*/ -421 h 140"/>
                              <a:gd name="T12" fmla="+- 0 8277 8277"/>
                              <a:gd name="T13" fmla="*/ T12 w 140"/>
                              <a:gd name="T14" fmla="+- 0 -421 -421"/>
                              <a:gd name="T15" fmla="*/ -421 h 140"/>
                              <a:gd name="T16" fmla="+- 0 8277 8277"/>
                              <a:gd name="T17" fmla="*/ T16 w 140"/>
                              <a:gd name="T18" fmla="+- 0 -281 -421"/>
                              <a:gd name="T19" fmla="*/ -281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26" style="position:absolute;margin-left:413.85pt;margin-top:-21.05pt;width:7pt;height:7pt;z-index:-13504;mso-position-horizontal-relative:page" coordorigin="8277,-421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">
                <v:shape id="Freeform 178" o:spid="_x0000_s1027" style="position:absolute;left:8277;top:-421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SSrMMA&#10;AADcAAAADwAAAGRycy9kb3ducmV2LnhtbERPTWvCQBC9F/oflin0VjdWDGl0FS0VCj2IaXsfs2MS&#10;zM7G3a3G/npXELzN433OdN6bVhzJ+cayguEgAUFcWt1wpeDne/WSgfABWWNrmRScycN89vgwxVzb&#10;E2/oWIRKxBD2OSqoQ+hyKX1Zk0E/sB1x5HbWGQwRukpqh6cYblr5miSpNNhwbKixo/eayn3xZxRk&#10;45XDr/Rj++ZG/3Y5PBzWv1mq1PNTv5iACNSHu/jm/tRxfjaC6zPxA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SSrMMAAADcAAAADwAAAAAAAAAAAAAAAACYAgAAZHJzL2Rv&#10;d25yZXYueG1sUEsFBgAAAAAEAAQA9QAAAIgDAAAAAA==&#10;" path="m,140r140,l140,,,,,140xe" filled="f" strokeweight=".5pt">
                  <v:path arrowok="t" o:connecttype="custom" o:connectlocs="0,-281;140,-281;140,-421;0,-421;0,-281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3000" behindDoc="1" locked="0" layoutInCell="1" allowOverlap="1">
                <wp:simplePos x="0" y="0"/>
                <wp:positionH relativeFrom="page">
                  <wp:posOffset>5975985</wp:posOffset>
                </wp:positionH>
                <wp:positionV relativeFrom="paragraph">
                  <wp:posOffset>-267335</wp:posOffset>
                </wp:positionV>
                <wp:extent cx="88900" cy="88900"/>
                <wp:effectExtent l="13335" t="8890" r="12065" b="6985"/>
                <wp:wrapNone/>
                <wp:docPr id="180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9411" y="-421"/>
                          <a:chExt cx="140" cy="140"/>
                        </a:xfrm>
                      </wpg:grpSpPr>
                      <wps:wsp>
                        <wps:cNvPr id="181" name="Freeform 176"/>
                        <wps:cNvSpPr>
                          <a:spLocks/>
                        </wps:cNvSpPr>
                        <wps:spPr bwMode="auto">
                          <a:xfrm>
                            <a:off x="9411" y="-421"/>
                            <a:ext cx="140" cy="140"/>
                          </a:xfrm>
                          <a:custGeom>
                            <a:avLst/>
                            <a:gdLst>
                              <a:gd name="T0" fmla="+- 0 9411 9411"/>
                              <a:gd name="T1" fmla="*/ T0 w 140"/>
                              <a:gd name="T2" fmla="+- 0 -281 -421"/>
                              <a:gd name="T3" fmla="*/ -281 h 140"/>
                              <a:gd name="T4" fmla="+- 0 9551 9411"/>
                              <a:gd name="T5" fmla="*/ T4 w 140"/>
                              <a:gd name="T6" fmla="+- 0 -281 -421"/>
                              <a:gd name="T7" fmla="*/ -281 h 140"/>
                              <a:gd name="T8" fmla="+- 0 9551 9411"/>
                              <a:gd name="T9" fmla="*/ T8 w 140"/>
                              <a:gd name="T10" fmla="+- 0 -421 -421"/>
                              <a:gd name="T11" fmla="*/ -421 h 140"/>
                              <a:gd name="T12" fmla="+- 0 9411 9411"/>
                              <a:gd name="T13" fmla="*/ T12 w 140"/>
                              <a:gd name="T14" fmla="+- 0 -421 -421"/>
                              <a:gd name="T15" fmla="*/ -421 h 140"/>
                              <a:gd name="T16" fmla="+- 0 9411 9411"/>
                              <a:gd name="T17" fmla="*/ T16 w 140"/>
                              <a:gd name="T18" fmla="+- 0 -281 -421"/>
                              <a:gd name="T19" fmla="*/ -281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5" o:spid="_x0000_s1026" style="position:absolute;margin-left:470.55pt;margin-top:-21.05pt;width:7pt;height:7pt;z-index:-13480;mso-position-horizontal-relative:page" coordorigin="9411,-421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">
                <v:shape id="Freeform 176" o:spid="_x0000_s1027" style="position:absolute;left:9411;top:-421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qpQMMA&#10;AADcAAAADwAAAGRycy9kb3ducmV2LnhtbERPTWvCQBC9C/0PyxR6000shhhdpZYKBQ9Fq/cxOyah&#10;2dm4u9Xor+8WCr3N433OfNmbVlzI+caygnSUgCAurW64UrD/XA9zED4ga2wtk4IbeVguHgZzLLS9&#10;8pYuu1CJGMK+QAV1CF0hpS9rMuhHtiOO3Mk6gyFCV0nt8BrDTSvHSZJJgw3Hhho7eq2p/Np9GwX5&#10;ZO1wk70dp+75blfp+fxxyDOlnh77lxmIQH34F/+533Wcn6fw+0y8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qpQMMAAADcAAAADwAAAAAAAAAAAAAAAACYAgAAZHJzL2Rv&#10;d25yZXYueG1sUEsFBgAAAAAEAAQA9QAAAIgDAAAAAA==&#10;" path="m,140r140,l140,,,,,140xe" filled="f" strokeweight=".5pt">
                  <v:path arrowok="t" o:connecttype="custom" o:connectlocs="0,-281;140,-281;140,-421;0,-421;0,-281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768" behindDoc="0" locked="0" layoutInCell="1" allowOverlap="1">
                <wp:simplePos x="0" y="0"/>
                <wp:positionH relativeFrom="page">
                  <wp:posOffset>4356100</wp:posOffset>
                </wp:positionH>
                <wp:positionV relativeFrom="paragraph">
                  <wp:posOffset>92710</wp:posOffset>
                </wp:positionV>
                <wp:extent cx="88900" cy="88900"/>
                <wp:effectExtent l="12700" t="6985" r="12700" b="8890"/>
                <wp:wrapNone/>
                <wp:docPr id="178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6860" y="146"/>
                          <a:chExt cx="140" cy="140"/>
                        </a:xfrm>
                      </wpg:grpSpPr>
                      <wps:wsp>
                        <wps:cNvPr id="179" name="Freeform 174"/>
                        <wps:cNvSpPr>
                          <a:spLocks/>
                        </wps:cNvSpPr>
                        <wps:spPr bwMode="auto">
                          <a:xfrm>
                            <a:off x="6860" y="146"/>
                            <a:ext cx="140" cy="140"/>
                          </a:xfrm>
                          <a:custGeom>
                            <a:avLst/>
                            <a:gdLst>
                              <a:gd name="T0" fmla="+- 0 6860 6860"/>
                              <a:gd name="T1" fmla="*/ T0 w 140"/>
                              <a:gd name="T2" fmla="+- 0 286 146"/>
                              <a:gd name="T3" fmla="*/ 286 h 140"/>
                              <a:gd name="T4" fmla="+- 0 7000 6860"/>
                              <a:gd name="T5" fmla="*/ T4 w 140"/>
                              <a:gd name="T6" fmla="+- 0 286 146"/>
                              <a:gd name="T7" fmla="*/ 286 h 140"/>
                              <a:gd name="T8" fmla="+- 0 7000 6860"/>
                              <a:gd name="T9" fmla="*/ T8 w 140"/>
                              <a:gd name="T10" fmla="+- 0 146 146"/>
                              <a:gd name="T11" fmla="*/ 146 h 140"/>
                              <a:gd name="T12" fmla="+- 0 6860 6860"/>
                              <a:gd name="T13" fmla="*/ T12 w 140"/>
                              <a:gd name="T14" fmla="+- 0 146 146"/>
                              <a:gd name="T15" fmla="*/ 146 h 140"/>
                              <a:gd name="T16" fmla="+- 0 6860 6860"/>
                              <a:gd name="T17" fmla="*/ T16 w 140"/>
                              <a:gd name="T18" fmla="+- 0 286 146"/>
                              <a:gd name="T19" fmla="*/ 286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3" o:spid="_x0000_s1026" style="position:absolute;margin-left:343pt;margin-top:7.3pt;width:7pt;height:7pt;z-index:1768;mso-position-horizontal-relative:page" coordorigin="6860,146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">
                <v:shape id="Freeform 174" o:spid="_x0000_s1027" style="position:absolute;left:6860;top:146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VYcQA&#10;AADcAAAADwAAAGRycy9kb3ducmV2LnhtbERPS2vCQBC+F/wPyxR6040tpjG6ii0KQg9SH/cxOyah&#10;2dm4u9XYX98tCL3Nx/ec6bwzjbiQ87VlBcNBAoK4sLrmUsF+t+pnIHxA1thYJgU38jCf9R6mmGt7&#10;5U+6bEMpYgj7HBVUIbS5lL6oyKAf2JY4cifrDIYIXSm1w2sMN418TpJUGqw5NlTY0ntFxdf22yjI&#10;RiuHH+nyOHYvP/ZteD5vDlmq1NNjt5iACNSFf/HdvdZx/usY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51WHEAAAA3AAAAA8AAAAAAAAAAAAAAAAAmAIAAGRycy9k&#10;b3ducmV2LnhtbFBLBQYAAAAABAAEAPUAAACJAwAAAAA=&#10;" path="m,140r140,l140,,,,,140xe" filled="f" strokeweight=".5pt">
                  <v:path arrowok="t" o:connecttype="custom" o:connectlocs="0,286;140,286;140,146;0,146;0,286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864" behindDoc="0" locked="0" layoutInCell="1" allowOverlap="1">
                <wp:simplePos x="0" y="0"/>
                <wp:positionH relativeFrom="page">
                  <wp:posOffset>7056120</wp:posOffset>
                </wp:positionH>
                <wp:positionV relativeFrom="paragraph">
                  <wp:posOffset>-267335</wp:posOffset>
                </wp:positionV>
                <wp:extent cx="88900" cy="88900"/>
                <wp:effectExtent l="7620" t="8890" r="8255" b="6985"/>
                <wp:wrapNone/>
                <wp:docPr id="176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11112" y="-421"/>
                          <a:chExt cx="140" cy="140"/>
                        </a:xfrm>
                      </wpg:grpSpPr>
                      <wps:wsp>
                        <wps:cNvPr id="177" name="Freeform 172"/>
                        <wps:cNvSpPr>
                          <a:spLocks/>
                        </wps:cNvSpPr>
                        <wps:spPr bwMode="auto">
                          <a:xfrm>
                            <a:off x="11112" y="-421"/>
                            <a:ext cx="140" cy="140"/>
                          </a:xfrm>
                          <a:custGeom>
                            <a:avLst/>
                            <a:gdLst>
                              <a:gd name="T0" fmla="+- 0 11112 11112"/>
                              <a:gd name="T1" fmla="*/ T0 w 140"/>
                              <a:gd name="T2" fmla="+- 0 -281 -421"/>
                              <a:gd name="T3" fmla="*/ -281 h 140"/>
                              <a:gd name="T4" fmla="+- 0 11252 11112"/>
                              <a:gd name="T5" fmla="*/ T4 w 140"/>
                              <a:gd name="T6" fmla="+- 0 -281 -421"/>
                              <a:gd name="T7" fmla="*/ -281 h 140"/>
                              <a:gd name="T8" fmla="+- 0 11252 11112"/>
                              <a:gd name="T9" fmla="*/ T8 w 140"/>
                              <a:gd name="T10" fmla="+- 0 -421 -421"/>
                              <a:gd name="T11" fmla="*/ -421 h 140"/>
                              <a:gd name="T12" fmla="+- 0 11112 11112"/>
                              <a:gd name="T13" fmla="*/ T12 w 140"/>
                              <a:gd name="T14" fmla="+- 0 -421 -421"/>
                              <a:gd name="T15" fmla="*/ -421 h 140"/>
                              <a:gd name="T16" fmla="+- 0 11112 11112"/>
                              <a:gd name="T17" fmla="*/ T16 w 140"/>
                              <a:gd name="T18" fmla="+- 0 -281 -421"/>
                              <a:gd name="T19" fmla="*/ -281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26" style="position:absolute;margin-left:555.6pt;margin-top:-21.05pt;width:7pt;height:7pt;z-index:1864;mso-position-horizontal-relative:page" coordorigin="11112,-421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">
                <v:shape id="Freeform 172" o:spid="_x0000_s1027" style="position:absolute;left:11112;top:-421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rkiMQA&#10;AADcAAAADwAAAGRycy9kb3ducmV2LnhtbERPS2vCQBC+F/oflin0Vje2NMboKm1REDxIfdzH7JgE&#10;s7Nxd9XUX98tCL3Nx/ec8bQzjbiQ87VlBf1eAoK4sLrmUsF2M3/JQPiArLGxTAp+yMN08vgwxlzb&#10;K3/TZR1KEUPY56igCqHNpfRFRQZ9z7bEkTtYZzBE6EqpHV5juGnka5Kk0mDNsaHClr4qKo7rs1GQ&#10;vc8dLtPZfujebvazfzqtdlmq1PNT9zECEagL/+K7e6Hj/MEA/p6JF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q5IjEAAAA3AAAAA8AAAAAAAAAAAAAAAAAmAIAAGRycy9k&#10;b3ducmV2LnhtbFBLBQYAAAAABAAEAPUAAACJAwAAAAA=&#10;" path="m,140r140,l140,,,,,140xe" filled="f" strokeweight=".5pt">
                  <v:path arrowok="t" o:connecttype="custom" o:connectlocs="0,-281;140,-281;140,-421;0,-421;0,-281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lang w:val="fr-FR"/>
        </w:rPr>
        <w:t>Attestation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spacing w:val="-1"/>
          <w:lang w:val="fr-FR"/>
        </w:rPr>
        <w:t>de</w:t>
      </w:r>
      <w:r w:rsidR="0055151E" w:rsidRPr="006559E2">
        <w:rPr>
          <w:lang w:val="fr-FR"/>
        </w:rPr>
        <w:t xml:space="preserve"> reconnaissance</w:t>
      </w:r>
      <w:r w:rsidR="0055151E" w:rsidRPr="006559E2">
        <w:rPr>
          <w:spacing w:val="-1"/>
          <w:lang w:val="fr-FR"/>
        </w:rPr>
        <w:t xml:space="preserve"> d'études/et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ou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de</w:t>
      </w:r>
      <w:r w:rsidR="0055151E" w:rsidRPr="006559E2">
        <w:rPr>
          <w:lang w:val="fr-FR"/>
        </w:rPr>
        <w:t xml:space="preserve"> formation/s</w:t>
      </w:r>
      <w:r w:rsidR="0055151E" w:rsidRPr="006559E2">
        <w:rPr>
          <w:spacing w:val="-1"/>
          <w:lang w:val="fr-FR"/>
        </w:rPr>
        <w:t xml:space="preserve"> </w:t>
      </w:r>
      <w:r w:rsidR="0055151E" w:rsidRPr="006559E2">
        <w:rPr>
          <w:lang w:val="fr-FR"/>
        </w:rPr>
        <w:t>suivie/s</w:t>
      </w:r>
      <w:r w:rsidR="0055151E" w:rsidRPr="006559E2">
        <w:rPr>
          <w:spacing w:val="-1"/>
          <w:lang w:val="fr-FR"/>
        </w:rPr>
        <w:t xml:space="preserve"> </w:t>
      </w:r>
      <w:r w:rsidR="0055151E" w:rsidRPr="006559E2">
        <w:rPr>
          <w:lang w:val="fr-FR"/>
        </w:rPr>
        <w:t>à</w:t>
      </w:r>
      <w:r w:rsidR="0055151E" w:rsidRPr="006559E2">
        <w:rPr>
          <w:spacing w:val="-1"/>
          <w:lang w:val="fr-FR"/>
        </w:rPr>
        <w:t xml:space="preserve"> l'étranger</w:t>
      </w:r>
      <w:r w:rsidR="0055151E" w:rsidRPr="006559E2">
        <w:rPr>
          <w:lang w:val="fr-FR"/>
        </w:rPr>
        <w:t xml:space="preserve"> (5)</w:t>
      </w:r>
      <w:r w:rsidR="0055151E" w:rsidRPr="006559E2">
        <w:rPr>
          <w:spacing w:val="-1"/>
          <w:lang w:val="fr-FR"/>
        </w:rPr>
        <w:t xml:space="preserve"> </w:t>
      </w:r>
      <w:r w:rsidR="0055151E" w:rsidRPr="006559E2">
        <w:rPr>
          <w:lang w:val="fr-FR"/>
        </w:rPr>
        <w:t>:</w:t>
      </w:r>
    </w:p>
    <w:p w:rsidR="00390C5B" w:rsidRPr="006559E2" w:rsidRDefault="0055151E">
      <w:pPr>
        <w:pStyle w:val="Corpsdetexte"/>
        <w:tabs>
          <w:tab w:val="left" w:pos="1005"/>
        </w:tabs>
        <w:spacing w:before="113"/>
        <w:rPr>
          <w:lang w:val="fr-FR"/>
        </w:rPr>
      </w:pPr>
      <w:r w:rsidRPr="006559E2">
        <w:rPr>
          <w:lang w:val="fr-FR"/>
        </w:rPr>
        <w:br w:type="column"/>
      </w:r>
      <w:r w:rsidRPr="006559E2">
        <w:rPr>
          <w:lang w:val="fr-FR"/>
        </w:rPr>
        <w:lastRenderedPageBreak/>
        <w:t>Oui</w:t>
      </w:r>
      <w:r w:rsidRPr="006559E2">
        <w:rPr>
          <w:lang w:val="fr-FR"/>
        </w:rPr>
        <w:tab/>
      </w:r>
      <w:r w:rsidRPr="006559E2">
        <w:rPr>
          <w:spacing w:val="-1"/>
          <w:lang w:val="fr-FR"/>
        </w:rPr>
        <w:t>Non</w:t>
      </w:r>
    </w:p>
    <w:p w:rsidR="00390C5B" w:rsidRPr="006559E2" w:rsidRDefault="00390C5B">
      <w:pPr>
        <w:rPr>
          <w:lang w:val="fr-FR"/>
        </w:rPr>
        <w:sectPr w:rsidR="00390C5B" w:rsidRPr="006559E2">
          <w:type w:val="continuous"/>
          <w:pgSz w:w="11910" w:h="16840"/>
          <w:pgMar w:top="260" w:right="440" w:bottom="680" w:left="440" w:header="720" w:footer="720" w:gutter="0"/>
          <w:cols w:num="2" w:space="720" w:equalWidth="0">
            <w:col w:w="6149" w:space="371"/>
            <w:col w:w="4510"/>
          </w:cols>
        </w:sectPr>
      </w:pPr>
    </w:p>
    <w:p w:rsidR="00390C5B" w:rsidRPr="006559E2" w:rsidRDefault="00390C5B">
      <w:pPr>
        <w:spacing w:before="5"/>
        <w:rPr>
          <w:rFonts w:ascii="Arial" w:eastAsia="Arial" w:hAnsi="Arial" w:cs="Arial"/>
          <w:sz w:val="23"/>
          <w:szCs w:val="23"/>
          <w:lang w:val="fr-FR"/>
        </w:rPr>
      </w:pPr>
    </w:p>
    <w:p w:rsidR="00390C5B" w:rsidRPr="006559E2" w:rsidRDefault="00390C5B">
      <w:pPr>
        <w:rPr>
          <w:rFonts w:ascii="Arial" w:eastAsia="Arial" w:hAnsi="Arial" w:cs="Arial"/>
          <w:sz w:val="23"/>
          <w:szCs w:val="23"/>
          <w:lang w:val="fr-FR"/>
        </w:rPr>
        <w:sectPr w:rsidR="00390C5B" w:rsidRPr="006559E2">
          <w:type w:val="continuous"/>
          <w:pgSz w:w="11910" w:h="16840"/>
          <w:pgMar w:top="260" w:right="440" w:bottom="680" w:left="440" w:header="720" w:footer="720" w:gutter="0"/>
          <w:cols w:space="720"/>
        </w:sectPr>
      </w:pPr>
    </w:p>
    <w:p w:rsidR="00390C5B" w:rsidRPr="006559E2" w:rsidRDefault="006559E2">
      <w:pPr>
        <w:pStyle w:val="Corpsdetexte"/>
        <w:spacing w:before="79"/>
        <w:rPr>
          <w:lang w:val="fr-FR"/>
        </w:rPr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503303048" behindDoc="1" locked="0" layoutInCell="1" allowOverlap="1">
                <wp:simplePos x="0" y="0"/>
                <wp:positionH relativeFrom="page">
                  <wp:posOffset>4895850</wp:posOffset>
                </wp:positionH>
                <wp:positionV relativeFrom="paragraph">
                  <wp:posOffset>-267335</wp:posOffset>
                </wp:positionV>
                <wp:extent cx="88900" cy="88900"/>
                <wp:effectExtent l="9525" t="8890" r="6350" b="6985"/>
                <wp:wrapNone/>
                <wp:docPr id="174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7710" y="-421"/>
                          <a:chExt cx="140" cy="140"/>
                        </a:xfrm>
                      </wpg:grpSpPr>
                      <wps:wsp>
                        <wps:cNvPr id="175" name="Freeform 170"/>
                        <wps:cNvSpPr>
                          <a:spLocks/>
                        </wps:cNvSpPr>
                        <wps:spPr bwMode="auto">
                          <a:xfrm>
                            <a:off x="7710" y="-421"/>
                            <a:ext cx="140" cy="140"/>
                          </a:xfrm>
                          <a:custGeom>
                            <a:avLst/>
                            <a:gdLst>
                              <a:gd name="T0" fmla="+- 0 7710 7710"/>
                              <a:gd name="T1" fmla="*/ T0 w 140"/>
                              <a:gd name="T2" fmla="+- 0 -281 -421"/>
                              <a:gd name="T3" fmla="*/ -281 h 140"/>
                              <a:gd name="T4" fmla="+- 0 7850 7710"/>
                              <a:gd name="T5" fmla="*/ T4 w 140"/>
                              <a:gd name="T6" fmla="+- 0 -281 -421"/>
                              <a:gd name="T7" fmla="*/ -281 h 140"/>
                              <a:gd name="T8" fmla="+- 0 7850 7710"/>
                              <a:gd name="T9" fmla="*/ T8 w 140"/>
                              <a:gd name="T10" fmla="+- 0 -421 -421"/>
                              <a:gd name="T11" fmla="*/ -421 h 140"/>
                              <a:gd name="T12" fmla="+- 0 7710 7710"/>
                              <a:gd name="T13" fmla="*/ T12 w 140"/>
                              <a:gd name="T14" fmla="+- 0 -421 -421"/>
                              <a:gd name="T15" fmla="*/ -421 h 140"/>
                              <a:gd name="T16" fmla="+- 0 7710 7710"/>
                              <a:gd name="T17" fmla="*/ T16 w 140"/>
                              <a:gd name="T18" fmla="+- 0 -281 -421"/>
                              <a:gd name="T19" fmla="*/ -281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9" o:spid="_x0000_s1026" style="position:absolute;margin-left:385.5pt;margin-top:-21.05pt;width:7pt;height:7pt;z-index:-13432;mso-position-horizontal-relative:page" coordorigin="7710,-421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">
                <v:shape id="Freeform 170" o:spid="_x0000_s1027" style="position:absolute;left:7710;top:-421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TfZMQA&#10;AADcAAAADwAAAGRycy9kb3ducmV2LnhtbERPS2vCQBC+F/oflil4040V0xhdpS0KhR6kPu5jdkyC&#10;2dm4u2raX98tCL3Nx/ec2aIzjbiS87VlBcNBAoK4sLrmUsFuu+pnIHxA1thYJgXf5GExf3yYYa7t&#10;jb/ougmliCHsc1RQhdDmUvqiIoN+YFviyB2tMxgidKXUDm8x3DTyOUlSabDm2FBhS+8VFafNxSjI&#10;xiuHn+nyMHGjH/s2PJ/X+yxVqvfUvU5BBOrCv/ju/tBx/ssY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032TEAAAA3AAAAA8AAAAAAAAAAAAAAAAAmAIAAGRycy9k&#10;b3ducmV2LnhtbFBLBQYAAAAABAAEAPUAAACJAwAAAAA=&#10;" path="m,140r140,l140,,,,,140xe" filled="f" strokeweight=".5pt">
                  <v:path arrowok="t" o:connecttype="custom" o:connectlocs="0,-281;140,-281;140,-421;0,-421;0,-281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lang w:val="fr-FR"/>
        </w:rPr>
        <w:t>Partie(s)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spacing w:val="-1"/>
          <w:lang w:val="fr-FR"/>
        </w:rPr>
        <w:t>de</w:t>
      </w:r>
      <w:r w:rsidR="0055151E" w:rsidRPr="006559E2">
        <w:rPr>
          <w:lang w:val="fr-FR"/>
        </w:rPr>
        <w:t xml:space="preserve"> certification</w:t>
      </w:r>
      <w:r w:rsidR="0055151E" w:rsidRPr="006559E2">
        <w:rPr>
          <w:spacing w:val="-1"/>
          <w:lang w:val="fr-FR"/>
        </w:rPr>
        <w:t xml:space="preserve"> professionnelle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obtenue/s(6)</w:t>
      </w:r>
      <w:r w:rsidR="0055151E" w:rsidRPr="006559E2">
        <w:rPr>
          <w:lang w:val="fr-FR"/>
        </w:rPr>
        <w:t xml:space="preserve"> :</w:t>
      </w:r>
    </w:p>
    <w:p w:rsidR="00390C5B" w:rsidRPr="006559E2" w:rsidRDefault="0055151E">
      <w:pPr>
        <w:pStyle w:val="Corpsdetexte"/>
        <w:tabs>
          <w:tab w:val="left" w:pos="946"/>
        </w:tabs>
        <w:spacing w:before="113"/>
        <w:ind w:left="96"/>
        <w:rPr>
          <w:lang w:val="fr-FR"/>
        </w:rPr>
      </w:pPr>
      <w:r w:rsidRPr="006559E2">
        <w:rPr>
          <w:lang w:val="fr-FR"/>
        </w:rPr>
        <w:br w:type="column"/>
      </w:r>
      <w:r w:rsidRPr="006559E2">
        <w:rPr>
          <w:lang w:val="fr-FR"/>
        </w:rPr>
        <w:lastRenderedPageBreak/>
        <w:t>Oui</w:t>
      </w:r>
      <w:r w:rsidRPr="006559E2">
        <w:rPr>
          <w:lang w:val="fr-FR"/>
        </w:rPr>
        <w:tab/>
      </w:r>
      <w:r w:rsidRPr="006559E2">
        <w:rPr>
          <w:spacing w:val="-1"/>
          <w:lang w:val="fr-FR"/>
        </w:rPr>
        <w:t>Non</w:t>
      </w:r>
    </w:p>
    <w:p w:rsidR="00390C5B" w:rsidRPr="006559E2" w:rsidRDefault="00390C5B">
      <w:pPr>
        <w:rPr>
          <w:lang w:val="fr-FR"/>
        </w:rPr>
        <w:sectPr w:rsidR="00390C5B" w:rsidRPr="006559E2">
          <w:type w:val="continuous"/>
          <w:pgSz w:w="11910" w:h="16840"/>
          <w:pgMar w:top="260" w:right="440" w:bottom="680" w:left="440" w:header="720" w:footer="720" w:gutter="0"/>
          <w:cols w:num="2" w:space="720" w:equalWidth="0">
            <w:col w:w="3988" w:space="40"/>
            <w:col w:w="7002"/>
          </w:cols>
        </w:sectPr>
      </w:pPr>
    </w:p>
    <w:p w:rsidR="00390C5B" w:rsidRPr="006559E2" w:rsidRDefault="00390C5B">
      <w:pPr>
        <w:spacing w:before="5"/>
        <w:rPr>
          <w:rFonts w:ascii="Arial" w:eastAsia="Arial" w:hAnsi="Arial" w:cs="Arial"/>
          <w:sz w:val="23"/>
          <w:szCs w:val="23"/>
          <w:lang w:val="fr-FR"/>
        </w:rPr>
      </w:pPr>
    </w:p>
    <w:p w:rsidR="00390C5B" w:rsidRPr="006559E2" w:rsidRDefault="006559E2">
      <w:pPr>
        <w:pStyle w:val="Corpsdetexte"/>
        <w:spacing w:before="79" w:line="250" w:lineRule="auto"/>
        <w:ind w:right="153"/>
        <w:jc w:val="both"/>
        <w:rPr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3072" behindDoc="1" locked="0" layoutInCell="1" allowOverlap="1">
                <wp:simplePos x="0" y="0"/>
                <wp:positionH relativeFrom="page">
                  <wp:posOffset>3096260</wp:posOffset>
                </wp:positionH>
                <wp:positionV relativeFrom="paragraph">
                  <wp:posOffset>-267335</wp:posOffset>
                </wp:positionV>
                <wp:extent cx="88900" cy="88900"/>
                <wp:effectExtent l="10160" t="8890" r="5715" b="6985"/>
                <wp:wrapNone/>
                <wp:docPr id="172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4876" y="-421"/>
                          <a:chExt cx="140" cy="140"/>
                        </a:xfrm>
                      </wpg:grpSpPr>
                      <wps:wsp>
                        <wps:cNvPr id="173" name="Freeform 168"/>
                        <wps:cNvSpPr>
                          <a:spLocks/>
                        </wps:cNvSpPr>
                        <wps:spPr bwMode="auto">
                          <a:xfrm>
                            <a:off x="4876" y="-421"/>
                            <a:ext cx="140" cy="140"/>
                          </a:xfrm>
                          <a:custGeom>
                            <a:avLst/>
                            <a:gdLst>
                              <a:gd name="T0" fmla="+- 0 4876 4876"/>
                              <a:gd name="T1" fmla="*/ T0 w 140"/>
                              <a:gd name="T2" fmla="+- 0 -281 -421"/>
                              <a:gd name="T3" fmla="*/ -281 h 140"/>
                              <a:gd name="T4" fmla="+- 0 5016 4876"/>
                              <a:gd name="T5" fmla="*/ T4 w 140"/>
                              <a:gd name="T6" fmla="+- 0 -281 -421"/>
                              <a:gd name="T7" fmla="*/ -281 h 140"/>
                              <a:gd name="T8" fmla="+- 0 5016 4876"/>
                              <a:gd name="T9" fmla="*/ T8 w 140"/>
                              <a:gd name="T10" fmla="+- 0 -421 -421"/>
                              <a:gd name="T11" fmla="*/ -421 h 140"/>
                              <a:gd name="T12" fmla="+- 0 4876 4876"/>
                              <a:gd name="T13" fmla="*/ T12 w 140"/>
                              <a:gd name="T14" fmla="+- 0 -421 -421"/>
                              <a:gd name="T15" fmla="*/ -421 h 140"/>
                              <a:gd name="T16" fmla="+- 0 4876 4876"/>
                              <a:gd name="T17" fmla="*/ T16 w 140"/>
                              <a:gd name="T18" fmla="+- 0 -281 -421"/>
                              <a:gd name="T19" fmla="*/ -281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7" o:spid="_x0000_s1026" style="position:absolute;margin-left:243.8pt;margin-top:-21.05pt;width:7pt;height:7pt;z-index:-13408;mso-position-horizontal-relative:page" coordorigin="4876,-421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">
                <v:shape id="Freeform 168" o:spid="_x0000_s1027" style="position:absolute;left:4876;top:-421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Hii8QA&#10;AADcAAAADwAAAGRycy9kb3ducmV2LnhtbERPS2vCQBC+F/oflin0VjdWTGN0lbYoCD1IfdzH7JgE&#10;s7Nxd6vRX+8WCr3Nx/ecyawzjTiT87VlBf1eAoK4sLrmUsF2s3jJQPiArLGxTAqu5GE2fXyYYK7t&#10;hb/pvA6liCHsc1RQhdDmUvqiIoO+Z1viyB2sMxgidKXUDi8x3DTyNUlSabDm2FBhS58VFcf1j1GQ&#10;DRcOv9L5fuQGN/vRP51WuyxV6vmpex+DCNSFf/Gfe6nj/LcB/D4TL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4ovEAAAA3AAAAA8AAAAAAAAAAAAAAAAAmAIAAGRycy9k&#10;b3ducmV2LnhtbFBLBQYAAAAABAAEAPUAAACJAwAAAAA=&#10;" path="m,140r140,l140,,,,,140xe" filled="f" strokeweight=".5pt">
                  <v:path arrowok="t" o:connecttype="custom" o:connectlocs="0,-281;140,-281;140,-421;0,-421;0,-281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840" behindDoc="0" locked="0" layoutInCell="1" allowOverlap="1">
                <wp:simplePos x="0" y="0"/>
                <wp:positionH relativeFrom="page">
                  <wp:posOffset>3636010</wp:posOffset>
                </wp:positionH>
                <wp:positionV relativeFrom="paragraph">
                  <wp:posOffset>-267335</wp:posOffset>
                </wp:positionV>
                <wp:extent cx="88900" cy="88900"/>
                <wp:effectExtent l="6985" t="8890" r="8890" b="6985"/>
                <wp:wrapNone/>
                <wp:docPr id="170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5726" y="-421"/>
                          <a:chExt cx="140" cy="140"/>
                        </a:xfrm>
                      </wpg:grpSpPr>
                      <wps:wsp>
                        <wps:cNvPr id="171" name="Freeform 166"/>
                        <wps:cNvSpPr>
                          <a:spLocks/>
                        </wps:cNvSpPr>
                        <wps:spPr bwMode="auto">
                          <a:xfrm>
                            <a:off x="5726" y="-421"/>
                            <a:ext cx="140" cy="140"/>
                          </a:xfrm>
                          <a:custGeom>
                            <a:avLst/>
                            <a:gdLst>
                              <a:gd name="T0" fmla="+- 0 5726 5726"/>
                              <a:gd name="T1" fmla="*/ T0 w 140"/>
                              <a:gd name="T2" fmla="+- 0 -281 -421"/>
                              <a:gd name="T3" fmla="*/ -281 h 140"/>
                              <a:gd name="T4" fmla="+- 0 5866 5726"/>
                              <a:gd name="T5" fmla="*/ T4 w 140"/>
                              <a:gd name="T6" fmla="+- 0 -281 -421"/>
                              <a:gd name="T7" fmla="*/ -281 h 140"/>
                              <a:gd name="T8" fmla="+- 0 5866 5726"/>
                              <a:gd name="T9" fmla="*/ T8 w 140"/>
                              <a:gd name="T10" fmla="+- 0 -421 -421"/>
                              <a:gd name="T11" fmla="*/ -421 h 140"/>
                              <a:gd name="T12" fmla="+- 0 5726 5726"/>
                              <a:gd name="T13" fmla="*/ T12 w 140"/>
                              <a:gd name="T14" fmla="+- 0 -421 -421"/>
                              <a:gd name="T15" fmla="*/ -421 h 140"/>
                              <a:gd name="T16" fmla="+- 0 5726 5726"/>
                              <a:gd name="T17" fmla="*/ T16 w 140"/>
                              <a:gd name="T18" fmla="+- 0 -281 -421"/>
                              <a:gd name="T19" fmla="*/ -281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5" o:spid="_x0000_s1026" style="position:absolute;margin-left:286.3pt;margin-top:-21.05pt;width:7pt;height:7pt;z-index:1840;mso-position-horizontal-relative:page" coordorigin="5726,-421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">
                <v:shape id="Freeform 166" o:spid="_x0000_s1027" style="position:absolute;left:5726;top:-421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/ZZ8QA&#10;AADcAAAADwAAAGRycy9kb3ducmV2LnhtbERPTWvCQBC9F/wPywje6iYV05i6ihUFoYdS297H7DQJ&#10;Zmfj7qqxv75bKPQ2j/c582VvWnEh5xvLCtJxAoK4tLrhSsHH+/Y+B+EDssbWMim4kYflYnA3x0Lb&#10;K7/RZR8qEUPYF6igDqErpPRlTQb92HbEkfuyzmCI0FVSO7zGcNPKhyTJpMGGY0ONHa1rKo/7s1GQ&#10;T7cOX7LNYeYm3/Y5PZ1eP/NMqdGwXz2BCNSHf/Gfe6fj/McUfp+JF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P2WfEAAAA3AAAAA8AAAAAAAAAAAAAAAAAmAIAAGRycy9k&#10;b3ducmV2LnhtbFBLBQYAAAAABAAEAPUAAACJAwAAAAA=&#10;" path="m,140r140,l140,,,,,140xe" filled="f" strokeweight=".5pt">
                  <v:path arrowok="t" o:connecttype="custom" o:connectlocs="0,-281;140,-281;140,-421;0,-421;0,-281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lang w:val="fr-FR"/>
        </w:rPr>
        <w:t>Si</w:t>
      </w:r>
      <w:r w:rsidR="0055151E" w:rsidRPr="006559E2">
        <w:rPr>
          <w:spacing w:val="30"/>
          <w:lang w:val="fr-FR"/>
        </w:rPr>
        <w:t xml:space="preserve"> </w:t>
      </w:r>
      <w:r w:rsidR="0055151E" w:rsidRPr="006559E2">
        <w:rPr>
          <w:lang w:val="fr-FR"/>
        </w:rPr>
        <w:t>vous</w:t>
      </w:r>
      <w:r w:rsidR="0055151E" w:rsidRPr="006559E2">
        <w:rPr>
          <w:spacing w:val="30"/>
          <w:lang w:val="fr-FR"/>
        </w:rPr>
        <w:t xml:space="preserve"> </w:t>
      </w:r>
      <w:r w:rsidR="0055151E" w:rsidRPr="006559E2">
        <w:rPr>
          <w:spacing w:val="-1"/>
          <w:lang w:val="fr-FR"/>
        </w:rPr>
        <w:t>possédez</w:t>
      </w:r>
      <w:r w:rsidR="0055151E" w:rsidRPr="006559E2">
        <w:rPr>
          <w:spacing w:val="31"/>
          <w:lang w:val="fr-FR"/>
        </w:rPr>
        <w:t xml:space="preserve"> </w:t>
      </w:r>
      <w:r w:rsidR="0055151E" w:rsidRPr="006559E2">
        <w:rPr>
          <w:spacing w:val="-1"/>
          <w:lang w:val="fr-FR"/>
        </w:rPr>
        <w:t>une</w:t>
      </w:r>
      <w:r w:rsidR="0055151E" w:rsidRPr="006559E2">
        <w:rPr>
          <w:spacing w:val="30"/>
          <w:lang w:val="fr-FR"/>
        </w:rPr>
        <w:t xml:space="preserve"> </w:t>
      </w:r>
      <w:r w:rsidR="0055151E" w:rsidRPr="006559E2">
        <w:rPr>
          <w:lang w:val="fr-FR"/>
        </w:rPr>
        <w:t>certification</w:t>
      </w:r>
      <w:r w:rsidR="0055151E" w:rsidRPr="006559E2">
        <w:rPr>
          <w:spacing w:val="31"/>
          <w:lang w:val="fr-FR"/>
        </w:rPr>
        <w:t xml:space="preserve"> </w:t>
      </w:r>
      <w:r w:rsidR="0055151E" w:rsidRPr="006559E2">
        <w:rPr>
          <w:spacing w:val="-1"/>
          <w:lang w:val="fr-FR"/>
        </w:rPr>
        <w:t>ou</w:t>
      </w:r>
      <w:r w:rsidR="0055151E" w:rsidRPr="006559E2">
        <w:rPr>
          <w:spacing w:val="30"/>
          <w:lang w:val="fr-FR"/>
        </w:rPr>
        <w:t xml:space="preserve"> </w:t>
      </w:r>
      <w:r w:rsidR="0055151E" w:rsidRPr="006559E2">
        <w:rPr>
          <w:spacing w:val="-1"/>
          <w:lang w:val="fr-FR"/>
        </w:rPr>
        <w:t>partie/s</w:t>
      </w:r>
      <w:r w:rsidR="0055151E" w:rsidRPr="006559E2">
        <w:rPr>
          <w:spacing w:val="31"/>
          <w:lang w:val="fr-FR"/>
        </w:rPr>
        <w:t xml:space="preserve"> </w:t>
      </w:r>
      <w:r w:rsidR="0055151E" w:rsidRPr="006559E2">
        <w:rPr>
          <w:spacing w:val="-1"/>
          <w:lang w:val="fr-FR"/>
        </w:rPr>
        <w:t>de</w:t>
      </w:r>
      <w:r w:rsidR="0055151E" w:rsidRPr="006559E2">
        <w:rPr>
          <w:spacing w:val="30"/>
          <w:lang w:val="fr-FR"/>
        </w:rPr>
        <w:t xml:space="preserve"> </w:t>
      </w:r>
      <w:r w:rsidR="0055151E" w:rsidRPr="006559E2">
        <w:rPr>
          <w:lang w:val="fr-FR"/>
        </w:rPr>
        <w:t>certification</w:t>
      </w:r>
      <w:r w:rsidR="0055151E" w:rsidRPr="006559E2">
        <w:rPr>
          <w:spacing w:val="31"/>
          <w:lang w:val="fr-FR"/>
        </w:rPr>
        <w:t xml:space="preserve"> </w:t>
      </w:r>
      <w:r w:rsidR="0055151E" w:rsidRPr="006559E2">
        <w:rPr>
          <w:spacing w:val="-1"/>
          <w:lang w:val="fr-FR"/>
        </w:rPr>
        <w:t>professionnelle</w:t>
      </w:r>
      <w:r w:rsidR="0055151E" w:rsidRPr="006559E2">
        <w:rPr>
          <w:spacing w:val="31"/>
          <w:lang w:val="fr-FR"/>
        </w:rPr>
        <w:t xml:space="preserve"> </w:t>
      </w:r>
      <w:r w:rsidR="0055151E" w:rsidRPr="006559E2">
        <w:rPr>
          <w:spacing w:val="-1"/>
          <w:lang w:val="fr-FR"/>
        </w:rPr>
        <w:t>inscrite/s</w:t>
      </w:r>
      <w:r w:rsidR="0055151E" w:rsidRPr="006559E2">
        <w:rPr>
          <w:spacing w:val="32"/>
          <w:lang w:val="fr-FR"/>
        </w:rPr>
        <w:t xml:space="preserve"> </w:t>
      </w:r>
      <w:r w:rsidR="0055151E" w:rsidRPr="006559E2">
        <w:rPr>
          <w:spacing w:val="-1"/>
          <w:lang w:val="fr-FR"/>
        </w:rPr>
        <w:t>au</w:t>
      </w:r>
      <w:r w:rsidR="0055151E" w:rsidRPr="006559E2">
        <w:rPr>
          <w:spacing w:val="30"/>
          <w:lang w:val="fr-FR"/>
        </w:rPr>
        <w:t xml:space="preserve"> </w:t>
      </w:r>
      <w:r w:rsidR="0055151E" w:rsidRPr="006559E2">
        <w:rPr>
          <w:spacing w:val="-1"/>
          <w:lang w:val="fr-FR"/>
        </w:rPr>
        <w:t>Répertoire</w:t>
      </w:r>
      <w:r w:rsidR="0055151E" w:rsidRPr="006559E2">
        <w:rPr>
          <w:spacing w:val="32"/>
          <w:lang w:val="fr-FR"/>
        </w:rPr>
        <w:t xml:space="preserve"> </w:t>
      </w:r>
      <w:r w:rsidR="0055151E" w:rsidRPr="006559E2">
        <w:rPr>
          <w:spacing w:val="-1"/>
          <w:lang w:val="fr-FR"/>
        </w:rPr>
        <w:t>National</w:t>
      </w:r>
      <w:r w:rsidR="0055151E" w:rsidRPr="006559E2">
        <w:rPr>
          <w:spacing w:val="30"/>
          <w:lang w:val="fr-FR"/>
        </w:rPr>
        <w:t xml:space="preserve"> </w:t>
      </w:r>
      <w:r w:rsidR="0055151E" w:rsidRPr="006559E2">
        <w:rPr>
          <w:spacing w:val="-1"/>
          <w:lang w:val="fr-FR"/>
        </w:rPr>
        <w:t>des</w:t>
      </w:r>
      <w:r w:rsidR="0055151E" w:rsidRPr="006559E2">
        <w:rPr>
          <w:spacing w:val="31"/>
          <w:lang w:val="fr-FR"/>
        </w:rPr>
        <w:t xml:space="preserve"> </w:t>
      </w:r>
      <w:r w:rsidR="0055151E" w:rsidRPr="006559E2">
        <w:rPr>
          <w:spacing w:val="-1"/>
          <w:lang w:val="fr-FR"/>
        </w:rPr>
        <w:t>Certifications</w:t>
      </w:r>
      <w:r w:rsidR="0055151E" w:rsidRPr="006559E2">
        <w:rPr>
          <w:spacing w:val="31"/>
          <w:lang w:val="fr-FR"/>
        </w:rPr>
        <w:t xml:space="preserve"> </w:t>
      </w:r>
      <w:r w:rsidR="0055151E" w:rsidRPr="006559E2">
        <w:rPr>
          <w:lang w:val="fr-FR"/>
        </w:rPr>
        <w:t>Professionnelles</w:t>
      </w:r>
      <w:r w:rsidR="0055151E" w:rsidRPr="006559E2">
        <w:rPr>
          <w:spacing w:val="25"/>
          <w:lang w:val="fr-FR"/>
        </w:rPr>
        <w:t xml:space="preserve"> </w:t>
      </w:r>
      <w:r w:rsidR="0055151E" w:rsidRPr="006559E2">
        <w:rPr>
          <w:lang w:val="fr-FR"/>
        </w:rPr>
        <w:t>(RNCP)</w:t>
      </w:r>
      <w:r w:rsidR="0055151E" w:rsidRPr="006559E2">
        <w:rPr>
          <w:spacing w:val="5"/>
          <w:lang w:val="fr-FR"/>
        </w:rPr>
        <w:t xml:space="preserve"> </w:t>
      </w:r>
      <w:r w:rsidR="0055151E" w:rsidRPr="006559E2">
        <w:rPr>
          <w:spacing w:val="-1"/>
          <w:lang w:val="fr-FR"/>
        </w:rPr>
        <w:t>en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lang w:val="fr-FR"/>
        </w:rPr>
        <w:t>rapport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avec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la</w:t>
      </w:r>
      <w:r w:rsidR="0055151E" w:rsidRPr="006559E2">
        <w:rPr>
          <w:spacing w:val="5"/>
          <w:lang w:val="fr-FR"/>
        </w:rPr>
        <w:t xml:space="preserve"> </w:t>
      </w:r>
      <w:r w:rsidR="0055151E" w:rsidRPr="006559E2">
        <w:rPr>
          <w:lang w:val="fr-FR"/>
        </w:rPr>
        <w:t>certification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professionnelle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que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lang w:val="fr-FR"/>
        </w:rPr>
        <w:t>vous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lang w:val="fr-FR"/>
        </w:rPr>
        <w:t>souhaitez</w:t>
      </w:r>
      <w:r w:rsidR="0055151E" w:rsidRPr="006559E2">
        <w:rPr>
          <w:spacing w:val="4"/>
          <w:lang w:val="fr-FR"/>
        </w:rPr>
        <w:t xml:space="preserve"> </w:t>
      </w:r>
      <w:r w:rsidR="0055151E" w:rsidRPr="006559E2">
        <w:rPr>
          <w:spacing w:val="-1"/>
          <w:lang w:val="fr-FR"/>
        </w:rPr>
        <w:t>obtenir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par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la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lang w:val="fr-FR"/>
        </w:rPr>
        <w:t>validation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des</w:t>
      </w:r>
      <w:r w:rsidR="0055151E" w:rsidRPr="006559E2">
        <w:rPr>
          <w:spacing w:val="5"/>
          <w:lang w:val="fr-FR"/>
        </w:rPr>
        <w:t xml:space="preserve"> </w:t>
      </w:r>
      <w:r w:rsidR="0055151E" w:rsidRPr="006559E2">
        <w:rPr>
          <w:spacing w:val="-1"/>
          <w:lang w:val="fr-FR"/>
        </w:rPr>
        <w:t>acquis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de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l'expérience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lang w:val="fr-FR"/>
        </w:rPr>
        <w:t>(VAE),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indiquez</w:t>
      </w:r>
      <w:r w:rsidR="0055151E" w:rsidRPr="006559E2">
        <w:rPr>
          <w:spacing w:val="5"/>
          <w:lang w:val="fr-FR"/>
        </w:rPr>
        <w:t xml:space="preserve"> </w:t>
      </w:r>
      <w:r w:rsidR="0055151E" w:rsidRPr="006559E2">
        <w:rPr>
          <w:lang w:val="fr-FR"/>
        </w:rPr>
        <w:t>son</w:t>
      </w:r>
      <w:r w:rsidR="0055151E" w:rsidRPr="006559E2">
        <w:rPr>
          <w:spacing w:val="6"/>
          <w:lang w:val="fr-FR"/>
        </w:rPr>
        <w:t xml:space="preserve"> </w:t>
      </w:r>
      <w:r w:rsidR="0055151E" w:rsidRPr="006559E2">
        <w:rPr>
          <w:spacing w:val="-1"/>
          <w:lang w:val="fr-FR"/>
        </w:rPr>
        <w:t>ou</w:t>
      </w:r>
      <w:r w:rsidR="0055151E" w:rsidRPr="006559E2">
        <w:rPr>
          <w:spacing w:val="26"/>
          <w:lang w:val="fr-FR"/>
        </w:rPr>
        <w:t xml:space="preserve"> </w:t>
      </w:r>
      <w:r w:rsidR="0055151E" w:rsidRPr="006559E2">
        <w:rPr>
          <w:spacing w:val="-1"/>
          <w:lang w:val="fr-FR"/>
        </w:rPr>
        <w:t>leur/s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spacing w:val="-1"/>
          <w:lang w:val="fr-FR"/>
        </w:rPr>
        <w:t>intitulé/s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spacing w:val="-1"/>
          <w:lang w:val="fr-FR"/>
        </w:rPr>
        <w:t>exact/s</w:t>
      </w:r>
      <w:r w:rsidR="0055151E" w:rsidRPr="006559E2">
        <w:rPr>
          <w:spacing w:val="-2"/>
          <w:lang w:val="fr-FR"/>
        </w:rPr>
        <w:t xml:space="preserve"> </w:t>
      </w:r>
      <w:r w:rsidR="0055151E" w:rsidRPr="006559E2">
        <w:rPr>
          <w:lang w:val="fr-FR"/>
        </w:rPr>
        <w:t>:</w:t>
      </w:r>
    </w:p>
    <w:p w:rsidR="00390C5B" w:rsidRPr="006559E2" w:rsidRDefault="00390C5B">
      <w:pPr>
        <w:rPr>
          <w:rFonts w:ascii="Arial" w:eastAsia="Arial" w:hAnsi="Arial" w:cs="Arial"/>
          <w:sz w:val="20"/>
          <w:szCs w:val="20"/>
          <w:lang w:val="fr-FR"/>
        </w:rPr>
      </w:pPr>
    </w:p>
    <w:p w:rsidR="00390C5B" w:rsidRPr="006559E2" w:rsidRDefault="00390C5B">
      <w:pPr>
        <w:spacing w:before="7"/>
        <w:rPr>
          <w:rFonts w:ascii="Arial" w:eastAsia="Arial" w:hAnsi="Arial" w:cs="Arial"/>
          <w:sz w:val="21"/>
          <w:szCs w:val="21"/>
          <w:lang w:val="fr-FR"/>
        </w:rPr>
      </w:pPr>
    </w:p>
    <w:p w:rsidR="00390C5B" w:rsidRPr="006559E2" w:rsidRDefault="0055151E">
      <w:pPr>
        <w:pStyle w:val="Corpsdetexte"/>
        <w:spacing w:before="79" w:line="250" w:lineRule="auto"/>
        <w:ind w:right="605"/>
        <w:rPr>
          <w:lang w:val="fr-FR"/>
        </w:rPr>
      </w:pPr>
      <w:r w:rsidRPr="006559E2">
        <w:rPr>
          <w:lang w:val="fr-FR"/>
        </w:rPr>
        <w:t>Indiquez</w:t>
      </w:r>
      <w:r w:rsidRPr="006559E2">
        <w:rPr>
          <w:spacing w:val="-2"/>
          <w:lang w:val="fr-FR"/>
        </w:rPr>
        <w:t xml:space="preserve"> </w:t>
      </w:r>
      <w:r w:rsidRPr="006559E2">
        <w:rPr>
          <w:spacing w:val="-1"/>
          <w:lang w:val="fr-FR"/>
        </w:rPr>
        <w:t>les éventuelles</w:t>
      </w:r>
      <w:r w:rsidRPr="006559E2">
        <w:rPr>
          <w:lang w:val="fr-FR"/>
        </w:rPr>
        <w:t xml:space="preserve"> formations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courtes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suivies</w:t>
      </w:r>
      <w:r w:rsidRPr="006559E2">
        <w:rPr>
          <w:spacing w:val="-2"/>
          <w:lang w:val="fr-FR"/>
        </w:rPr>
        <w:t xml:space="preserve"> </w:t>
      </w:r>
      <w:r w:rsidRPr="006559E2">
        <w:rPr>
          <w:spacing w:val="-1"/>
          <w:lang w:val="fr-FR"/>
        </w:rPr>
        <w:t>dans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 xml:space="preserve">le </w:t>
      </w:r>
      <w:r w:rsidRPr="006559E2">
        <w:rPr>
          <w:lang w:val="fr-FR"/>
        </w:rPr>
        <w:t>cadre</w:t>
      </w:r>
      <w:r w:rsidRPr="006559E2">
        <w:rPr>
          <w:spacing w:val="-1"/>
          <w:lang w:val="fr-FR"/>
        </w:rPr>
        <w:t xml:space="preserve"> de la</w:t>
      </w:r>
      <w:r w:rsidRPr="006559E2">
        <w:rPr>
          <w:lang w:val="fr-FR"/>
        </w:rPr>
        <w:t xml:space="preserve"> formation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continue</w:t>
      </w:r>
      <w:r w:rsidRPr="006559E2">
        <w:rPr>
          <w:spacing w:val="42"/>
          <w:lang w:val="fr-FR"/>
        </w:rPr>
        <w:t xml:space="preserve"> </w:t>
      </w:r>
      <w:r w:rsidRPr="006559E2">
        <w:rPr>
          <w:lang w:val="fr-FR"/>
        </w:rPr>
        <w:t>(stage, certification,...),</w:t>
      </w:r>
      <w:r w:rsidRPr="006559E2">
        <w:rPr>
          <w:spacing w:val="-1"/>
          <w:lang w:val="fr-FR"/>
        </w:rPr>
        <w:t xml:space="preserve"> en</w:t>
      </w:r>
      <w:r w:rsidRPr="006559E2">
        <w:rPr>
          <w:lang w:val="fr-FR"/>
        </w:rPr>
        <w:t xml:space="preserve"> relation</w:t>
      </w:r>
      <w:r w:rsidRPr="006559E2">
        <w:rPr>
          <w:spacing w:val="-2"/>
          <w:lang w:val="fr-FR"/>
        </w:rPr>
        <w:t xml:space="preserve"> </w:t>
      </w:r>
      <w:r w:rsidRPr="006559E2">
        <w:rPr>
          <w:spacing w:val="-1"/>
          <w:lang w:val="fr-FR"/>
        </w:rPr>
        <w:t>avec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 xml:space="preserve">la </w:t>
      </w:r>
      <w:r w:rsidRPr="006559E2">
        <w:rPr>
          <w:lang w:val="fr-FR"/>
        </w:rPr>
        <w:t>certification</w:t>
      </w:r>
      <w:r w:rsidRPr="006559E2">
        <w:rPr>
          <w:spacing w:val="30"/>
          <w:lang w:val="fr-FR"/>
        </w:rPr>
        <w:t xml:space="preserve"> </w:t>
      </w:r>
      <w:r w:rsidRPr="006559E2">
        <w:rPr>
          <w:lang w:val="fr-FR"/>
        </w:rPr>
        <w:t>visée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:</w:t>
      </w:r>
    </w:p>
    <w:p w:rsidR="00390C5B" w:rsidRPr="006559E2" w:rsidRDefault="00390C5B">
      <w:pPr>
        <w:spacing w:line="250" w:lineRule="auto"/>
        <w:rPr>
          <w:lang w:val="fr-FR"/>
        </w:rPr>
        <w:sectPr w:rsidR="00390C5B" w:rsidRPr="006559E2">
          <w:type w:val="continuous"/>
          <w:pgSz w:w="11910" w:h="16840"/>
          <w:pgMar w:top="260" w:right="440" w:bottom="680" w:left="440" w:header="720" w:footer="720" w:gutter="0"/>
          <w:cols w:space="720"/>
        </w:sectPr>
      </w:pPr>
    </w:p>
    <w:p w:rsidR="00390C5B" w:rsidRPr="006559E2" w:rsidRDefault="00390C5B">
      <w:pPr>
        <w:spacing w:before="7"/>
        <w:rPr>
          <w:rFonts w:ascii="Arial" w:eastAsia="Arial" w:hAnsi="Arial" w:cs="Arial"/>
          <w:sz w:val="7"/>
          <w:szCs w:val="7"/>
          <w:lang w:val="fr-FR"/>
        </w:rPr>
      </w:pPr>
    </w:p>
    <w:p w:rsidR="00390C5B" w:rsidRDefault="006559E2">
      <w:pPr>
        <w:spacing w:line="200" w:lineRule="atLeast"/>
        <w:ind w:left="11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fr-FR" w:eastAsia="fr-FR"/>
        </w:rPr>
        <mc:AlternateContent>
          <mc:Choice Requires="wpg">
            <w:drawing>
              <wp:inline distT="0" distB="0" distL="0" distR="0">
                <wp:extent cx="10098405" cy="261620"/>
                <wp:effectExtent l="9525" t="9525" r="7620" b="5080"/>
                <wp:docPr id="148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8405" cy="261620"/>
                          <a:chOff x="0" y="0"/>
                          <a:chExt cx="15903" cy="412"/>
                        </a:xfrm>
                      </wpg:grpSpPr>
                      <wpg:grpSp>
                        <wpg:cNvPr id="149" name="Group 16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5874" cy="2"/>
                            <a:chOff x="14" y="14"/>
                            <a:chExt cx="15874" cy="2"/>
                          </a:xfrm>
                        </wpg:grpSpPr>
                        <wps:wsp>
                          <wps:cNvPr id="150" name="Freeform 16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5874" cy="2"/>
                            </a:xfrm>
                            <a:custGeom>
                              <a:avLst/>
                              <a:gdLst>
                                <a:gd name="T0" fmla="+- 0 15888 14"/>
                                <a:gd name="T1" fmla="*/ T0 w 15874"/>
                                <a:gd name="T2" fmla="+- 0 14 14"/>
                                <a:gd name="T3" fmla="*/ T2 w 15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874">
                                  <a:moveTo>
                                    <a:pt x="1587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61"/>
                        <wpg:cNvGrpSpPr>
                          <a:grpSpLocks/>
                        </wpg:cNvGrpSpPr>
                        <wpg:grpSpPr bwMode="auto">
                          <a:xfrm>
                            <a:off x="12203" y="71"/>
                            <a:ext cx="1701" cy="341"/>
                            <a:chOff x="12203" y="71"/>
                            <a:chExt cx="1701" cy="341"/>
                          </a:xfrm>
                        </wpg:grpSpPr>
                        <wps:wsp>
                          <wps:cNvPr id="152" name="Freeform 162"/>
                          <wps:cNvSpPr>
                            <a:spLocks/>
                          </wps:cNvSpPr>
                          <wps:spPr bwMode="auto">
                            <a:xfrm>
                              <a:off x="12203" y="71"/>
                              <a:ext cx="1701" cy="341"/>
                            </a:xfrm>
                            <a:custGeom>
                              <a:avLst/>
                              <a:gdLst>
                                <a:gd name="T0" fmla="+- 0 13904 12203"/>
                                <a:gd name="T1" fmla="*/ T0 w 1701"/>
                                <a:gd name="T2" fmla="+- 0 71 71"/>
                                <a:gd name="T3" fmla="*/ 71 h 341"/>
                                <a:gd name="T4" fmla="+- 0 12203 12203"/>
                                <a:gd name="T5" fmla="*/ T4 w 1701"/>
                                <a:gd name="T6" fmla="+- 0 71 71"/>
                                <a:gd name="T7" fmla="*/ 71 h 341"/>
                                <a:gd name="T8" fmla="+- 0 12203 12203"/>
                                <a:gd name="T9" fmla="*/ T8 w 1701"/>
                                <a:gd name="T10" fmla="+- 0 411 71"/>
                                <a:gd name="T11" fmla="*/ 411 h 341"/>
                                <a:gd name="T12" fmla="+- 0 12213 12203"/>
                                <a:gd name="T13" fmla="*/ T12 w 1701"/>
                                <a:gd name="T14" fmla="+- 0 401 71"/>
                                <a:gd name="T15" fmla="*/ 401 h 341"/>
                                <a:gd name="T16" fmla="+- 0 12213 12203"/>
                                <a:gd name="T17" fmla="*/ T16 w 1701"/>
                                <a:gd name="T18" fmla="+- 0 81 71"/>
                                <a:gd name="T19" fmla="*/ 81 h 341"/>
                                <a:gd name="T20" fmla="+- 0 13894 12203"/>
                                <a:gd name="T21" fmla="*/ T20 w 1701"/>
                                <a:gd name="T22" fmla="+- 0 81 71"/>
                                <a:gd name="T23" fmla="*/ 81 h 341"/>
                                <a:gd name="T24" fmla="+- 0 13904 12203"/>
                                <a:gd name="T25" fmla="*/ T24 w 1701"/>
                                <a:gd name="T26" fmla="+- 0 71 71"/>
                                <a:gd name="T27" fmla="*/ 71 h 3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701" h="341">
                                  <a:moveTo>
                                    <a:pt x="17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0" y="33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691" y="10"/>
                                  </a:lnTo>
                                  <a:lnTo>
                                    <a:pt x="17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59"/>
                        <wpg:cNvGrpSpPr>
                          <a:grpSpLocks/>
                        </wpg:cNvGrpSpPr>
                        <wpg:grpSpPr bwMode="auto">
                          <a:xfrm>
                            <a:off x="12203" y="71"/>
                            <a:ext cx="1701" cy="341"/>
                            <a:chOff x="12203" y="71"/>
                            <a:chExt cx="1701" cy="341"/>
                          </a:xfrm>
                        </wpg:grpSpPr>
                        <wps:wsp>
                          <wps:cNvPr id="154" name="Freeform 160"/>
                          <wps:cNvSpPr>
                            <a:spLocks/>
                          </wps:cNvSpPr>
                          <wps:spPr bwMode="auto">
                            <a:xfrm>
                              <a:off x="12203" y="71"/>
                              <a:ext cx="1701" cy="341"/>
                            </a:xfrm>
                            <a:custGeom>
                              <a:avLst/>
                              <a:gdLst>
                                <a:gd name="T0" fmla="+- 0 13904 12203"/>
                                <a:gd name="T1" fmla="*/ T0 w 1701"/>
                                <a:gd name="T2" fmla="+- 0 71 71"/>
                                <a:gd name="T3" fmla="*/ 71 h 341"/>
                                <a:gd name="T4" fmla="+- 0 13894 12203"/>
                                <a:gd name="T5" fmla="*/ T4 w 1701"/>
                                <a:gd name="T6" fmla="+- 0 81 71"/>
                                <a:gd name="T7" fmla="*/ 81 h 341"/>
                                <a:gd name="T8" fmla="+- 0 13894 12203"/>
                                <a:gd name="T9" fmla="*/ T8 w 1701"/>
                                <a:gd name="T10" fmla="+- 0 401 71"/>
                                <a:gd name="T11" fmla="*/ 401 h 341"/>
                                <a:gd name="T12" fmla="+- 0 12213 12203"/>
                                <a:gd name="T13" fmla="*/ T12 w 1701"/>
                                <a:gd name="T14" fmla="+- 0 401 71"/>
                                <a:gd name="T15" fmla="*/ 401 h 341"/>
                                <a:gd name="T16" fmla="+- 0 12203 12203"/>
                                <a:gd name="T17" fmla="*/ T16 w 1701"/>
                                <a:gd name="T18" fmla="+- 0 411 71"/>
                                <a:gd name="T19" fmla="*/ 411 h 341"/>
                                <a:gd name="T20" fmla="+- 0 13904 12203"/>
                                <a:gd name="T21" fmla="*/ T20 w 1701"/>
                                <a:gd name="T22" fmla="+- 0 411 71"/>
                                <a:gd name="T23" fmla="*/ 411 h 341"/>
                                <a:gd name="T24" fmla="+- 0 13904 12203"/>
                                <a:gd name="T25" fmla="*/ T24 w 1701"/>
                                <a:gd name="T26" fmla="+- 0 71 71"/>
                                <a:gd name="T27" fmla="*/ 71 h 3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701" h="341">
                                  <a:moveTo>
                                    <a:pt x="1701" y="0"/>
                                  </a:moveTo>
                                  <a:lnTo>
                                    <a:pt x="1691" y="10"/>
                                  </a:lnTo>
                                  <a:lnTo>
                                    <a:pt x="1691" y="330"/>
                                  </a:lnTo>
                                  <a:lnTo>
                                    <a:pt x="10" y="33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7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157"/>
                        <wpg:cNvGrpSpPr>
                          <a:grpSpLocks/>
                        </wpg:cNvGrpSpPr>
                        <wpg:grpSpPr bwMode="auto">
                          <a:xfrm>
                            <a:off x="12213" y="81"/>
                            <a:ext cx="1681" cy="321"/>
                            <a:chOff x="12213" y="81"/>
                            <a:chExt cx="1681" cy="321"/>
                          </a:xfrm>
                        </wpg:grpSpPr>
                        <wps:wsp>
                          <wps:cNvPr id="156" name="Freeform 158"/>
                          <wps:cNvSpPr>
                            <a:spLocks/>
                          </wps:cNvSpPr>
                          <wps:spPr bwMode="auto">
                            <a:xfrm>
                              <a:off x="12213" y="81"/>
                              <a:ext cx="1681" cy="321"/>
                            </a:xfrm>
                            <a:custGeom>
                              <a:avLst/>
                              <a:gdLst>
                                <a:gd name="T0" fmla="+- 0 13894 12213"/>
                                <a:gd name="T1" fmla="*/ T0 w 1681"/>
                                <a:gd name="T2" fmla="+- 0 81 81"/>
                                <a:gd name="T3" fmla="*/ 81 h 321"/>
                                <a:gd name="T4" fmla="+- 0 12213 12213"/>
                                <a:gd name="T5" fmla="*/ T4 w 1681"/>
                                <a:gd name="T6" fmla="+- 0 81 81"/>
                                <a:gd name="T7" fmla="*/ 81 h 321"/>
                                <a:gd name="T8" fmla="+- 0 12213 12213"/>
                                <a:gd name="T9" fmla="*/ T8 w 1681"/>
                                <a:gd name="T10" fmla="+- 0 401 81"/>
                                <a:gd name="T11" fmla="*/ 401 h 321"/>
                                <a:gd name="T12" fmla="+- 0 12223 12213"/>
                                <a:gd name="T13" fmla="*/ T12 w 1681"/>
                                <a:gd name="T14" fmla="+- 0 391 81"/>
                                <a:gd name="T15" fmla="*/ 391 h 321"/>
                                <a:gd name="T16" fmla="+- 0 12223 12213"/>
                                <a:gd name="T17" fmla="*/ T16 w 1681"/>
                                <a:gd name="T18" fmla="+- 0 91 81"/>
                                <a:gd name="T19" fmla="*/ 91 h 321"/>
                                <a:gd name="T20" fmla="+- 0 13884 12213"/>
                                <a:gd name="T21" fmla="*/ T20 w 1681"/>
                                <a:gd name="T22" fmla="+- 0 91 81"/>
                                <a:gd name="T23" fmla="*/ 91 h 321"/>
                                <a:gd name="T24" fmla="+- 0 13894 12213"/>
                                <a:gd name="T25" fmla="*/ T24 w 1681"/>
                                <a:gd name="T26" fmla="+- 0 81 81"/>
                                <a:gd name="T27" fmla="*/ 81 h 3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681" h="321">
                                  <a:moveTo>
                                    <a:pt x="168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20"/>
                                  </a:lnTo>
                                  <a:lnTo>
                                    <a:pt x="10" y="3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671" y="10"/>
                                  </a:lnTo>
                                  <a:lnTo>
                                    <a:pt x="1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155"/>
                        <wpg:cNvGrpSpPr>
                          <a:grpSpLocks/>
                        </wpg:cNvGrpSpPr>
                        <wpg:grpSpPr bwMode="auto">
                          <a:xfrm>
                            <a:off x="12213" y="81"/>
                            <a:ext cx="1681" cy="321"/>
                            <a:chOff x="12213" y="81"/>
                            <a:chExt cx="1681" cy="321"/>
                          </a:xfrm>
                        </wpg:grpSpPr>
                        <wps:wsp>
                          <wps:cNvPr id="158" name="Freeform 156"/>
                          <wps:cNvSpPr>
                            <a:spLocks/>
                          </wps:cNvSpPr>
                          <wps:spPr bwMode="auto">
                            <a:xfrm>
                              <a:off x="12213" y="81"/>
                              <a:ext cx="1681" cy="321"/>
                            </a:xfrm>
                            <a:custGeom>
                              <a:avLst/>
                              <a:gdLst>
                                <a:gd name="T0" fmla="+- 0 13894 12213"/>
                                <a:gd name="T1" fmla="*/ T0 w 1681"/>
                                <a:gd name="T2" fmla="+- 0 81 81"/>
                                <a:gd name="T3" fmla="*/ 81 h 321"/>
                                <a:gd name="T4" fmla="+- 0 13884 12213"/>
                                <a:gd name="T5" fmla="*/ T4 w 1681"/>
                                <a:gd name="T6" fmla="+- 0 91 81"/>
                                <a:gd name="T7" fmla="*/ 91 h 321"/>
                                <a:gd name="T8" fmla="+- 0 13884 12213"/>
                                <a:gd name="T9" fmla="*/ T8 w 1681"/>
                                <a:gd name="T10" fmla="+- 0 391 81"/>
                                <a:gd name="T11" fmla="*/ 391 h 321"/>
                                <a:gd name="T12" fmla="+- 0 12223 12213"/>
                                <a:gd name="T13" fmla="*/ T12 w 1681"/>
                                <a:gd name="T14" fmla="+- 0 391 81"/>
                                <a:gd name="T15" fmla="*/ 391 h 321"/>
                                <a:gd name="T16" fmla="+- 0 12213 12213"/>
                                <a:gd name="T17" fmla="*/ T16 w 1681"/>
                                <a:gd name="T18" fmla="+- 0 401 81"/>
                                <a:gd name="T19" fmla="*/ 401 h 321"/>
                                <a:gd name="T20" fmla="+- 0 13894 12213"/>
                                <a:gd name="T21" fmla="*/ T20 w 1681"/>
                                <a:gd name="T22" fmla="+- 0 401 81"/>
                                <a:gd name="T23" fmla="*/ 401 h 321"/>
                                <a:gd name="T24" fmla="+- 0 13894 12213"/>
                                <a:gd name="T25" fmla="*/ T24 w 1681"/>
                                <a:gd name="T26" fmla="+- 0 81 81"/>
                                <a:gd name="T27" fmla="*/ 81 h 3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681" h="321">
                                  <a:moveTo>
                                    <a:pt x="1681" y="0"/>
                                  </a:moveTo>
                                  <a:lnTo>
                                    <a:pt x="1671" y="10"/>
                                  </a:lnTo>
                                  <a:lnTo>
                                    <a:pt x="1671" y="310"/>
                                  </a:lnTo>
                                  <a:lnTo>
                                    <a:pt x="10" y="310"/>
                                  </a:lnTo>
                                  <a:lnTo>
                                    <a:pt x="0" y="320"/>
                                  </a:lnTo>
                                  <a:lnTo>
                                    <a:pt x="1681" y="320"/>
                                  </a:lnTo>
                                  <a:lnTo>
                                    <a:pt x="1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53"/>
                        <wpg:cNvGrpSpPr>
                          <a:grpSpLocks/>
                        </wpg:cNvGrpSpPr>
                        <wpg:grpSpPr bwMode="auto">
                          <a:xfrm>
                            <a:off x="14074" y="71"/>
                            <a:ext cx="1815" cy="341"/>
                            <a:chOff x="14074" y="71"/>
                            <a:chExt cx="1815" cy="341"/>
                          </a:xfrm>
                        </wpg:grpSpPr>
                        <wps:wsp>
                          <wps:cNvPr id="160" name="Freeform 154"/>
                          <wps:cNvSpPr>
                            <a:spLocks/>
                          </wps:cNvSpPr>
                          <wps:spPr bwMode="auto">
                            <a:xfrm>
                              <a:off x="14074" y="71"/>
                              <a:ext cx="1815" cy="341"/>
                            </a:xfrm>
                            <a:custGeom>
                              <a:avLst/>
                              <a:gdLst>
                                <a:gd name="T0" fmla="+- 0 15888 14074"/>
                                <a:gd name="T1" fmla="*/ T0 w 1815"/>
                                <a:gd name="T2" fmla="+- 0 71 71"/>
                                <a:gd name="T3" fmla="*/ 71 h 341"/>
                                <a:gd name="T4" fmla="+- 0 14074 14074"/>
                                <a:gd name="T5" fmla="*/ T4 w 1815"/>
                                <a:gd name="T6" fmla="+- 0 71 71"/>
                                <a:gd name="T7" fmla="*/ 71 h 341"/>
                                <a:gd name="T8" fmla="+- 0 14074 14074"/>
                                <a:gd name="T9" fmla="*/ T8 w 1815"/>
                                <a:gd name="T10" fmla="+- 0 411 71"/>
                                <a:gd name="T11" fmla="*/ 411 h 341"/>
                                <a:gd name="T12" fmla="+- 0 14084 14074"/>
                                <a:gd name="T13" fmla="*/ T12 w 1815"/>
                                <a:gd name="T14" fmla="+- 0 401 71"/>
                                <a:gd name="T15" fmla="*/ 401 h 341"/>
                                <a:gd name="T16" fmla="+- 0 14084 14074"/>
                                <a:gd name="T17" fmla="*/ T16 w 1815"/>
                                <a:gd name="T18" fmla="+- 0 81 71"/>
                                <a:gd name="T19" fmla="*/ 81 h 341"/>
                                <a:gd name="T20" fmla="+- 0 15878 14074"/>
                                <a:gd name="T21" fmla="*/ T20 w 1815"/>
                                <a:gd name="T22" fmla="+- 0 81 71"/>
                                <a:gd name="T23" fmla="*/ 81 h 341"/>
                                <a:gd name="T24" fmla="+- 0 15888 14074"/>
                                <a:gd name="T25" fmla="*/ T24 w 1815"/>
                                <a:gd name="T26" fmla="+- 0 71 71"/>
                                <a:gd name="T27" fmla="*/ 71 h 3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15" h="341">
                                  <a:moveTo>
                                    <a:pt x="18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0" y="33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804" y="10"/>
                                  </a:lnTo>
                                  <a:lnTo>
                                    <a:pt x="18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51"/>
                        <wpg:cNvGrpSpPr>
                          <a:grpSpLocks/>
                        </wpg:cNvGrpSpPr>
                        <wpg:grpSpPr bwMode="auto">
                          <a:xfrm>
                            <a:off x="14074" y="71"/>
                            <a:ext cx="1815" cy="341"/>
                            <a:chOff x="14074" y="71"/>
                            <a:chExt cx="1815" cy="341"/>
                          </a:xfrm>
                        </wpg:grpSpPr>
                        <wps:wsp>
                          <wps:cNvPr id="162" name="Freeform 152"/>
                          <wps:cNvSpPr>
                            <a:spLocks/>
                          </wps:cNvSpPr>
                          <wps:spPr bwMode="auto">
                            <a:xfrm>
                              <a:off x="14074" y="71"/>
                              <a:ext cx="1815" cy="341"/>
                            </a:xfrm>
                            <a:custGeom>
                              <a:avLst/>
                              <a:gdLst>
                                <a:gd name="T0" fmla="+- 0 15888 14074"/>
                                <a:gd name="T1" fmla="*/ T0 w 1815"/>
                                <a:gd name="T2" fmla="+- 0 71 71"/>
                                <a:gd name="T3" fmla="*/ 71 h 341"/>
                                <a:gd name="T4" fmla="+- 0 15878 14074"/>
                                <a:gd name="T5" fmla="*/ T4 w 1815"/>
                                <a:gd name="T6" fmla="+- 0 81 71"/>
                                <a:gd name="T7" fmla="*/ 81 h 341"/>
                                <a:gd name="T8" fmla="+- 0 15878 14074"/>
                                <a:gd name="T9" fmla="*/ T8 w 1815"/>
                                <a:gd name="T10" fmla="+- 0 401 71"/>
                                <a:gd name="T11" fmla="*/ 401 h 341"/>
                                <a:gd name="T12" fmla="+- 0 14084 14074"/>
                                <a:gd name="T13" fmla="*/ T12 w 1815"/>
                                <a:gd name="T14" fmla="+- 0 401 71"/>
                                <a:gd name="T15" fmla="*/ 401 h 341"/>
                                <a:gd name="T16" fmla="+- 0 14074 14074"/>
                                <a:gd name="T17" fmla="*/ T16 w 1815"/>
                                <a:gd name="T18" fmla="+- 0 411 71"/>
                                <a:gd name="T19" fmla="*/ 411 h 341"/>
                                <a:gd name="T20" fmla="+- 0 15888 14074"/>
                                <a:gd name="T21" fmla="*/ T20 w 1815"/>
                                <a:gd name="T22" fmla="+- 0 411 71"/>
                                <a:gd name="T23" fmla="*/ 411 h 341"/>
                                <a:gd name="T24" fmla="+- 0 15888 14074"/>
                                <a:gd name="T25" fmla="*/ T24 w 1815"/>
                                <a:gd name="T26" fmla="+- 0 71 71"/>
                                <a:gd name="T27" fmla="*/ 71 h 3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15" h="341">
                                  <a:moveTo>
                                    <a:pt x="1814" y="0"/>
                                  </a:moveTo>
                                  <a:lnTo>
                                    <a:pt x="1804" y="10"/>
                                  </a:lnTo>
                                  <a:lnTo>
                                    <a:pt x="1804" y="330"/>
                                  </a:lnTo>
                                  <a:lnTo>
                                    <a:pt x="10" y="33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814" y="340"/>
                                  </a:lnTo>
                                  <a:lnTo>
                                    <a:pt x="18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49"/>
                        <wpg:cNvGrpSpPr>
                          <a:grpSpLocks/>
                        </wpg:cNvGrpSpPr>
                        <wpg:grpSpPr bwMode="auto">
                          <a:xfrm>
                            <a:off x="14084" y="81"/>
                            <a:ext cx="1795" cy="321"/>
                            <a:chOff x="14084" y="81"/>
                            <a:chExt cx="1795" cy="321"/>
                          </a:xfrm>
                        </wpg:grpSpPr>
                        <wps:wsp>
                          <wps:cNvPr id="164" name="Freeform 150"/>
                          <wps:cNvSpPr>
                            <a:spLocks/>
                          </wps:cNvSpPr>
                          <wps:spPr bwMode="auto">
                            <a:xfrm>
                              <a:off x="14084" y="81"/>
                              <a:ext cx="1795" cy="321"/>
                            </a:xfrm>
                            <a:custGeom>
                              <a:avLst/>
                              <a:gdLst>
                                <a:gd name="T0" fmla="+- 0 15878 14084"/>
                                <a:gd name="T1" fmla="*/ T0 w 1795"/>
                                <a:gd name="T2" fmla="+- 0 81 81"/>
                                <a:gd name="T3" fmla="*/ 81 h 321"/>
                                <a:gd name="T4" fmla="+- 0 14084 14084"/>
                                <a:gd name="T5" fmla="*/ T4 w 1795"/>
                                <a:gd name="T6" fmla="+- 0 81 81"/>
                                <a:gd name="T7" fmla="*/ 81 h 321"/>
                                <a:gd name="T8" fmla="+- 0 14084 14084"/>
                                <a:gd name="T9" fmla="*/ T8 w 1795"/>
                                <a:gd name="T10" fmla="+- 0 401 81"/>
                                <a:gd name="T11" fmla="*/ 401 h 321"/>
                                <a:gd name="T12" fmla="+- 0 14094 14084"/>
                                <a:gd name="T13" fmla="*/ T12 w 1795"/>
                                <a:gd name="T14" fmla="+- 0 391 81"/>
                                <a:gd name="T15" fmla="*/ 391 h 321"/>
                                <a:gd name="T16" fmla="+- 0 14094 14084"/>
                                <a:gd name="T17" fmla="*/ T16 w 1795"/>
                                <a:gd name="T18" fmla="+- 0 91 81"/>
                                <a:gd name="T19" fmla="*/ 91 h 321"/>
                                <a:gd name="T20" fmla="+- 0 15868 14084"/>
                                <a:gd name="T21" fmla="*/ T20 w 1795"/>
                                <a:gd name="T22" fmla="+- 0 91 81"/>
                                <a:gd name="T23" fmla="*/ 91 h 321"/>
                                <a:gd name="T24" fmla="+- 0 15878 14084"/>
                                <a:gd name="T25" fmla="*/ T24 w 1795"/>
                                <a:gd name="T26" fmla="+- 0 81 81"/>
                                <a:gd name="T27" fmla="*/ 81 h 3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795" h="321">
                                  <a:moveTo>
                                    <a:pt x="179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20"/>
                                  </a:lnTo>
                                  <a:lnTo>
                                    <a:pt x="10" y="3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784" y="10"/>
                                  </a:lnTo>
                                  <a:lnTo>
                                    <a:pt x="1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44"/>
                        <wpg:cNvGrpSpPr>
                          <a:grpSpLocks/>
                        </wpg:cNvGrpSpPr>
                        <wpg:grpSpPr bwMode="auto">
                          <a:xfrm>
                            <a:off x="14084" y="81"/>
                            <a:ext cx="1795" cy="321"/>
                            <a:chOff x="14084" y="81"/>
                            <a:chExt cx="1795" cy="321"/>
                          </a:xfrm>
                        </wpg:grpSpPr>
                        <wps:wsp>
                          <wps:cNvPr id="166" name="Freeform 148"/>
                          <wps:cNvSpPr>
                            <a:spLocks/>
                          </wps:cNvSpPr>
                          <wps:spPr bwMode="auto">
                            <a:xfrm>
                              <a:off x="14084" y="81"/>
                              <a:ext cx="1795" cy="321"/>
                            </a:xfrm>
                            <a:custGeom>
                              <a:avLst/>
                              <a:gdLst>
                                <a:gd name="T0" fmla="+- 0 15878 14084"/>
                                <a:gd name="T1" fmla="*/ T0 w 1795"/>
                                <a:gd name="T2" fmla="+- 0 81 81"/>
                                <a:gd name="T3" fmla="*/ 81 h 321"/>
                                <a:gd name="T4" fmla="+- 0 15868 14084"/>
                                <a:gd name="T5" fmla="*/ T4 w 1795"/>
                                <a:gd name="T6" fmla="+- 0 91 81"/>
                                <a:gd name="T7" fmla="*/ 91 h 321"/>
                                <a:gd name="T8" fmla="+- 0 15868 14084"/>
                                <a:gd name="T9" fmla="*/ T8 w 1795"/>
                                <a:gd name="T10" fmla="+- 0 391 81"/>
                                <a:gd name="T11" fmla="*/ 391 h 321"/>
                                <a:gd name="T12" fmla="+- 0 14094 14084"/>
                                <a:gd name="T13" fmla="*/ T12 w 1795"/>
                                <a:gd name="T14" fmla="+- 0 391 81"/>
                                <a:gd name="T15" fmla="*/ 391 h 321"/>
                                <a:gd name="T16" fmla="+- 0 14084 14084"/>
                                <a:gd name="T17" fmla="*/ T16 w 1795"/>
                                <a:gd name="T18" fmla="+- 0 401 81"/>
                                <a:gd name="T19" fmla="*/ 401 h 321"/>
                                <a:gd name="T20" fmla="+- 0 15878 14084"/>
                                <a:gd name="T21" fmla="*/ T20 w 1795"/>
                                <a:gd name="T22" fmla="+- 0 401 81"/>
                                <a:gd name="T23" fmla="*/ 401 h 321"/>
                                <a:gd name="T24" fmla="+- 0 15878 14084"/>
                                <a:gd name="T25" fmla="*/ T24 w 1795"/>
                                <a:gd name="T26" fmla="+- 0 81 81"/>
                                <a:gd name="T27" fmla="*/ 81 h 3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795" h="321">
                                  <a:moveTo>
                                    <a:pt x="1794" y="0"/>
                                  </a:moveTo>
                                  <a:lnTo>
                                    <a:pt x="1784" y="10"/>
                                  </a:lnTo>
                                  <a:lnTo>
                                    <a:pt x="1784" y="310"/>
                                  </a:lnTo>
                                  <a:lnTo>
                                    <a:pt x="10" y="310"/>
                                  </a:lnTo>
                                  <a:lnTo>
                                    <a:pt x="0" y="320"/>
                                  </a:lnTo>
                                  <a:lnTo>
                                    <a:pt x="1794" y="320"/>
                                  </a:lnTo>
                                  <a:lnTo>
                                    <a:pt x="1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03" y="71"/>
                              <a:ext cx="1701" cy="341"/>
                            </a:xfrm>
                            <a:prstGeom prst="rect">
                              <a:avLst/>
                            </a:prstGeom>
                            <a:solidFill>
                              <a:srgbClr val="D3D0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before="30"/>
                                  <w:ind w:left="124"/>
                                  <w:rPr>
                                    <w:rFonts w:ascii="Myriad Pro" w:eastAsia="Myriad Pro" w:hAnsi="Myriad Pro" w:cs="Myriad Pro"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Myriad Pro"/>
                                    <w:sz w:val="20"/>
                                  </w:rPr>
                                  <w:t>Ajouter</w:t>
                                </w:r>
                                <w:proofErr w:type="spellEnd"/>
                                <w:r>
                                  <w:rPr>
                                    <w:rFonts w:ascii="Myriad Pro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Myriad Pro"/>
                                    <w:sz w:val="20"/>
                                  </w:rPr>
                                  <w:t>une</w:t>
                                </w:r>
                                <w:proofErr w:type="spellEnd"/>
                                <w:r>
                                  <w:rPr>
                                    <w:rFonts w:ascii="Myriad Pro"/>
                                    <w:sz w:val="20"/>
                                  </w:rPr>
                                  <w:t xml:space="preserve"> page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8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74" y="71"/>
                              <a:ext cx="1815" cy="341"/>
                            </a:xfrm>
                            <a:prstGeom prst="rect">
                              <a:avLst/>
                            </a:prstGeom>
                            <a:solidFill>
                              <a:srgbClr val="D3D0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before="30"/>
                                  <w:ind w:left="52"/>
                                  <w:rPr>
                                    <w:rFonts w:ascii="Myriad Pro" w:eastAsia="Myriad Pro" w:hAnsi="Myriad Pro" w:cs="Myriad Pro"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Myriad Pro"/>
                                    <w:sz w:val="20"/>
                                  </w:rPr>
                                  <w:t>Supprimer</w:t>
                                </w:r>
                                <w:proofErr w:type="spellEnd"/>
                                <w:r>
                                  <w:rPr>
                                    <w:rFonts w:ascii="Myriad Pro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Myriad Pro"/>
                                    <w:sz w:val="20"/>
                                  </w:rPr>
                                  <w:t>une</w:t>
                                </w:r>
                                <w:proofErr w:type="spellEnd"/>
                                <w:r>
                                  <w:rPr>
                                    <w:rFonts w:ascii="Myriad Pro"/>
                                    <w:sz w:val="20"/>
                                  </w:rPr>
                                  <w:t xml:space="preserve"> page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903" cy="4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before="7"/>
                                  <w:ind w:left="42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1"/>
                                    <w:sz w:val="24"/>
                                    <w:lang w:val="fr-FR"/>
                                  </w:rPr>
                                  <w:t>RUBRIQUE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3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z w:val="24"/>
                                    <w:lang w:val="fr-FR"/>
                                  </w:rPr>
                                  <w:t>5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3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z w:val="24"/>
                                    <w:lang w:val="fr-FR"/>
                                  </w:rPr>
                                  <w:t>: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3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z w:val="24"/>
                                    <w:lang w:val="fr-FR"/>
                                  </w:rPr>
                                  <w:t>Information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3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1"/>
                                    <w:sz w:val="24"/>
                                    <w:lang w:val="fr-FR"/>
                                  </w:rPr>
                                  <w:t>concernant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3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1"/>
                                    <w:sz w:val="24"/>
                                    <w:lang w:val="fr-FR"/>
                                  </w:rPr>
                                  <w:t>votre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2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1"/>
                                    <w:sz w:val="24"/>
                                    <w:lang w:val="fr-FR"/>
                                  </w:rPr>
                                  <w:t>expérience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3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1"/>
                                    <w:sz w:val="24"/>
                                    <w:lang w:val="fr-FR"/>
                                  </w:rPr>
                                  <w:t>en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2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1"/>
                                    <w:sz w:val="24"/>
                                    <w:lang w:val="fr-FR"/>
                                  </w:rPr>
                                  <w:t>rapport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2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z w:val="24"/>
                                    <w:lang w:val="fr-FR"/>
                                  </w:rPr>
                                  <w:t>direct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4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1"/>
                                    <w:sz w:val="24"/>
                                    <w:lang w:val="fr-FR"/>
                                  </w:rPr>
                                  <w:t>avec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2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z w:val="24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4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1"/>
                                    <w:sz w:val="24"/>
                                    <w:lang w:val="fr-FR"/>
                                  </w:rPr>
                                  <w:t>certification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2"/>
                                    <w:sz w:val="2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color w:val="408080"/>
                                    <w:spacing w:val="-1"/>
                                    <w:sz w:val="24"/>
                                    <w:lang w:val="fr-FR"/>
                                  </w:rPr>
                                  <w:t>visée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3" o:spid="_x0000_s1026" style="width:795.15pt;height:20.6pt;mso-position-horizontal-relative:char;mso-position-vertical-relative:line" coordsize="15903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">
                <v:group id="Group 163" o:spid="_x0000_s1027" style="position:absolute;left:14;top:14;width:15874;height:2" coordorigin="14,14" coordsize="158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164" o:spid="_x0000_s1028" style="position:absolute;left:14;top:14;width:15874;height:2;visibility:visible;mso-wrap-style:square;v-text-anchor:top" coordsize="158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F0oMUA&#10;AADcAAAADwAAAGRycy9kb3ducmV2LnhtbESPQWvDMAyF74P+B6NBL2V1VlgZad2Sjg7Gdmq39Cxi&#10;NQ6L5WB7bfrvp8NgN4n39N6n9Xb0vbpQTF1gA4/zAhRxE2zHrYGvz9eHZ1ApI1vsA5OBGyXYbiZ3&#10;ayxtuPKBLsfcKgnhVKIBl/NQap0aRx7TPAzEop1D9Jhlja22Ea8S7nu9KIql9tixNDgc6MVR8338&#10;8Qaq912tz7Rs93UVb7NT7fazj4Mx0/uxWoHKNOZ/89/1mxX8J8GXZ2QC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EXSgxQAAANwAAAAPAAAAAAAAAAAAAAAAAJgCAABkcnMv&#10;ZG93bnJldi54bWxQSwUGAAAAAAQABAD1AAAAigMAAAAA&#10;" path="m15874,l,e" filled="f" strokeweight=".49989mm">
                    <v:path arrowok="t" o:connecttype="custom" o:connectlocs="15874,0;0,0" o:connectangles="0,0"/>
                  </v:shape>
                </v:group>
                <v:group id="Group 161" o:spid="_x0000_s1029" style="position:absolute;left:12203;top:71;width:1701;height:341" coordorigin="12203,71" coordsize="1701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62" o:spid="_x0000_s1030" style="position:absolute;left:12203;top:71;width:1701;height:341;visibility:visible;mso-wrap-style:square;v-text-anchor:top" coordsize="1701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Nk8IA&#10;AADcAAAADwAAAGRycy9kb3ducmV2LnhtbERPTYvCMBC9L/gfwgheFk0t7KLVKCJUFPaiu3oemjEt&#10;NpPSxFr/vVlY2Ns83ucs172tRUetrxwrmE4SEMSF0xUbBT/f+XgGwgdkjbVjUvAkD+vV4G2JmXYP&#10;PlJ3CkbEEPYZKihDaDIpfVGSRT9xDXHkrq61GCJsjdQtPmK4rWWaJJ/SYsWxocSGtiUVt9PdKtDp&#10;YWd6M89nz20+7/Zf9+Pl/K7UaNhvFiAC9eFf/Ofe6zj/I4XfZ+IF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g2TwgAAANwAAAAPAAAAAAAAAAAAAAAAAJgCAABkcnMvZG93&#10;bnJldi54bWxQSwUGAAAAAAQABAD1AAAAhwMAAAAA&#10;" path="m1701,l,,,340,10,330,10,10r1681,l1701,xe" fillcolor="black" stroked="f">
                    <v:path arrowok="t" o:connecttype="custom" o:connectlocs="1701,71;0,71;0,411;10,401;10,81;1691,81;1701,71" o:connectangles="0,0,0,0,0,0,0"/>
                  </v:shape>
                </v:group>
                <v:group id="Group 159" o:spid="_x0000_s1031" style="position:absolute;left:12203;top:71;width:1701;height:341" coordorigin="12203,71" coordsize="1701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60" o:spid="_x0000_s1032" style="position:absolute;left:12203;top:71;width:1701;height:341;visibility:visible;mso-wrap-style:square;v-text-anchor:top" coordsize="1701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wfMIA&#10;AADcAAAADwAAAGRycy9kb3ducmV2LnhtbERPTYvCMBC9L/gfwix4WTRV3EWrUUSouLAXXfU8NGNa&#10;tpmUJtb67zeC4G0e73MWq85WoqXGl44VjIYJCOLc6ZKNguNvNpiC8AFZY+WYFNzJw2rZe1tgqt2N&#10;99QeghExhH2KCooQ6lRKnxdk0Q9dTRy5i2sshggbI3WDtxhuKzlOki9pseTYUGBNm4Lyv8PVKtDj&#10;763pzCyb3jfZrN39XPfn04dS/fduPQcRqAsv8dO903H+5wQez8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zB8wgAAANwAAAAPAAAAAAAAAAAAAAAAAJgCAABkcnMvZG93&#10;bnJldi54bWxQSwUGAAAAAAQABAD1AAAAhwMAAAAA&#10;" path="m1701,r-10,10l1691,330,10,330,,340r1701,l1701,xe" fillcolor="black" stroked="f">
                    <v:path arrowok="t" o:connecttype="custom" o:connectlocs="1701,71;1691,81;1691,401;10,401;0,411;1701,411;1701,71" o:connectangles="0,0,0,0,0,0,0"/>
                  </v:shape>
                </v:group>
                <v:group id="Group 157" o:spid="_x0000_s1033" style="position:absolute;left:12213;top:81;width:1681;height:321" coordorigin="12213,81" coordsize="1681,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158" o:spid="_x0000_s1034" style="position:absolute;left:12213;top:81;width:1681;height:321;visibility:visible;mso-wrap-style:square;v-text-anchor:top" coordsize="1681,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QpV8IA&#10;AADcAAAADwAAAGRycy9kb3ducmV2LnhtbERPTWvCQBC9C/0PyxS86aaKwaauUoSK4Enjocdpdpqk&#10;ZmfD7jaJ/94VBG/zeJ+z2gymER05X1tW8DZNQBAXVtdcKjjnX5MlCB+QNTaWScGVPGzWL6MVZtr2&#10;fKTuFEoRQ9hnqKAKoc2k9EVFBv3UtsSR+7XOYIjQlVI77GO4aeQsSVJpsObYUGFL24qKy+nfKGhy&#10;N98tusufOVwx/eb+/bD70UqNX4fPDxCBhvAUP9x7HecvUrg/Ey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hClXwgAAANwAAAAPAAAAAAAAAAAAAAAAAJgCAABkcnMvZG93&#10;bnJldi54bWxQSwUGAAAAAAQABAD1AAAAhwMAAAAA&#10;" path="m1681,l,,,320,10,310,10,10r1661,l1681,xe" stroked="f">
                    <v:path arrowok="t" o:connecttype="custom" o:connectlocs="1681,81;0,81;0,401;10,391;10,91;1671,91;1681,81" o:connectangles="0,0,0,0,0,0,0"/>
                  </v:shape>
                </v:group>
                <v:group id="Group 155" o:spid="_x0000_s1035" style="position:absolute;left:12213;top:81;width:1681;height:321" coordorigin="12213,81" coordsize="1681,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156" o:spid="_x0000_s1036" style="position:absolute;left:12213;top:81;width:1681;height:321;visibility:visible;mso-wrap-style:square;v-text-anchor:top" coordsize="1681,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DfX8YA&#10;AADcAAAADwAAAGRycy9kb3ducmV2LnhtbESPQWvCQBCF7wX/wzJCb3WjVCnRVdS2YKkIxh48Dtlp&#10;EpqdjdmtSf995yB4m+G9ee+bxap3tbpSGyrPBsajBBRx7m3FhYGv0/vTC6gQkS3WnsnAHwVYLQcP&#10;C0yt7/hI1ywWSkI4pGigjLFJtQ55SQ7DyDfEon371mGUtS20bbGTcFfrSZLMtMOKpaHEhrYl5T/Z&#10;rzNwLPDQnV7D5WOSNef95yY8v633xjwO+/UcVKQ+3s23650V/KnQyjMygV7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DfX8YAAADcAAAADwAAAAAAAAAAAAAAAACYAgAAZHJz&#10;L2Rvd25yZXYueG1sUEsFBgAAAAAEAAQA9QAAAIsDAAAAAA==&#10;" path="m1681,r-10,10l1671,310,10,310,,320r1681,l1681,xe" fillcolor="gray" stroked="f">
                    <v:path arrowok="t" o:connecttype="custom" o:connectlocs="1681,81;1671,91;1671,391;10,391;0,401;1681,401;1681,81" o:connectangles="0,0,0,0,0,0,0"/>
                  </v:shape>
                </v:group>
                <v:group id="Group 153" o:spid="_x0000_s1037" style="position:absolute;left:14074;top:71;width:1815;height:341" coordorigin="14074,71" coordsize="1815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54" o:spid="_x0000_s1038" style="position:absolute;left:14074;top:71;width:1815;height:341;visibility:visible;mso-wrap-style:square;v-text-anchor:top" coordsize="1815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8ScUA&#10;AADcAAAADwAAAGRycy9kb3ducmV2LnhtbESPQWvCQBCF74X+h2UKvdWNFaxEVxGhtRQ8GIVep9kx&#10;SZudTXc3mv5751DwNsN78943i9XgWnWmEBvPBsajDBRx6W3DlYHj4fVpBiomZIutZzLwRxFWy/u7&#10;BebWX3hP5yJVSkI45migTqnLtY5lTQ7jyHfEop18cJhkDZW2AS8S7lr9nGVT7bBhaaixo01N5U/R&#10;OwO/b7jpPz/2BX6HQ/+y2waelF/GPD4M6zmoREO6mf+v363gTwVfnpEJ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c/xJxQAAANwAAAAPAAAAAAAAAAAAAAAAAJgCAABkcnMv&#10;ZG93bnJldi54bWxQSwUGAAAAAAQABAD1AAAAigMAAAAA&#10;" path="m1814,l,,,340,10,330,10,10r1794,l1814,xe" fillcolor="black" stroked="f">
                    <v:path arrowok="t" o:connecttype="custom" o:connectlocs="1814,71;0,71;0,411;10,401;10,81;1804,81;1814,71" o:connectangles="0,0,0,0,0,0,0"/>
                  </v:shape>
                </v:group>
                <v:group id="Group 151" o:spid="_x0000_s1039" style="position:absolute;left:14074;top:71;width:1815;height:341" coordorigin="14074,71" coordsize="1815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52" o:spid="_x0000_s1040" style="position:absolute;left:14074;top:71;width:1815;height:341;visibility:visible;mso-wrap-style:square;v-text-anchor:top" coordsize="1815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3HpcMA&#10;AADcAAAADwAAAGRycy9kb3ducmV2LnhtbERPTWvCQBC9C/6HZQRvuqmCLalrKAG1FDwYC71Os9Mk&#10;bXY27m40/fddoeBtHu9z1tlgWnEh5xvLCh7mCQji0uqGKwXvp+3sCYQPyBpby6Tglzxkm/Fojam2&#10;Vz7SpQiViCHsU1RQh9ClUvqyJoN+bjviyH1ZZzBE6CqpHV5juGnlIklW0mDDsaHGjvKayp+iNwrO&#10;O8z7j7djgd/u1D8e9o6X5adS08nw8gwi0BDu4n/3q47zVwu4PRMv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3HpcMAAADcAAAADwAAAAAAAAAAAAAAAACYAgAAZHJzL2Rv&#10;d25yZXYueG1sUEsFBgAAAAAEAAQA9QAAAIgDAAAAAA==&#10;" path="m1814,r-10,10l1804,330,10,330,,340r1814,l1814,xe" fillcolor="black" stroked="f">
                    <v:path arrowok="t" o:connecttype="custom" o:connectlocs="1814,71;1804,81;1804,401;10,401;0,411;1814,411;1814,71" o:connectangles="0,0,0,0,0,0,0"/>
                  </v:shape>
                </v:group>
                <v:group id="Group 149" o:spid="_x0000_s1041" style="position:absolute;left:14084;top:81;width:1795;height:321" coordorigin="14084,81" coordsize="1795,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150" o:spid="_x0000_s1042" style="position:absolute;left:14084;top:81;width:1795;height:321;visibility:visible;mso-wrap-style:square;v-text-anchor:top" coordsize="1795,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BPgcYA&#10;AADcAAAADwAAAGRycy9kb3ducmV2LnhtbESP3WoCQQyF7wt9hyGF3hTNtqhbV0cpFYugtFZ9gLCT&#10;/aE7mWVn1O3bdwqF3iWck/OdzJe9bdSFO1870fA4TECx5M7UUmo4HdeDZ1A+kBhqnLCGb/awXNze&#10;zCkz7iqffDmEUsUQ8RlpqEJoM0SfV2zJD13LErXCdZZCXLsSTUfXGG4bfEqSCVqqJRIqavm14vzr&#10;cLaRG9IWH3C8b4rd9G23XRUf6TtqfX/Xv8xABe7Dv/nvemNi/ckIfp+JE+D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BPgcYAAADcAAAADwAAAAAAAAAAAAAAAACYAgAAZHJz&#10;L2Rvd25yZXYueG1sUEsFBgAAAAAEAAQA9QAAAIsDAAAAAA==&#10;" path="m1794,l,,,320,10,310,10,10r1774,l1794,xe" stroked="f">
                    <v:path arrowok="t" o:connecttype="custom" o:connectlocs="1794,81;0,81;0,401;10,391;10,91;1784,91;1794,81" o:connectangles="0,0,0,0,0,0,0"/>
                  </v:shape>
                </v:group>
                <v:group id="Group 144" o:spid="_x0000_s1043" style="position:absolute;left:14084;top:81;width:1795;height:321" coordorigin="14084,81" coordsize="1795,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48" o:spid="_x0000_s1044" style="position:absolute;left:14084;top:81;width:1795;height:321;visibility:visible;mso-wrap-style:square;v-text-anchor:top" coordsize="1795,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YAFcEA&#10;AADcAAAADwAAAGRycy9kb3ducmV2LnhtbERPTWvCQBC9C/0PyxR6Ed3YQ5CYVaQieGxTRbwN2TG7&#10;NDsbshtN/31XEHqbx/uccjO6VtyoD9azgsU8A0Fce225UXD83s+WIEJE1th6JgW/FGCzfpmUWGh/&#10;5y+6VbERKYRDgQpMjF0hZagNOQxz3xEn7up7hzHBvpG6x3sKd618z7JcOrScGgx29GGo/qkGp8Ae&#10;+bCzzacdLsth2p6709ZUC6XeXsftCkSkMf6Ln+6DTvPzHB7PpAv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GABXBAAAA3AAAAA8AAAAAAAAAAAAAAAAAmAIAAGRycy9kb3du&#10;cmV2LnhtbFBLBQYAAAAABAAEAPUAAACGAwAAAAA=&#10;" path="m1794,r-10,10l1784,310,10,310,,320r1794,l1794,xe" fillcolor="gray" stroked="f">
                    <v:path arrowok="t" o:connecttype="custom" o:connectlocs="1794,81;1784,91;1784,391;10,391;0,401;1794,401;1794,81" o:connectangles="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7" o:spid="_x0000_s1045" type="#_x0000_t202" style="position:absolute;left:12203;top:71;width:1701;height: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7RK8QA&#10;AADcAAAADwAAAGRycy9kb3ducmV2LnhtbERPS2vCQBC+F/oflil4qxtbsBJdRUILQi81PvA4yY5J&#10;NDubZFeN/75bKHibj+85s0VvanGlzlWWFYyGEQji3OqKCwXbzdfrBITzyBpry6TgTg4W8+enGcba&#10;3nhN19QXIoSwi1FB6X0TS+nykgy6oW2IA3e0nUEfYFdI3eEthJtavkXRWBqsODSU2FBSUn5OL0bB&#10;T1a3n++7U9seVkmSpdvv4z7JlBq89MspCE+9f4j/3Ssd5o8/4O+ZcIG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+0SvEAAAA3AAAAA8AAAAAAAAAAAAAAAAAmAIAAGRycy9k&#10;b3ducmV2LnhtbFBLBQYAAAAABAAEAPUAAACJAwAAAAA=&#10;" fillcolor="#d3d0c7" stroked="f">
                    <v:textbox inset="0,0,0,0">
                      <w:txbxContent>
                        <w:p w:rsidR="00390C5B" w:rsidRDefault="0055151E">
                          <w:pPr>
                            <w:spacing w:before="30"/>
                            <w:ind w:left="124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"/>
                              <w:sz w:val="20"/>
                            </w:rPr>
                            <w:t>Ajouter une page</w:t>
                          </w:r>
                        </w:p>
                      </w:txbxContent>
                    </v:textbox>
                  </v:shape>
                  <v:shape id="Text Box 146" o:spid="_x0000_s1046" type="#_x0000_t202" style="position:absolute;left:14074;top:71;width:1815;height: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FFWccA&#10;AADcAAAADwAAAGRycy9kb3ducmV2LnhtbESPQWvCQBCF70L/wzKF3nTTFkSiq0hoQeiljbZ4nGTH&#10;JDY7m2S3mv77zqHgbYb35r1vVpvRtepCQ2g8G3icJaCIS28brgwc9q/TBagQkS22nsnALwXYrO8m&#10;K0ytv/IHXfJYKQnhkKKBOsYu1TqUNTkMM98Ri3byg8Mo61BpO+BVwl2rn5Jkrh02LA01dpTVVH7n&#10;P87Ae9H2L8+f574/7rKsyA9vp6+sMObhftwuQUUa4838f72zgj8XWnlGJt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hRVnHAAAA3AAAAA8AAAAAAAAAAAAAAAAAmAIAAGRy&#10;cy9kb3ducmV2LnhtbFBLBQYAAAAABAAEAPUAAACMAwAAAAA=&#10;" fillcolor="#d3d0c7" stroked="f">
                    <v:textbox inset="0,0,0,0">
                      <w:txbxContent>
                        <w:p w:rsidR="00390C5B" w:rsidRDefault="0055151E">
                          <w:pPr>
                            <w:spacing w:before="30"/>
                            <w:ind w:left="52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"/>
                              <w:sz w:val="20"/>
                            </w:rPr>
                            <w:t>Supprimer une page</w:t>
                          </w:r>
                        </w:p>
                      </w:txbxContent>
                    </v:textbox>
                  </v:shape>
                  <v:shape id="Text Box 145" o:spid="_x0000_s1047" type="#_x0000_t202" style="position:absolute;width:15903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d0sMA&#10;AADcAAAADwAAAGRycy9kb3ducmV2LnhtbERPTWvCQBC9F/oflin01mzqIWjqKlIqFApiTA89TrNj&#10;spidTbPbJP57VxC8zeN9znI92VYM1HvjWMFrkoIgrpw2XCv4LrcvcxA+IGtsHZOCM3lYrx4flphr&#10;N3JBwyHUIoawz1FBE0KXS+mrhiz6xHXEkTu63mKIsK+l7nGM4baVszTNpEXDsaHBjt4bqk6Hf6tg&#10;88PFh/nb/e6LY2HKcpHyV3ZS6vlp2ryBCDSFu/jm/tRxfraA6zPxAr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sd0sMAAADcAAAADwAAAAAAAAAAAAAAAACYAgAAZHJzL2Rv&#10;d25yZXYueG1sUEsFBgAAAAAEAAQA9QAAAIgDAAAAAA==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before="7"/>
                            <w:ind w:left="42"/>
                            <w:rPr>
                              <w:rFonts w:ascii="Arial" w:eastAsia="Arial" w:hAnsi="Arial" w:cs="Arial"/>
                              <w:sz w:val="24"/>
                              <w:szCs w:val="24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1"/>
                              <w:sz w:val="24"/>
                              <w:lang w:val="fr-FR"/>
                            </w:rPr>
                            <w:t>RUBRIQUE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3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z w:val="24"/>
                              <w:lang w:val="fr-FR"/>
                            </w:rPr>
                            <w:t>5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3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z w:val="24"/>
                              <w:lang w:val="fr-FR"/>
                            </w:rPr>
                            <w:t>: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3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z w:val="24"/>
                              <w:lang w:val="fr-FR"/>
                            </w:rPr>
                            <w:t>Information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3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1"/>
                              <w:sz w:val="24"/>
                              <w:lang w:val="fr-FR"/>
                            </w:rPr>
                            <w:t>concernant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3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1"/>
                              <w:sz w:val="24"/>
                              <w:lang w:val="fr-FR"/>
                            </w:rPr>
                            <w:t>votre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2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1"/>
                              <w:sz w:val="24"/>
                              <w:lang w:val="fr-FR"/>
                            </w:rPr>
                            <w:t>expérience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3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1"/>
                              <w:sz w:val="24"/>
                              <w:lang w:val="fr-FR"/>
                            </w:rPr>
                            <w:t>en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2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1"/>
                              <w:sz w:val="24"/>
                              <w:lang w:val="fr-FR"/>
                            </w:rPr>
                            <w:t>rapport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2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z w:val="24"/>
                              <w:lang w:val="fr-FR"/>
                            </w:rPr>
                            <w:t>direct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4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1"/>
                              <w:sz w:val="24"/>
                              <w:lang w:val="fr-FR"/>
                            </w:rPr>
                            <w:t>avec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2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z w:val="24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4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1"/>
                              <w:sz w:val="24"/>
                              <w:lang w:val="fr-FR"/>
                            </w:rPr>
                            <w:t>certification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2"/>
                              <w:sz w:val="2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color w:val="408080"/>
                              <w:spacing w:val="-1"/>
                              <w:sz w:val="24"/>
                              <w:lang w:val="fr-FR"/>
                            </w:rPr>
                            <w:t>visée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90C5B" w:rsidRDefault="00390C5B">
      <w:pPr>
        <w:spacing w:before="8"/>
        <w:rPr>
          <w:rFonts w:ascii="Arial" w:eastAsia="Arial" w:hAnsi="Arial" w:cs="Arial"/>
          <w:sz w:val="5"/>
          <w:szCs w:val="5"/>
        </w:rPr>
      </w:pPr>
    </w:p>
    <w:p w:rsidR="00390C5B" w:rsidRPr="006559E2" w:rsidRDefault="0055151E">
      <w:pPr>
        <w:pStyle w:val="Corpsdetexte"/>
        <w:spacing w:before="9" w:line="276" w:lineRule="exact"/>
        <w:ind w:right="142"/>
        <w:jc w:val="both"/>
        <w:rPr>
          <w:lang w:val="fr-FR"/>
        </w:rPr>
      </w:pPr>
      <w:r w:rsidRPr="006559E2">
        <w:rPr>
          <w:spacing w:val="-1"/>
          <w:lang w:val="fr-FR"/>
        </w:rPr>
        <w:t xml:space="preserve">Cette </w:t>
      </w:r>
      <w:r w:rsidRPr="006559E2">
        <w:rPr>
          <w:lang w:val="fr-FR"/>
        </w:rPr>
        <w:t xml:space="preserve">rubrique va servir à vérifier </w:t>
      </w:r>
      <w:r w:rsidRPr="006559E2">
        <w:rPr>
          <w:spacing w:val="-1"/>
          <w:lang w:val="fr-FR"/>
        </w:rPr>
        <w:t>la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durée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et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le</w:t>
      </w:r>
      <w:r w:rsidRPr="006559E2">
        <w:rPr>
          <w:lang w:val="fr-FR"/>
        </w:rPr>
        <w:t xml:space="preserve"> rapport </w:t>
      </w:r>
      <w:r w:rsidRPr="006559E2">
        <w:rPr>
          <w:spacing w:val="-1"/>
          <w:lang w:val="fr-FR"/>
        </w:rPr>
        <w:t>direct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lang w:val="fr-FR"/>
        </w:rPr>
        <w:t xml:space="preserve"> votre </w:t>
      </w:r>
      <w:r w:rsidRPr="006559E2">
        <w:rPr>
          <w:spacing w:val="-1"/>
          <w:lang w:val="fr-FR"/>
        </w:rPr>
        <w:t>expérience avec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la</w:t>
      </w:r>
      <w:r w:rsidRPr="006559E2">
        <w:rPr>
          <w:lang w:val="fr-FR"/>
        </w:rPr>
        <w:t xml:space="preserve"> certification </w:t>
      </w:r>
      <w:r w:rsidRPr="006559E2">
        <w:rPr>
          <w:spacing w:val="-1"/>
          <w:lang w:val="fr-FR"/>
        </w:rPr>
        <w:t>que</w:t>
      </w:r>
      <w:r w:rsidRPr="006559E2">
        <w:rPr>
          <w:lang w:val="fr-FR"/>
        </w:rPr>
        <w:t xml:space="preserve"> vous visez. </w:t>
      </w:r>
      <w:r w:rsidRPr="006559E2">
        <w:rPr>
          <w:spacing w:val="-1"/>
          <w:lang w:val="fr-FR"/>
        </w:rPr>
        <w:t>Ce</w:t>
      </w:r>
      <w:r w:rsidRPr="006559E2">
        <w:rPr>
          <w:lang w:val="fr-FR"/>
        </w:rPr>
        <w:t xml:space="preserve"> rapport </w:t>
      </w:r>
      <w:r w:rsidRPr="006559E2">
        <w:rPr>
          <w:spacing w:val="-1"/>
          <w:lang w:val="fr-FR"/>
        </w:rPr>
        <w:t>direct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entre</w:t>
      </w:r>
      <w:r w:rsidRPr="006559E2">
        <w:rPr>
          <w:lang w:val="fr-FR"/>
        </w:rPr>
        <w:t xml:space="preserve"> votre/vos </w:t>
      </w:r>
      <w:r w:rsidRPr="006559E2">
        <w:rPr>
          <w:spacing w:val="-1"/>
          <w:lang w:val="fr-FR"/>
        </w:rPr>
        <w:t>activité/s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exercée/s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et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 xml:space="preserve">la </w:t>
      </w:r>
      <w:r w:rsidRPr="006559E2">
        <w:rPr>
          <w:lang w:val="fr-FR"/>
        </w:rPr>
        <w:t xml:space="preserve">certification visée sera </w:t>
      </w:r>
      <w:r w:rsidRPr="006559E2">
        <w:rPr>
          <w:spacing w:val="-1"/>
          <w:lang w:val="fr-FR"/>
        </w:rPr>
        <w:t>apprécié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par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l'autorité</w:t>
      </w:r>
      <w:r w:rsidRPr="006559E2">
        <w:rPr>
          <w:spacing w:val="1"/>
          <w:lang w:val="fr-FR"/>
        </w:rPr>
        <w:t xml:space="preserve"> </w:t>
      </w:r>
      <w:r w:rsidRPr="006559E2">
        <w:rPr>
          <w:spacing w:val="-1"/>
          <w:lang w:val="fr-FR"/>
        </w:rPr>
        <w:t>en</w:t>
      </w:r>
      <w:r w:rsidRPr="006559E2">
        <w:rPr>
          <w:spacing w:val="42"/>
          <w:lang w:val="fr-FR"/>
        </w:rPr>
        <w:t xml:space="preserve"> </w:t>
      </w:r>
      <w:r w:rsidRPr="006559E2">
        <w:rPr>
          <w:lang w:val="fr-FR"/>
        </w:rPr>
        <w:t>charge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la</w:t>
      </w:r>
      <w:r w:rsidRPr="006559E2">
        <w:rPr>
          <w:spacing w:val="17"/>
          <w:lang w:val="fr-FR"/>
        </w:rPr>
        <w:t xml:space="preserve"> </w:t>
      </w:r>
      <w:r w:rsidRPr="006559E2">
        <w:rPr>
          <w:lang w:val="fr-FR"/>
        </w:rPr>
        <w:t>certification.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Dans</w:t>
      </w:r>
      <w:r w:rsidRPr="006559E2">
        <w:rPr>
          <w:spacing w:val="18"/>
          <w:lang w:val="fr-FR"/>
        </w:rPr>
        <w:t xml:space="preserve"> </w:t>
      </w:r>
      <w:r w:rsidRPr="006559E2">
        <w:rPr>
          <w:spacing w:val="-1"/>
          <w:lang w:val="fr-FR"/>
        </w:rPr>
        <w:t>le</w:t>
      </w:r>
      <w:r w:rsidRPr="006559E2">
        <w:rPr>
          <w:spacing w:val="17"/>
          <w:lang w:val="fr-FR"/>
        </w:rPr>
        <w:t xml:space="preserve"> </w:t>
      </w:r>
      <w:r w:rsidRPr="006559E2">
        <w:rPr>
          <w:lang w:val="fr-FR"/>
        </w:rPr>
        <w:t>tableau</w:t>
      </w:r>
      <w:r w:rsidRPr="006559E2">
        <w:rPr>
          <w:spacing w:val="17"/>
          <w:lang w:val="fr-FR"/>
        </w:rPr>
        <w:t xml:space="preserve"> </w:t>
      </w:r>
      <w:r w:rsidRPr="006559E2">
        <w:rPr>
          <w:lang w:val="fr-FR"/>
        </w:rPr>
        <w:t>ci-dessous,</w:t>
      </w:r>
      <w:r w:rsidRPr="006559E2">
        <w:rPr>
          <w:spacing w:val="17"/>
          <w:lang w:val="fr-FR"/>
        </w:rPr>
        <w:t xml:space="preserve"> </w:t>
      </w:r>
      <w:r w:rsidRPr="006559E2">
        <w:rPr>
          <w:lang w:val="fr-FR"/>
        </w:rPr>
        <w:t>vous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devez</w:t>
      </w:r>
      <w:r w:rsidRPr="006559E2">
        <w:rPr>
          <w:spacing w:val="18"/>
          <w:lang w:val="fr-FR"/>
        </w:rPr>
        <w:t xml:space="preserve"> </w:t>
      </w:r>
      <w:r w:rsidRPr="006559E2">
        <w:rPr>
          <w:spacing w:val="-1"/>
          <w:lang w:val="fr-FR"/>
        </w:rPr>
        <w:t>décrire,</w:t>
      </w:r>
      <w:r w:rsidRPr="006559E2">
        <w:rPr>
          <w:spacing w:val="18"/>
          <w:lang w:val="fr-FR"/>
        </w:rPr>
        <w:t xml:space="preserve"> </w:t>
      </w:r>
      <w:r w:rsidRPr="006559E2">
        <w:rPr>
          <w:spacing w:val="-1"/>
          <w:lang w:val="fr-FR"/>
        </w:rPr>
        <w:t>parmi</w:t>
      </w:r>
      <w:r w:rsidRPr="006559E2">
        <w:rPr>
          <w:spacing w:val="18"/>
          <w:lang w:val="fr-FR"/>
        </w:rPr>
        <w:t xml:space="preserve"> </w:t>
      </w:r>
      <w:r w:rsidRPr="006559E2">
        <w:rPr>
          <w:spacing w:val="-1"/>
          <w:lang w:val="fr-FR"/>
        </w:rPr>
        <w:t>les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activités</w:t>
      </w:r>
      <w:r w:rsidRPr="006559E2">
        <w:rPr>
          <w:spacing w:val="18"/>
          <w:lang w:val="fr-FR"/>
        </w:rPr>
        <w:t xml:space="preserve"> </w:t>
      </w:r>
      <w:r w:rsidRPr="006559E2">
        <w:rPr>
          <w:spacing w:val="-1"/>
          <w:lang w:val="fr-FR"/>
        </w:rPr>
        <w:t>exercées</w:t>
      </w:r>
      <w:r w:rsidRPr="006559E2">
        <w:rPr>
          <w:spacing w:val="18"/>
          <w:lang w:val="fr-FR"/>
        </w:rPr>
        <w:t xml:space="preserve"> </w:t>
      </w:r>
      <w:r w:rsidRPr="006559E2">
        <w:rPr>
          <w:spacing w:val="-1"/>
          <w:lang w:val="fr-FR"/>
        </w:rPr>
        <w:t>dans</w:t>
      </w:r>
      <w:r w:rsidRPr="006559E2">
        <w:rPr>
          <w:spacing w:val="18"/>
          <w:lang w:val="fr-FR"/>
        </w:rPr>
        <w:t xml:space="preserve"> </w:t>
      </w:r>
      <w:r w:rsidRPr="006559E2">
        <w:rPr>
          <w:spacing w:val="-1"/>
          <w:lang w:val="fr-FR"/>
        </w:rPr>
        <w:t>le</w:t>
      </w:r>
      <w:r w:rsidRPr="006559E2">
        <w:rPr>
          <w:spacing w:val="17"/>
          <w:lang w:val="fr-FR"/>
        </w:rPr>
        <w:t xml:space="preserve"> </w:t>
      </w:r>
      <w:r w:rsidRPr="006559E2">
        <w:rPr>
          <w:lang w:val="fr-FR"/>
        </w:rPr>
        <w:t>cadre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d'un</w:t>
      </w:r>
      <w:r w:rsidRPr="006559E2">
        <w:rPr>
          <w:spacing w:val="18"/>
          <w:lang w:val="fr-FR"/>
        </w:rPr>
        <w:t xml:space="preserve"> </w:t>
      </w:r>
      <w:r w:rsidRPr="006559E2">
        <w:rPr>
          <w:spacing w:val="-1"/>
          <w:lang w:val="fr-FR"/>
        </w:rPr>
        <w:t>emploi,</w:t>
      </w:r>
      <w:r w:rsidRPr="006559E2">
        <w:rPr>
          <w:spacing w:val="18"/>
          <w:lang w:val="fr-FR"/>
        </w:rPr>
        <w:t xml:space="preserve"> </w:t>
      </w:r>
      <w:r w:rsidRPr="006559E2">
        <w:rPr>
          <w:spacing w:val="-1"/>
          <w:lang w:val="fr-FR"/>
        </w:rPr>
        <w:t>d'une</w:t>
      </w:r>
      <w:r w:rsidRPr="006559E2">
        <w:rPr>
          <w:spacing w:val="18"/>
          <w:lang w:val="fr-FR"/>
        </w:rPr>
        <w:t xml:space="preserve"> </w:t>
      </w:r>
      <w:r w:rsidRPr="006559E2">
        <w:rPr>
          <w:lang w:val="fr-FR"/>
        </w:rPr>
        <w:t>fonction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ou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d'une</w:t>
      </w:r>
      <w:r w:rsidRPr="006559E2">
        <w:rPr>
          <w:spacing w:val="18"/>
          <w:lang w:val="fr-FR"/>
        </w:rPr>
        <w:t xml:space="preserve"> </w:t>
      </w:r>
      <w:r w:rsidRPr="006559E2">
        <w:rPr>
          <w:lang w:val="fr-FR"/>
        </w:rPr>
        <w:t>formation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en</w:t>
      </w:r>
      <w:r w:rsidRPr="006559E2">
        <w:rPr>
          <w:spacing w:val="17"/>
          <w:lang w:val="fr-FR"/>
        </w:rPr>
        <w:t xml:space="preserve"> </w:t>
      </w:r>
      <w:r w:rsidRPr="006559E2">
        <w:rPr>
          <w:lang w:val="fr-FR"/>
        </w:rPr>
        <w:t>milieu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professionnel,</w:t>
      </w:r>
      <w:r w:rsidRPr="006559E2">
        <w:rPr>
          <w:spacing w:val="18"/>
          <w:lang w:val="fr-FR"/>
        </w:rPr>
        <w:t xml:space="preserve"> </w:t>
      </w:r>
      <w:r w:rsidRPr="006559E2">
        <w:rPr>
          <w:lang w:val="fr-FR"/>
        </w:rPr>
        <w:t>celles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qui</w:t>
      </w:r>
      <w:r w:rsidRPr="006559E2">
        <w:rPr>
          <w:spacing w:val="17"/>
          <w:lang w:val="fr-FR"/>
        </w:rPr>
        <w:t xml:space="preserve"> </w:t>
      </w:r>
      <w:r w:rsidRPr="006559E2">
        <w:rPr>
          <w:lang w:val="fr-FR"/>
        </w:rPr>
        <w:t>correspondent</w:t>
      </w:r>
      <w:r w:rsidRPr="006559E2">
        <w:rPr>
          <w:spacing w:val="17"/>
          <w:lang w:val="fr-FR"/>
        </w:rPr>
        <w:t xml:space="preserve"> </w:t>
      </w:r>
      <w:r w:rsidRPr="006559E2">
        <w:rPr>
          <w:spacing w:val="-1"/>
          <w:lang w:val="fr-FR"/>
        </w:rPr>
        <w:t>au</w:t>
      </w:r>
      <w:r w:rsidRPr="006559E2">
        <w:rPr>
          <w:spacing w:val="40"/>
          <w:lang w:val="fr-FR"/>
        </w:rPr>
        <w:t xml:space="preserve"> </w:t>
      </w:r>
      <w:r w:rsidRPr="006559E2">
        <w:rPr>
          <w:lang w:val="fr-FR"/>
        </w:rPr>
        <w:t>référentiel</w:t>
      </w:r>
      <w:r w:rsidRPr="006559E2">
        <w:rPr>
          <w:spacing w:val="3"/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cette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certification.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Vous</w:t>
      </w:r>
      <w:r w:rsidRPr="006559E2">
        <w:rPr>
          <w:spacing w:val="4"/>
          <w:lang w:val="fr-FR"/>
        </w:rPr>
        <w:t xml:space="preserve"> </w:t>
      </w:r>
      <w:r w:rsidRPr="006559E2">
        <w:rPr>
          <w:spacing w:val="-1"/>
          <w:lang w:val="fr-FR"/>
        </w:rPr>
        <w:t>pourrez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vous</w:t>
      </w:r>
      <w:r w:rsidRPr="006559E2">
        <w:rPr>
          <w:spacing w:val="3"/>
          <w:lang w:val="fr-FR"/>
        </w:rPr>
        <w:t xml:space="preserve"> </w:t>
      </w:r>
      <w:r w:rsidRPr="006559E2">
        <w:rPr>
          <w:spacing w:val="-1"/>
          <w:lang w:val="fr-FR"/>
        </w:rPr>
        <w:t>procurer</w:t>
      </w:r>
      <w:r w:rsidRPr="006559E2">
        <w:rPr>
          <w:lang w:val="fr-FR"/>
        </w:rPr>
        <w:t xml:space="preserve"> </w:t>
      </w:r>
      <w:r w:rsidRPr="006559E2">
        <w:rPr>
          <w:spacing w:val="8"/>
          <w:lang w:val="fr-FR"/>
        </w:rPr>
        <w:t xml:space="preserve"> </w:t>
      </w:r>
      <w:r w:rsidRPr="006559E2">
        <w:rPr>
          <w:lang w:val="fr-FR"/>
        </w:rPr>
        <w:t>ce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référentiel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soit</w:t>
      </w:r>
      <w:r w:rsidRPr="006559E2">
        <w:rPr>
          <w:spacing w:val="4"/>
          <w:lang w:val="fr-FR"/>
        </w:rPr>
        <w:t xml:space="preserve"> </w:t>
      </w:r>
      <w:r w:rsidRPr="006559E2">
        <w:rPr>
          <w:spacing w:val="-1"/>
          <w:lang w:val="fr-FR"/>
        </w:rPr>
        <w:t>auprès</w:t>
      </w:r>
      <w:r w:rsidRPr="006559E2">
        <w:rPr>
          <w:spacing w:val="3"/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spacing w:val="4"/>
          <w:lang w:val="fr-FR"/>
        </w:rPr>
        <w:t xml:space="preserve"> </w:t>
      </w:r>
      <w:r w:rsidRPr="006559E2">
        <w:rPr>
          <w:spacing w:val="-1"/>
          <w:lang w:val="fr-FR"/>
        </w:rPr>
        <w:t>l'autorité</w:t>
      </w:r>
      <w:r w:rsidRPr="006559E2">
        <w:rPr>
          <w:spacing w:val="4"/>
          <w:lang w:val="fr-FR"/>
        </w:rPr>
        <w:t xml:space="preserve"> </w:t>
      </w:r>
      <w:r w:rsidRPr="006559E2">
        <w:rPr>
          <w:spacing w:val="-1"/>
          <w:lang w:val="fr-FR"/>
        </w:rPr>
        <w:t>en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charge</w:t>
      </w:r>
      <w:r w:rsidRPr="006559E2">
        <w:rPr>
          <w:spacing w:val="4"/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spacing w:val="3"/>
          <w:lang w:val="fr-FR"/>
        </w:rPr>
        <w:t xml:space="preserve"> </w:t>
      </w:r>
      <w:r w:rsidRPr="006559E2">
        <w:rPr>
          <w:spacing w:val="-1"/>
          <w:lang w:val="fr-FR"/>
        </w:rPr>
        <w:t>la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certification,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sur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son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site</w:t>
      </w:r>
      <w:r w:rsidRPr="006559E2">
        <w:rPr>
          <w:spacing w:val="4"/>
          <w:lang w:val="fr-FR"/>
        </w:rPr>
        <w:t xml:space="preserve"> </w:t>
      </w:r>
      <w:r w:rsidRPr="006559E2">
        <w:rPr>
          <w:spacing w:val="-1"/>
          <w:lang w:val="fr-FR"/>
        </w:rPr>
        <w:t>internet</w:t>
      </w:r>
      <w:r w:rsidRPr="006559E2">
        <w:rPr>
          <w:spacing w:val="3"/>
          <w:lang w:val="fr-FR"/>
        </w:rPr>
        <w:t xml:space="preserve"> </w:t>
      </w:r>
      <w:r w:rsidRPr="006559E2">
        <w:rPr>
          <w:spacing w:val="-1"/>
          <w:lang w:val="fr-FR"/>
        </w:rPr>
        <w:t>ou</w:t>
      </w:r>
      <w:r w:rsidRPr="006559E2">
        <w:rPr>
          <w:spacing w:val="4"/>
          <w:lang w:val="fr-FR"/>
        </w:rPr>
        <w:t xml:space="preserve"> </w:t>
      </w:r>
      <w:r w:rsidRPr="006559E2">
        <w:rPr>
          <w:lang w:val="fr-FR"/>
        </w:rPr>
        <w:t>sur</w:t>
      </w:r>
      <w:r w:rsidRPr="006559E2">
        <w:rPr>
          <w:spacing w:val="4"/>
          <w:lang w:val="fr-FR"/>
        </w:rPr>
        <w:t xml:space="preserve"> </w:t>
      </w:r>
      <w:hyperlink r:id="rId12">
        <w:r w:rsidRPr="006559E2">
          <w:rPr>
            <w:color w:val="0000FF"/>
            <w:spacing w:val="-1"/>
            <w:u w:val="single" w:color="0000FF"/>
            <w:lang w:val="fr-FR"/>
          </w:rPr>
          <w:t>www.vae.gouv.fr</w:t>
        </w:r>
        <w:r w:rsidRPr="006559E2">
          <w:rPr>
            <w:spacing w:val="-1"/>
            <w:lang w:val="fr-FR"/>
          </w:rPr>
          <w:t>.</w:t>
        </w:r>
      </w:hyperlink>
      <w:r w:rsidRPr="006559E2">
        <w:rPr>
          <w:spacing w:val="4"/>
          <w:lang w:val="fr-FR"/>
        </w:rPr>
        <w:t xml:space="preserve"> </w:t>
      </w:r>
      <w:r w:rsidRPr="006559E2">
        <w:rPr>
          <w:b/>
          <w:spacing w:val="-1"/>
          <w:lang w:val="fr-FR"/>
        </w:rPr>
        <w:t>Classez</w:t>
      </w:r>
      <w:r w:rsidRPr="006559E2">
        <w:rPr>
          <w:b/>
          <w:spacing w:val="4"/>
          <w:lang w:val="fr-FR"/>
        </w:rPr>
        <w:t xml:space="preserve"> </w:t>
      </w:r>
      <w:r w:rsidRPr="006559E2">
        <w:rPr>
          <w:b/>
          <w:spacing w:val="-1"/>
          <w:lang w:val="fr-FR"/>
        </w:rPr>
        <w:t>vos</w:t>
      </w:r>
      <w:r w:rsidRPr="006559E2">
        <w:rPr>
          <w:b/>
          <w:spacing w:val="4"/>
          <w:lang w:val="fr-FR"/>
        </w:rPr>
        <w:t xml:space="preserve"> </w:t>
      </w:r>
      <w:r w:rsidRPr="006559E2">
        <w:rPr>
          <w:b/>
          <w:spacing w:val="-1"/>
          <w:lang w:val="fr-FR"/>
        </w:rPr>
        <w:t>expériences</w:t>
      </w:r>
      <w:r w:rsidRPr="006559E2">
        <w:rPr>
          <w:b/>
          <w:spacing w:val="3"/>
          <w:lang w:val="fr-FR"/>
        </w:rPr>
        <w:t xml:space="preserve"> </w:t>
      </w:r>
      <w:r w:rsidRPr="006559E2">
        <w:rPr>
          <w:b/>
          <w:spacing w:val="-1"/>
          <w:lang w:val="fr-FR"/>
        </w:rPr>
        <w:t>en</w:t>
      </w:r>
      <w:r w:rsidRPr="006559E2">
        <w:rPr>
          <w:b/>
          <w:spacing w:val="4"/>
          <w:lang w:val="fr-FR"/>
        </w:rPr>
        <w:t xml:space="preserve"> </w:t>
      </w:r>
      <w:r w:rsidRPr="006559E2">
        <w:rPr>
          <w:b/>
          <w:spacing w:val="-1"/>
          <w:lang w:val="fr-FR"/>
        </w:rPr>
        <w:t>commençant</w:t>
      </w:r>
      <w:r w:rsidRPr="006559E2">
        <w:rPr>
          <w:b/>
          <w:spacing w:val="4"/>
          <w:lang w:val="fr-FR"/>
        </w:rPr>
        <w:t xml:space="preserve"> </w:t>
      </w:r>
      <w:r w:rsidRPr="006559E2">
        <w:rPr>
          <w:b/>
          <w:lang w:val="fr-FR"/>
        </w:rPr>
        <w:t>par</w:t>
      </w:r>
      <w:r w:rsidRPr="006559E2">
        <w:rPr>
          <w:b/>
          <w:spacing w:val="37"/>
          <w:lang w:val="fr-FR"/>
        </w:rPr>
        <w:t xml:space="preserve"> </w:t>
      </w:r>
      <w:r w:rsidRPr="006559E2">
        <w:rPr>
          <w:b/>
          <w:lang w:val="fr-FR"/>
        </w:rPr>
        <w:t>la</w:t>
      </w:r>
      <w:r w:rsidRPr="006559E2">
        <w:rPr>
          <w:b/>
          <w:spacing w:val="-2"/>
          <w:lang w:val="fr-FR"/>
        </w:rPr>
        <w:t xml:space="preserve"> </w:t>
      </w:r>
      <w:r w:rsidRPr="006559E2">
        <w:rPr>
          <w:b/>
          <w:lang w:val="fr-FR"/>
        </w:rPr>
        <w:t>plus</w:t>
      </w:r>
      <w:r w:rsidRPr="006559E2">
        <w:rPr>
          <w:b/>
          <w:spacing w:val="-1"/>
          <w:lang w:val="fr-FR"/>
        </w:rPr>
        <w:t xml:space="preserve"> récente</w:t>
      </w:r>
      <w:r w:rsidRPr="006559E2">
        <w:rPr>
          <w:spacing w:val="-1"/>
          <w:lang w:val="fr-FR"/>
        </w:rPr>
        <w:t>.</w:t>
      </w:r>
      <w:r w:rsidRPr="006559E2">
        <w:rPr>
          <w:lang w:val="fr-FR"/>
        </w:rPr>
        <w:t xml:space="preserve"> Vous</w:t>
      </w:r>
      <w:r w:rsidRPr="006559E2">
        <w:rPr>
          <w:spacing w:val="-1"/>
          <w:lang w:val="fr-FR"/>
        </w:rPr>
        <w:t xml:space="preserve"> pouvez ajouter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des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pages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en</w:t>
      </w:r>
      <w:r w:rsidRPr="006559E2">
        <w:rPr>
          <w:lang w:val="fr-FR"/>
        </w:rPr>
        <w:t xml:space="preserve"> cliquant</w:t>
      </w:r>
      <w:r w:rsidRPr="006559E2">
        <w:rPr>
          <w:spacing w:val="-2"/>
          <w:lang w:val="fr-FR"/>
        </w:rPr>
        <w:t xml:space="preserve"> </w:t>
      </w:r>
      <w:r w:rsidRPr="006559E2">
        <w:rPr>
          <w:lang w:val="fr-FR"/>
        </w:rPr>
        <w:t>sur</w:t>
      </w:r>
      <w:r w:rsidRPr="006559E2">
        <w:rPr>
          <w:spacing w:val="-1"/>
          <w:lang w:val="fr-FR"/>
        </w:rPr>
        <w:t xml:space="preserve"> le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bouton</w:t>
      </w:r>
      <w:r w:rsidRPr="006559E2">
        <w:rPr>
          <w:lang w:val="fr-FR"/>
        </w:rPr>
        <w:t xml:space="preserve"> correspondant.</w:t>
      </w:r>
      <w:r w:rsidRPr="006559E2">
        <w:rPr>
          <w:spacing w:val="-1"/>
          <w:lang w:val="fr-FR"/>
        </w:rPr>
        <w:t xml:space="preserve"> Compléter </w:t>
      </w:r>
      <w:r w:rsidRPr="006559E2">
        <w:rPr>
          <w:lang w:val="fr-FR"/>
        </w:rPr>
        <w:t>chaque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colonne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selon</w:t>
      </w:r>
      <w:r w:rsidRPr="006559E2">
        <w:rPr>
          <w:spacing w:val="-1"/>
          <w:lang w:val="fr-FR"/>
        </w:rPr>
        <w:t xml:space="preserve"> les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 xml:space="preserve">informations </w:t>
      </w:r>
      <w:r w:rsidRPr="006559E2">
        <w:rPr>
          <w:lang w:val="fr-FR"/>
        </w:rPr>
        <w:t>fournies</w:t>
      </w:r>
      <w:r w:rsidRPr="006559E2">
        <w:rPr>
          <w:spacing w:val="-1"/>
          <w:lang w:val="fr-FR"/>
        </w:rPr>
        <w:t xml:space="preserve"> dans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la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notice explicative.</w:t>
      </w:r>
    </w:p>
    <w:p w:rsidR="00390C5B" w:rsidRPr="006559E2" w:rsidRDefault="0055151E">
      <w:pPr>
        <w:spacing w:line="251" w:lineRule="exact"/>
        <w:ind w:left="155"/>
        <w:jc w:val="both"/>
        <w:rPr>
          <w:rFonts w:ascii="Arial" w:eastAsia="Arial" w:hAnsi="Arial" w:cs="Arial"/>
          <w:sz w:val="16"/>
          <w:szCs w:val="16"/>
          <w:lang w:val="fr-FR"/>
        </w:rPr>
      </w:pPr>
      <w:r w:rsidRPr="006559E2">
        <w:rPr>
          <w:rFonts w:ascii="Arial" w:hAnsi="Arial"/>
          <w:i/>
          <w:spacing w:val="-1"/>
          <w:sz w:val="16"/>
          <w:lang w:val="fr-FR"/>
        </w:rPr>
        <w:t xml:space="preserve">Les </w:t>
      </w:r>
      <w:r w:rsidRPr="006559E2">
        <w:rPr>
          <w:rFonts w:ascii="Arial" w:hAnsi="Arial"/>
          <w:i/>
          <w:sz w:val="16"/>
          <w:lang w:val="fr-FR"/>
        </w:rPr>
        <w:t>champs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marqués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d'une étoile</w:t>
      </w:r>
      <w:r w:rsidRPr="006559E2">
        <w:rPr>
          <w:rFonts w:ascii="Arial" w:hAnsi="Arial"/>
          <w:i/>
          <w:sz w:val="16"/>
          <w:lang w:val="fr-FR"/>
        </w:rPr>
        <w:t xml:space="preserve"> rouge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"</w:t>
      </w:r>
      <w:r w:rsidRPr="006559E2">
        <w:rPr>
          <w:rFonts w:ascii="Arial" w:hAnsi="Arial"/>
          <w:b/>
          <w:i/>
          <w:color w:val="FF0000"/>
          <w:sz w:val="24"/>
          <w:lang w:val="fr-FR"/>
        </w:rPr>
        <w:t>*</w:t>
      </w:r>
      <w:r w:rsidRPr="006559E2">
        <w:rPr>
          <w:rFonts w:ascii="Arial" w:hAnsi="Arial"/>
          <w:b/>
          <w:i/>
          <w:color w:val="FF0000"/>
          <w:spacing w:val="-2"/>
          <w:sz w:val="24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"sont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obligatoires</w:t>
      </w:r>
      <w:r w:rsidRPr="006559E2">
        <w:rPr>
          <w:rFonts w:ascii="Arial" w:hAnsi="Arial"/>
          <w:i/>
          <w:sz w:val="16"/>
          <w:lang w:val="fr-FR"/>
        </w:rPr>
        <w:t xml:space="preserve"> (attention, 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les </w:t>
      </w:r>
      <w:r w:rsidRPr="006559E2">
        <w:rPr>
          <w:rFonts w:ascii="Arial" w:hAnsi="Arial"/>
          <w:i/>
          <w:sz w:val="16"/>
          <w:lang w:val="fr-FR"/>
        </w:rPr>
        <w:t>rubriques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des</w:t>
      </w:r>
      <w:r w:rsidRPr="006559E2">
        <w:rPr>
          <w:rFonts w:ascii="Arial" w:hAnsi="Arial"/>
          <w:i/>
          <w:sz w:val="16"/>
          <w:lang w:val="fr-FR"/>
        </w:rPr>
        <w:t xml:space="preserve"> colonnes</w:t>
      </w:r>
      <w:r w:rsidRPr="006559E2">
        <w:rPr>
          <w:rFonts w:ascii="Arial" w:hAnsi="Arial"/>
          <w:i/>
          <w:spacing w:val="-2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5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et</w:t>
      </w:r>
      <w:r w:rsidRPr="006559E2">
        <w:rPr>
          <w:rFonts w:ascii="Arial" w:hAnsi="Arial"/>
          <w:i/>
          <w:sz w:val="16"/>
          <w:lang w:val="fr-FR"/>
        </w:rPr>
        <w:t xml:space="preserve"> 7</w:t>
      </w:r>
      <w:r w:rsidRPr="006559E2">
        <w:rPr>
          <w:rFonts w:ascii="Arial" w:hAnsi="Arial"/>
          <w:i/>
          <w:spacing w:val="-1"/>
          <w:sz w:val="16"/>
          <w:lang w:val="fr-FR"/>
        </w:rPr>
        <w:t xml:space="preserve"> </w:t>
      </w:r>
      <w:r w:rsidRPr="006559E2">
        <w:rPr>
          <w:rFonts w:ascii="Arial" w:hAnsi="Arial"/>
          <w:i/>
          <w:sz w:val="16"/>
          <w:lang w:val="fr-FR"/>
        </w:rPr>
        <w:t>sont</w:t>
      </w:r>
      <w:r w:rsidRPr="006559E2">
        <w:rPr>
          <w:rFonts w:ascii="Arial" w:hAnsi="Arial"/>
          <w:i/>
          <w:spacing w:val="-2"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obligatoires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uniquement</w:t>
      </w:r>
      <w:r w:rsidRPr="006559E2">
        <w:rPr>
          <w:rFonts w:ascii="Arial" w:hAnsi="Arial"/>
          <w:i/>
          <w:sz w:val="16"/>
          <w:lang w:val="fr-FR"/>
        </w:rPr>
        <w:t xml:space="preserve"> </w:t>
      </w:r>
      <w:r w:rsidRPr="006559E2">
        <w:rPr>
          <w:rFonts w:ascii="Arial" w:hAnsi="Arial"/>
          <w:i/>
          <w:spacing w:val="-1"/>
          <w:sz w:val="16"/>
          <w:lang w:val="fr-FR"/>
        </w:rPr>
        <w:t>pour les</w:t>
      </w:r>
      <w:r w:rsidRPr="006559E2">
        <w:rPr>
          <w:rFonts w:ascii="Arial" w:hAnsi="Arial"/>
          <w:i/>
          <w:sz w:val="16"/>
          <w:lang w:val="fr-FR"/>
        </w:rPr>
        <w:t xml:space="preserve"> statuts mentionnés).</w:t>
      </w:r>
    </w:p>
    <w:p w:rsidR="00390C5B" w:rsidRPr="006559E2" w:rsidRDefault="00390C5B">
      <w:pPr>
        <w:spacing w:before="4"/>
        <w:rPr>
          <w:rFonts w:ascii="Arial" w:eastAsia="Arial" w:hAnsi="Arial" w:cs="Arial"/>
          <w:i/>
          <w:sz w:val="13"/>
          <w:szCs w:val="13"/>
          <w:lang w:val="fr-FR"/>
        </w:rPr>
      </w:pPr>
    </w:p>
    <w:p w:rsidR="00390C5B" w:rsidRDefault="006559E2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fr-FR" w:eastAsia="fr-FR"/>
        </w:rPr>
        <mc:AlternateContent>
          <mc:Choice Requires="wpg">
            <w:drawing>
              <wp:inline distT="0" distB="0" distL="0" distR="0">
                <wp:extent cx="10074910" cy="1684020"/>
                <wp:effectExtent l="9525" t="9525" r="2540" b="1905"/>
                <wp:docPr id="48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74910" cy="1684020"/>
                          <a:chOff x="0" y="0"/>
                          <a:chExt cx="15866" cy="2652"/>
                        </a:xfrm>
                      </wpg:grpSpPr>
                      <wpg:grpSp>
                        <wpg:cNvPr id="49" name="Group 14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5856" cy="2642"/>
                            <a:chOff x="5" y="5"/>
                            <a:chExt cx="15856" cy="2642"/>
                          </a:xfrm>
                        </wpg:grpSpPr>
                        <wps:wsp>
                          <wps:cNvPr id="50" name="Freeform 14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5856" cy="264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5856"/>
                                <a:gd name="T2" fmla="+- 0 2647 5"/>
                                <a:gd name="T3" fmla="*/ 2647 h 2642"/>
                                <a:gd name="T4" fmla="+- 0 15861 5"/>
                                <a:gd name="T5" fmla="*/ T4 w 15856"/>
                                <a:gd name="T6" fmla="+- 0 2647 5"/>
                                <a:gd name="T7" fmla="*/ 2647 h 2642"/>
                                <a:gd name="T8" fmla="+- 0 15861 5"/>
                                <a:gd name="T9" fmla="*/ T8 w 15856"/>
                                <a:gd name="T10" fmla="+- 0 5 5"/>
                                <a:gd name="T11" fmla="*/ 5 h 2642"/>
                                <a:gd name="T12" fmla="+- 0 5 5"/>
                                <a:gd name="T13" fmla="*/ T12 w 15856"/>
                                <a:gd name="T14" fmla="+- 0 5 5"/>
                                <a:gd name="T15" fmla="*/ 5 h 2642"/>
                                <a:gd name="T16" fmla="+- 0 5 5"/>
                                <a:gd name="T17" fmla="*/ T16 w 15856"/>
                                <a:gd name="T18" fmla="+- 0 2647 5"/>
                                <a:gd name="T19" fmla="*/ 2647 h 26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856" h="2642">
                                  <a:moveTo>
                                    <a:pt x="0" y="2642"/>
                                  </a:moveTo>
                                  <a:lnTo>
                                    <a:pt x="15856" y="2642"/>
                                  </a:lnTo>
                                  <a:lnTo>
                                    <a:pt x="15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3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753" cy="1812"/>
                            <a:chOff x="5" y="5"/>
                            <a:chExt cx="753" cy="1812"/>
                          </a:xfrm>
                        </wpg:grpSpPr>
                        <wps:wsp>
                          <wps:cNvPr id="52" name="Freeform 14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753" cy="181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753"/>
                                <a:gd name="T2" fmla="+- 0 1817 5"/>
                                <a:gd name="T3" fmla="*/ 1817 h 1812"/>
                                <a:gd name="T4" fmla="+- 0 757 5"/>
                                <a:gd name="T5" fmla="*/ T4 w 753"/>
                                <a:gd name="T6" fmla="+- 0 1817 5"/>
                                <a:gd name="T7" fmla="*/ 1817 h 1812"/>
                                <a:gd name="T8" fmla="+- 0 757 5"/>
                                <a:gd name="T9" fmla="*/ T8 w 753"/>
                                <a:gd name="T10" fmla="+- 0 5 5"/>
                                <a:gd name="T11" fmla="*/ 5 h 1812"/>
                                <a:gd name="T12" fmla="+- 0 5 5"/>
                                <a:gd name="T13" fmla="*/ T12 w 753"/>
                                <a:gd name="T14" fmla="+- 0 5 5"/>
                                <a:gd name="T15" fmla="*/ 5 h 1812"/>
                                <a:gd name="T16" fmla="+- 0 5 5"/>
                                <a:gd name="T17" fmla="*/ T16 w 753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3" h="1812">
                                  <a:moveTo>
                                    <a:pt x="0" y="1812"/>
                                  </a:moveTo>
                                  <a:lnTo>
                                    <a:pt x="752" y="1812"/>
                                  </a:lnTo>
                                  <a:lnTo>
                                    <a:pt x="75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37"/>
                        <wpg:cNvGrpSpPr>
                          <a:grpSpLocks/>
                        </wpg:cNvGrpSpPr>
                        <wpg:grpSpPr bwMode="auto">
                          <a:xfrm>
                            <a:off x="757" y="5"/>
                            <a:ext cx="684" cy="1812"/>
                            <a:chOff x="757" y="5"/>
                            <a:chExt cx="684" cy="1812"/>
                          </a:xfrm>
                        </wpg:grpSpPr>
                        <wps:wsp>
                          <wps:cNvPr id="54" name="Freeform 138"/>
                          <wps:cNvSpPr>
                            <a:spLocks/>
                          </wps:cNvSpPr>
                          <wps:spPr bwMode="auto">
                            <a:xfrm>
                              <a:off x="757" y="5"/>
                              <a:ext cx="684" cy="1812"/>
                            </a:xfrm>
                            <a:custGeom>
                              <a:avLst/>
                              <a:gdLst>
                                <a:gd name="T0" fmla="+- 0 757 757"/>
                                <a:gd name="T1" fmla="*/ T0 w 684"/>
                                <a:gd name="T2" fmla="+- 0 1817 5"/>
                                <a:gd name="T3" fmla="*/ 1817 h 1812"/>
                                <a:gd name="T4" fmla="+- 0 1441 757"/>
                                <a:gd name="T5" fmla="*/ T4 w 684"/>
                                <a:gd name="T6" fmla="+- 0 1817 5"/>
                                <a:gd name="T7" fmla="*/ 1817 h 1812"/>
                                <a:gd name="T8" fmla="+- 0 1441 757"/>
                                <a:gd name="T9" fmla="*/ T8 w 684"/>
                                <a:gd name="T10" fmla="+- 0 5 5"/>
                                <a:gd name="T11" fmla="*/ 5 h 1812"/>
                                <a:gd name="T12" fmla="+- 0 757 757"/>
                                <a:gd name="T13" fmla="*/ T12 w 684"/>
                                <a:gd name="T14" fmla="+- 0 5 5"/>
                                <a:gd name="T15" fmla="*/ 5 h 1812"/>
                                <a:gd name="T16" fmla="+- 0 757 757"/>
                                <a:gd name="T17" fmla="*/ T16 w 684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4" h="1812">
                                  <a:moveTo>
                                    <a:pt x="0" y="1812"/>
                                  </a:moveTo>
                                  <a:lnTo>
                                    <a:pt x="684" y="1812"/>
                                  </a:ln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35"/>
                        <wpg:cNvGrpSpPr>
                          <a:grpSpLocks/>
                        </wpg:cNvGrpSpPr>
                        <wpg:grpSpPr bwMode="auto">
                          <a:xfrm>
                            <a:off x="1441" y="5"/>
                            <a:ext cx="2140" cy="1812"/>
                            <a:chOff x="1441" y="5"/>
                            <a:chExt cx="2140" cy="1812"/>
                          </a:xfrm>
                        </wpg:grpSpPr>
                        <wps:wsp>
                          <wps:cNvPr id="56" name="Freeform 136"/>
                          <wps:cNvSpPr>
                            <a:spLocks/>
                          </wps:cNvSpPr>
                          <wps:spPr bwMode="auto">
                            <a:xfrm>
                              <a:off x="1441" y="5"/>
                              <a:ext cx="2140" cy="1812"/>
                            </a:xfrm>
                            <a:custGeom>
                              <a:avLst/>
                              <a:gdLst>
                                <a:gd name="T0" fmla="+- 0 1441 1441"/>
                                <a:gd name="T1" fmla="*/ T0 w 2140"/>
                                <a:gd name="T2" fmla="+- 0 1817 5"/>
                                <a:gd name="T3" fmla="*/ 1817 h 1812"/>
                                <a:gd name="T4" fmla="+- 0 3581 1441"/>
                                <a:gd name="T5" fmla="*/ T4 w 2140"/>
                                <a:gd name="T6" fmla="+- 0 1817 5"/>
                                <a:gd name="T7" fmla="*/ 1817 h 1812"/>
                                <a:gd name="T8" fmla="+- 0 3581 1441"/>
                                <a:gd name="T9" fmla="*/ T8 w 2140"/>
                                <a:gd name="T10" fmla="+- 0 5 5"/>
                                <a:gd name="T11" fmla="*/ 5 h 1812"/>
                                <a:gd name="T12" fmla="+- 0 1441 1441"/>
                                <a:gd name="T13" fmla="*/ T12 w 2140"/>
                                <a:gd name="T14" fmla="+- 0 5 5"/>
                                <a:gd name="T15" fmla="*/ 5 h 1812"/>
                                <a:gd name="T16" fmla="+- 0 1441 1441"/>
                                <a:gd name="T17" fmla="*/ T16 w 2140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40" h="1812">
                                  <a:moveTo>
                                    <a:pt x="0" y="1812"/>
                                  </a:moveTo>
                                  <a:lnTo>
                                    <a:pt x="2140" y="1812"/>
                                  </a:lnTo>
                                  <a:lnTo>
                                    <a:pt x="2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133"/>
                        <wpg:cNvGrpSpPr>
                          <a:grpSpLocks/>
                        </wpg:cNvGrpSpPr>
                        <wpg:grpSpPr bwMode="auto">
                          <a:xfrm>
                            <a:off x="3581" y="5"/>
                            <a:ext cx="2140" cy="1812"/>
                            <a:chOff x="3581" y="5"/>
                            <a:chExt cx="2140" cy="1812"/>
                          </a:xfrm>
                        </wpg:grpSpPr>
                        <wps:wsp>
                          <wps:cNvPr id="58" name="Freeform 134"/>
                          <wps:cNvSpPr>
                            <a:spLocks/>
                          </wps:cNvSpPr>
                          <wps:spPr bwMode="auto">
                            <a:xfrm>
                              <a:off x="3581" y="5"/>
                              <a:ext cx="2140" cy="1812"/>
                            </a:xfrm>
                            <a:custGeom>
                              <a:avLst/>
                              <a:gdLst>
                                <a:gd name="T0" fmla="+- 0 3581 3581"/>
                                <a:gd name="T1" fmla="*/ T0 w 2140"/>
                                <a:gd name="T2" fmla="+- 0 1817 5"/>
                                <a:gd name="T3" fmla="*/ 1817 h 1812"/>
                                <a:gd name="T4" fmla="+- 0 5721 3581"/>
                                <a:gd name="T5" fmla="*/ T4 w 2140"/>
                                <a:gd name="T6" fmla="+- 0 1817 5"/>
                                <a:gd name="T7" fmla="*/ 1817 h 1812"/>
                                <a:gd name="T8" fmla="+- 0 5721 3581"/>
                                <a:gd name="T9" fmla="*/ T8 w 2140"/>
                                <a:gd name="T10" fmla="+- 0 5 5"/>
                                <a:gd name="T11" fmla="*/ 5 h 1812"/>
                                <a:gd name="T12" fmla="+- 0 3581 3581"/>
                                <a:gd name="T13" fmla="*/ T12 w 2140"/>
                                <a:gd name="T14" fmla="+- 0 5 5"/>
                                <a:gd name="T15" fmla="*/ 5 h 1812"/>
                                <a:gd name="T16" fmla="+- 0 3581 3581"/>
                                <a:gd name="T17" fmla="*/ T16 w 2140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40" h="1812">
                                  <a:moveTo>
                                    <a:pt x="0" y="1812"/>
                                  </a:moveTo>
                                  <a:lnTo>
                                    <a:pt x="2140" y="1812"/>
                                  </a:lnTo>
                                  <a:lnTo>
                                    <a:pt x="2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131"/>
                        <wpg:cNvGrpSpPr>
                          <a:grpSpLocks/>
                        </wpg:cNvGrpSpPr>
                        <wpg:grpSpPr bwMode="auto">
                          <a:xfrm>
                            <a:off x="5721" y="5"/>
                            <a:ext cx="588" cy="1812"/>
                            <a:chOff x="5721" y="5"/>
                            <a:chExt cx="588" cy="1812"/>
                          </a:xfrm>
                        </wpg:grpSpPr>
                        <wps:wsp>
                          <wps:cNvPr id="60" name="Freeform 132"/>
                          <wps:cNvSpPr>
                            <a:spLocks/>
                          </wps:cNvSpPr>
                          <wps:spPr bwMode="auto">
                            <a:xfrm>
                              <a:off x="5721" y="5"/>
                              <a:ext cx="588" cy="1812"/>
                            </a:xfrm>
                            <a:custGeom>
                              <a:avLst/>
                              <a:gdLst>
                                <a:gd name="T0" fmla="+- 0 5721 5721"/>
                                <a:gd name="T1" fmla="*/ T0 w 588"/>
                                <a:gd name="T2" fmla="+- 0 1817 5"/>
                                <a:gd name="T3" fmla="*/ 1817 h 1812"/>
                                <a:gd name="T4" fmla="+- 0 6309 5721"/>
                                <a:gd name="T5" fmla="*/ T4 w 588"/>
                                <a:gd name="T6" fmla="+- 0 1817 5"/>
                                <a:gd name="T7" fmla="*/ 1817 h 1812"/>
                                <a:gd name="T8" fmla="+- 0 6309 5721"/>
                                <a:gd name="T9" fmla="*/ T8 w 588"/>
                                <a:gd name="T10" fmla="+- 0 5 5"/>
                                <a:gd name="T11" fmla="*/ 5 h 1812"/>
                                <a:gd name="T12" fmla="+- 0 5721 5721"/>
                                <a:gd name="T13" fmla="*/ T12 w 588"/>
                                <a:gd name="T14" fmla="+- 0 5 5"/>
                                <a:gd name="T15" fmla="*/ 5 h 1812"/>
                                <a:gd name="T16" fmla="+- 0 5721 5721"/>
                                <a:gd name="T17" fmla="*/ T16 w 588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8" h="1812">
                                  <a:moveTo>
                                    <a:pt x="0" y="1812"/>
                                  </a:moveTo>
                                  <a:lnTo>
                                    <a:pt x="588" y="1812"/>
                                  </a:lnTo>
                                  <a:lnTo>
                                    <a:pt x="5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129"/>
                        <wpg:cNvGrpSpPr>
                          <a:grpSpLocks/>
                        </wpg:cNvGrpSpPr>
                        <wpg:grpSpPr bwMode="auto">
                          <a:xfrm>
                            <a:off x="6309" y="5"/>
                            <a:ext cx="2218" cy="1812"/>
                            <a:chOff x="6309" y="5"/>
                            <a:chExt cx="2218" cy="1812"/>
                          </a:xfrm>
                        </wpg:grpSpPr>
                        <wps:wsp>
                          <wps:cNvPr id="62" name="Freeform 130"/>
                          <wps:cNvSpPr>
                            <a:spLocks/>
                          </wps:cNvSpPr>
                          <wps:spPr bwMode="auto">
                            <a:xfrm>
                              <a:off x="6309" y="5"/>
                              <a:ext cx="2218" cy="1812"/>
                            </a:xfrm>
                            <a:custGeom>
                              <a:avLst/>
                              <a:gdLst>
                                <a:gd name="T0" fmla="+- 0 6309 6309"/>
                                <a:gd name="T1" fmla="*/ T0 w 2218"/>
                                <a:gd name="T2" fmla="+- 0 1817 5"/>
                                <a:gd name="T3" fmla="*/ 1817 h 1812"/>
                                <a:gd name="T4" fmla="+- 0 8526 6309"/>
                                <a:gd name="T5" fmla="*/ T4 w 2218"/>
                                <a:gd name="T6" fmla="+- 0 1817 5"/>
                                <a:gd name="T7" fmla="*/ 1817 h 1812"/>
                                <a:gd name="T8" fmla="+- 0 8526 6309"/>
                                <a:gd name="T9" fmla="*/ T8 w 2218"/>
                                <a:gd name="T10" fmla="+- 0 5 5"/>
                                <a:gd name="T11" fmla="*/ 5 h 1812"/>
                                <a:gd name="T12" fmla="+- 0 6309 6309"/>
                                <a:gd name="T13" fmla="*/ T12 w 2218"/>
                                <a:gd name="T14" fmla="+- 0 5 5"/>
                                <a:gd name="T15" fmla="*/ 5 h 1812"/>
                                <a:gd name="T16" fmla="+- 0 6309 6309"/>
                                <a:gd name="T17" fmla="*/ T16 w 2218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18" h="1812">
                                  <a:moveTo>
                                    <a:pt x="0" y="1812"/>
                                  </a:moveTo>
                                  <a:lnTo>
                                    <a:pt x="2217" y="1812"/>
                                  </a:lnTo>
                                  <a:lnTo>
                                    <a:pt x="22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127"/>
                        <wpg:cNvGrpSpPr>
                          <a:grpSpLocks/>
                        </wpg:cNvGrpSpPr>
                        <wpg:grpSpPr bwMode="auto">
                          <a:xfrm>
                            <a:off x="8526" y="5"/>
                            <a:ext cx="1928" cy="1812"/>
                            <a:chOff x="8526" y="5"/>
                            <a:chExt cx="1928" cy="1812"/>
                          </a:xfrm>
                        </wpg:grpSpPr>
                        <wps:wsp>
                          <wps:cNvPr id="64" name="Freeform 128"/>
                          <wps:cNvSpPr>
                            <a:spLocks/>
                          </wps:cNvSpPr>
                          <wps:spPr bwMode="auto">
                            <a:xfrm>
                              <a:off x="8526" y="5"/>
                              <a:ext cx="1928" cy="1812"/>
                            </a:xfrm>
                            <a:custGeom>
                              <a:avLst/>
                              <a:gdLst>
                                <a:gd name="T0" fmla="+- 0 8526 8526"/>
                                <a:gd name="T1" fmla="*/ T0 w 1928"/>
                                <a:gd name="T2" fmla="+- 0 1817 5"/>
                                <a:gd name="T3" fmla="*/ 1817 h 1812"/>
                                <a:gd name="T4" fmla="+- 0 10454 8526"/>
                                <a:gd name="T5" fmla="*/ T4 w 1928"/>
                                <a:gd name="T6" fmla="+- 0 1817 5"/>
                                <a:gd name="T7" fmla="*/ 1817 h 1812"/>
                                <a:gd name="T8" fmla="+- 0 10454 8526"/>
                                <a:gd name="T9" fmla="*/ T8 w 1928"/>
                                <a:gd name="T10" fmla="+- 0 5 5"/>
                                <a:gd name="T11" fmla="*/ 5 h 1812"/>
                                <a:gd name="T12" fmla="+- 0 8526 8526"/>
                                <a:gd name="T13" fmla="*/ T12 w 1928"/>
                                <a:gd name="T14" fmla="+- 0 5 5"/>
                                <a:gd name="T15" fmla="*/ 5 h 1812"/>
                                <a:gd name="T16" fmla="+- 0 8526 8526"/>
                                <a:gd name="T17" fmla="*/ T16 w 1928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28" h="1812">
                                  <a:moveTo>
                                    <a:pt x="0" y="1812"/>
                                  </a:moveTo>
                                  <a:lnTo>
                                    <a:pt x="1928" y="1812"/>
                                  </a:lnTo>
                                  <a:lnTo>
                                    <a:pt x="19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25"/>
                        <wpg:cNvGrpSpPr>
                          <a:grpSpLocks/>
                        </wpg:cNvGrpSpPr>
                        <wpg:grpSpPr bwMode="auto">
                          <a:xfrm>
                            <a:off x="10454" y="5"/>
                            <a:ext cx="1045" cy="1812"/>
                            <a:chOff x="10454" y="5"/>
                            <a:chExt cx="1045" cy="1812"/>
                          </a:xfrm>
                        </wpg:grpSpPr>
                        <wps:wsp>
                          <wps:cNvPr id="66" name="Freeform 126"/>
                          <wps:cNvSpPr>
                            <a:spLocks/>
                          </wps:cNvSpPr>
                          <wps:spPr bwMode="auto">
                            <a:xfrm>
                              <a:off x="10454" y="5"/>
                              <a:ext cx="1045" cy="1812"/>
                            </a:xfrm>
                            <a:custGeom>
                              <a:avLst/>
                              <a:gdLst>
                                <a:gd name="T0" fmla="+- 0 10454 10454"/>
                                <a:gd name="T1" fmla="*/ T0 w 1045"/>
                                <a:gd name="T2" fmla="+- 0 1817 5"/>
                                <a:gd name="T3" fmla="*/ 1817 h 1812"/>
                                <a:gd name="T4" fmla="+- 0 11498 10454"/>
                                <a:gd name="T5" fmla="*/ T4 w 1045"/>
                                <a:gd name="T6" fmla="+- 0 1817 5"/>
                                <a:gd name="T7" fmla="*/ 1817 h 1812"/>
                                <a:gd name="T8" fmla="+- 0 11498 10454"/>
                                <a:gd name="T9" fmla="*/ T8 w 1045"/>
                                <a:gd name="T10" fmla="+- 0 5 5"/>
                                <a:gd name="T11" fmla="*/ 5 h 1812"/>
                                <a:gd name="T12" fmla="+- 0 10454 10454"/>
                                <a:gd name="T13" fmla="*/ T12 w 1045"/>
                                <a:gd name="T14" fmla="+- 0 5 5"/>
                                <a:gd name="T15" fmla="*/ 5 h 1812"/>
                                <a:gd name="T16" fmla="+- 0 10454 10454"/>
                                <a:gd name="T17" fmla="*/ T16 w 1045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5" h="1812">
                                  <a:moveTo>
                                    <a:pt x="0" y="1812"/>
                                  </a:moveTo>
                                  <a:lnTo>
                                    <a:pt x="1044" y="1812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123"/>
                        <wpg:cNvGrpSpPr>
                          <a:grpSpLocks/>
                        </wpg:cNvGrpSpPr>
                        <wpg:grpSpPr bwMode="auto">
                          <a:xfrm>
                            <a:off x="11498" y="5"/>
                            <a:ext cx="1212" cy="1812"/>
                            <a:chOff x="11498" y="5"/>
                            <a:chExt cx="1212" cy="1812"/>
                          </a:xfrm>
                        </wpg:grpSpPr>
                        <wps:wsp>
                          <wps:cNvPr id="68" name="Freeform 124"/>
                          <wps:cNvSpPr>
                            <a:spLocks/>
                          </wps:cNvSpPr>
                          <wps:spPr bwMode="auto">
                            <a:xfrm>
                              <a:off x="11498" y="5"/>
                              <a:ext cx="1212" cy="1812"/>
                            </a:xfrm>
                            <a:custGeom>
                              <a:avLst/>
                              <a:gdLst>
                                <a:gd name="T0" fmla="+- 0 11498 11498"/>
                                <a:gd name="T1" fmla="*/ T0 w 1212"/>
                                <a:gd name="T2" fmla="+- 0 1817 5"/>
                                <a:gd name="T3" fmla="*/ 1817 h 1812"/>
                                <a:gd name="T4" fmla="+- 0 12710 11498"/>
                                <a:gd name="T5" fmla="*/ T4 w 1212"/>
                                <a:gd name="T6" fmla="+- 0 1817 5"/>
                                <a:gd name="T7" fmla="*/ 1817 h 1812"/>
                                <a:gd name="T8" fmla="+- 0 12710 11498"/>
                                <a:gd name="T9" fmla="*/ T8 w 1212"/>
                                <a:gd name="T10" fmla="+- 0 5 5"/>
                                <a:gd name="T11" fmla="*/ 5 h 1812"/>
                                <a:gd name="T12" fmla="+- 0 11498 11498"/>
                                <a:gd name="T13" fmla="*/ T12 w 1212"/>
                                <a:gd name="T14" fmla="+- 0 5 5"/>
                                <a:gd name="T15" fmla="*/ 5 h 1812"/>
                                <a:gd name="T16" fmla="+- 0 11498 11498"/>
                                <a:gd name="T17" fmla="*/ T16 w 1212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12" h="1812">
                                  <a:moveTo>
                                    <a:pt x="0" y="1812"/>
                                  </a:moveTo>
                                  <a:lnTo>
                                    <a:pt x="1212" y="1812"/>
                                  </a:lnTo>
                                  <a:lnTo>
                                    <a:pt x="12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121"/>
                        <wpg:cNvGrpSpPr>
                          <a:grpSpLocks/>
                        </wpg:cNvGrpSpPr>
                        <wpg:grpSpPr bwMode="auto">
                          <a:xfrm>
                            <a:off x="12710" y="5"/>
                            <a:ext cx="3151" cy="1812"/>
                            <a:chOff x="12710" y="5"/>
                            <a:chExt cx="3151" cy="1812"/>
                          </a:xfrm>
                        </wpg:grpSpPr>
                        <wps:wsp>
                          <wps:cNvPr id="70" name="Freeform 122"/>
                          <wps:cNvSpPr>
                            <a:spLocks/>
                          </wps:cNvSpPr>
                          <wps:spPr bwMode="auto">
                            <a:xfrm>
                              <a:off x="12710" y="5"/>
                              <a:ext cx="3151" cy="1812"/>
                            </a:xfrm>
                            <a:custGeom>
                              <a:avLst/>
                              <a:gdLst>
                                <a:gd name="T0" fmla="+- 0 12710 12710"/>
                                <a:gd name="T1" fmla="*/ T0 w 3151"/>
                                <a:gd name="T2" fmla="+- 0 1817 5"/>
                                <a:gd name="T3" fmla="*/ 1817 h 1812"/>
                                <a:gd name="T4" fmla="+- 0 15861 12710"/>
                                <a:gd name="T5" fmla="*/ T4 w 3151"/>
                                <a:gd name="T6" fmla="+- 0 1817 5"/>
                                <a:gd name="T7" fmla="*/ 1817 h 1812"/>
                                <a:gd name="T8" fmla="+- 0 15861 12710"/>
                                <a:gd name="T9" fmla="*/ T8 w 3151"/>
                                <a:gd name="T10" fmla="+- 0 5 5"/>
                                <a:gd name="T11" fmla="*/ 5 h 1812"/>
                                <a:gd name="T12" fmla="+- 0 12710 12710"/>
                                <a:gd name="T13" fmla="*/ T12 w 3151"/>
                                <a:gd name="T14" fmla="+- 0 5 5"/>
                                <a:gd name="T15" fmla="*/ 5 h 1812"/>
                                <a:gd name="T16" fmla="+- 0 12710 12710"/>
                                <a:gd name="T17" fmla="*/ T16 w 3151"/>
                                <a:gd name="T18" fmla="+- 0 1817 5"/>
                                <a:gd name="T19" fmla="*/ 1817 h 18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51" h="1812">
                                  <a:moveTo>
                                    <a:pt x="0" y="1812"/>
                                  </a:moveTo>
                                  <a:lnTo>
                                    <a:pt x="3151" y="1812"/>
                                  </a:lnTo>
                                  <a:lnTo>
                                    <a:pt x="31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1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19"/>
                        <wpg:cNvGrpSpPr>
                          <a:grpSpLocks/>
                        </wpg:cNvGrpSpPr>
                        <wpg:grpSpPr bwMode="auto">
                          <a:xfrm>
                            <a:off x="437" y="1889"/>
                            <a:ext cx="284" cy="284"/>
                            <a:chOff x="437" y="1889"/>
                            <a:chExt cx="284" cy="284"/>
                          </a:xfrm>
                        </wpg:grpSpPr>
                        <wps:wsp>
                          <wps:cNvPr id="72" name="Freeform 120"/>
                          <wps:cNvSpPr>
                            <a:spLocks/>
                          </wps:cNvSpPr>
                          <wps:spPr bwMode="auto">
                            <a:xfrm>
                              <a:off x="437" y="188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720 437"/>
                                <a:gd name="T1" fmla="*/ T0 w 284"/>
                                <a:gd name="T2" fmla="+- 0 1889 1889"/>
                                <a:gd name="T3" fmla="*/ 1889 h 284"/>
                                <a:gd name="T4" fmla="+- 0 437 437"/>
                                <a:gd name="T5" fmla="*/ T4 w 284"/>
                                <a:gd name="T6" fmla="+- 0 1889 1889"/>
                                <a:gd name="T7" fmla="*/ 1889 h 284"/>
                                <a:gd name="T8" fmla="+- 0 437 437"/>
                                <a:gd name="T9" fmla="*/ T8 w 284"/>
                                <a:gd name="T10" fmla="+- 0 2172 1889"/>
                                <a:gd name="T11" fmla="*/ 2172 h 284"/>
                                <a:gd name="T12" fmla="+- 0 447 437"/>
                                <a:gd name="T13" fmla="*/ T12 w 284"/>
                                <a:gd name="T14" fmla="+- 0 2162 1889"/>
                                <a:gd name="T15" fmla="*/ 2162 h 284"/>
                                <a:gd name="T16" fmla="+- 0 447 437"/>
                                <a:gd name="T17" fmla="*/ T16 w 284"/>
                                <a:gd name="T18" fmla="+- 0 1899 1889"/>
                                <a:gd name="T19" fmla="*/ 1899 h 284"/>
                                <a:gd name="T20" fmla="+- 0 710 437"/>
                                <a:gd name="T21" fmla="*/ T20 w 284"/>
                                <a:gd name="T22" fmla="+- 0 1899 1889"/>
                                <a:gd name="T23" fmla="*/ 1899 h 284"/>
                                <a:gd name="T24" fmla="+- 0 720 437"/>
                                <a:gd name="T25" fmla="*/ T24 w 284"/>
                                <a:gd name="T26" fmla="+- 0 1889 1889"/>
                                <a:gd name="T27" fmla="*/ 188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2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0" y="273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73" y="1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117"/>
                        <wpg:cNvGrpSpPr>
                          <a:grpSpLocks/>
                        </wpg:cNvGrpSpPr>
                        <wpg:grpSpPr bwMode="auto">
                          <a:xfrm>
                            <a:off x="437" y="1889"/>
                            <a:ext cx="284" cy="284"/>
                            <a:chOff x="437" y="1889"/>
                            <a:chExt cx="284" cy="284"/>
                          </a:xfrm>
                        </wpg:grpSpPr>
                        <wps:wsp>
                          <wps:cNvPr id="74" name="Freeform 118"/>
                          <wps:cNvSpPr>
                            <a:spLocks/>
                          </wps:cNvSpPr>
                          <wps:spPr bwMode="auto">
                            <a:xfrm>
                              <a:off x="437" y="188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720 437"/>
                                <a:gd name="T1" fmla="*/ T0 w 284"/>
                                <a:gd name="T2" fmla="+- 0 1889 1889"/>
                                <a:gd name="T3" fmla="*/ 1889 h 284"/>
                                <a:gd name="T4" fmla="+- 0 710 437"/>
                                <a:gd name="T5" fmla="*/ T4 w 284"/>
                                <a:gd name="T6" fmla="+- 0 1899 1889"/>
                                <a:gd name="T7" fmla="*/ 1899 h 284"/>
                                <a:gd name="T8" fmla="+- 0 710 437"/>
                                <a:gd name="T9" fmla="*/ T8 w 284"/>
                                <a:gd name="T10" fmla="+- 0 2162 1889"/>
                                <a:gd name="T11" fmla="*/ 2162 h 284"/>
                                <a:gd name="T12" fmla="+- 0 447 437"/>
                                <a:gd name="T13" fmla="*/ T12 w 284"/>
                                <a:gd name="T14" fmla="+- 0 2162 1889"/>
                                <a:gd name="T15" fmla="*/ 2162 h 284"/>
                                <a:gd name="T16" fmla="+- 0 437 437"/>
                                <a:gd name="T17" fmla="*/ T16 w 284"/>
                                <a:gd name="T18" fmla="+- 0 2172 1889"/>
                                <a:gd name="T19" fmla="*/ 2172 h 284"/>
                                <a:gd name="T20" fmla="+- 0 720 437"/>
                                <a:gd name="T21" fmla="*/ T20 w 284"/>
                                <a:gd name="T22" fmla="+- 0 2172 1889"/>
                                <a:gd name="T23" fmla="*/ 2172 h 284"/>
                                <a:gd name="T24" fmla="+- 0 720 437"/>
                                <a:gd name="T25" fmla="*/ T24 w 284"/>
                                <a:gd name="T26" fmla="+- 0 1889 1889"/>
                                <a:gd name="T27" fmla="*/ 188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283" y="0"/>
                                  </a:moveTo>
                                  <a:lnTo>
                                    <a:pt x="273" y="10"/>
                                  </a:lnTo>
                                  <a:lnTo>
                                    <a:pt x="273" y="273"/>
                                  </a:lnTo>
                                  <a:lnTo>
                                    <a:pt x="10" y="27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15"/>
                        <wpg:cNvGrpSpPr>
                          <a:grpSpLocks/>
                        </wpg:cNvGrpSpPr>
                        <wpg:grpSpPr bwMode="auto">
                          <a:xfrm>
                            <a:off x="447" y="1899"/>
                            <a:ext cx="264" cy="264"/>
                            <a:chOff x="447" y="1899"/>
                            <a:chExt cx="264" cy="264"/>
                          </a:xfrm>
                        </wpg:grpSpPr>
                        <wps:wsp>
                          <wps:cNvPr id="76" name="Freeform 116"/>
                          <wps:cNvSpPr>
                            <a:spLocks/>
                          </wps:cNvSpPr>
                          <wps:spPr bwMode="auto">
                            <a:xfrm>
                              <a:off x="447" y="1899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710 447"/>
                                <a:gd name="T1" fmla="*/ T0 w 264"/>
                                <a:gd name="T2" fmla="+- 0 1899 1899"/>
                                <a:gd name="T3" fmla="*/ 1899 h 264"/>
                                <a:gd name="T4" fmla="+- 0 447 447"/>
                                <a:gd name="T5" fmla="*/ T4 w 264"/>
                                <a:gd name="T6" fmla="+- 0 1899 1899"/>
                                <a:gd name="T7" fmla="*/ 1899 h 264"/>
                                <a:gd name="T8" fmla="+- 0 447 447"/>
                                <a:gd name="T9" fmla="*/ T8 w 264"/>
                                <a:gd name="T10" fmla="+- 0 2162 1899"/>
                                <a:gd name="T11" fmla="*/ 2162 h 264"/>
                                <a:gd name="T12" fmla="+- 0 457 447"/>
                                <a:gd name="T13" fmla="*/ T12 w 264"/>
                                <a:gd name="T14" fmla="+- 0 2152 1899"/>
                                <a:gd name="T15" fmla="*/ 2152 h 264"/>
                                <a:gd name="T16" fmla="+- 0 457 447"/>
                                <a:gd name="T17" fmla="*/ T16 w 264"/>
                                <a:gd name="T18" fmla="+- 0 1909 1899"/>
                                <a:gd name="T19" fmla="*/ 1909 h 264"/>
                                <a:gd name="T20" fmla="+- 0 700 447"/>
                                <a:gd name="T21" fmla="*/ T20 w 264"/>
                                <a:gd name="T22" fmla="+- 0 1909 1899"/>
                                <a:gd name="T23" fmla="*/ 1909 h 264"/>
                                <a:gd name="T24" fmla="+- 0 710 447"/>
                                <a:gd name="T25" fmla="*/ T24 w 264"/>
                                <a:gd name="T26" fmla="+- 0 1899 1899"/>
                                <a:gd name="T27" fmla="*/ 189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2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lnTo>
                                    <a:pt x="10" y="253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53" y="10"/>
                                  </a:lnTo>
                                  <a:lnTo>
                                    <a:pt x="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113"/>
                        <wpg:cNvGrpSpPr>
                          <a:grpSpLocks/>
                        </wpg:cNvGrpSpPr>
                        <wpg:grpSpPr bwMode="auto">
                          <a:xfrm>
                            <a:off x="447" y="1899"/>
                            <a:ext cx="264" cy="264"/>
                            <a:chOff x="447" y="1899"/>
                            <a:chExt cx="264" cy="264"/>
                          </a:xfrm>
                        </wpg:grpSpPr>
                        <wps:wsp>
                          <wps:cNvPr id="78" name="Freeform 114"/>
                          <wps:cNvSpPr>
                            <a:spLocks/>
                          </wps:cNvSpPr>
                          <wps:spPr bwMode="auto">
                            <a:xfrm>
                              <a:off x="447" y="1899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710 447"/>
                                <a:gd name="T1" fmla="*/ T0 w 264"/>
                                <a:gd name="T2" fmla="+- 0 1899 1899"/>
                                <a:gd name="T3" fmla="*/ 1899 h 264"/>
                                <a:gd name="T4" fmla="+- 0 700 447"/>
                                <a:gd name="T5" fmla="*/ T4 w 264"/>
                                <a:gd name="T6" fmla="+- 0 1909 1899"/>
                                <a:gd name="T7" fmla="*/ 1909 h 264"/>
                                <a:gd name="T8" fmla="+- 0 700 447"/>
                                <a:gd name="T9" fmla="*/ T8 w 264"/>
                                <a:gd name="T10" fmla="+- 0 2152 1899"/>
                                <a:gd name="T11" fmla="*/ 2152 h 264"/>
                                <a:gd name="T12" fmla="+- 0 457 447"/>
                                <a:gd name="T13" fmla="*/ T12 w 264"/>
                                <a:gd name="T14" fmla="+- 0 2152 1899"/>
                                <a:gd name="T15" fmla="*/ 2152 h 264"/>
                                <a:gd name="T16" fmla="+- 0 447 447"/>
                                <a:gd name="T17" fmla="*/ T16 w 264"/>
                                <a:gd name="T18" fmla="+- 0 2162 1899"/>
                                <a:gd name="T19" fmla="*/ 2162 h 264"/>
                                <a:gd name="T20" fmla="+- 0 710 447"/>
                                <a:gd name="T21" fmla="*/ T20 w 264"/>
                                <a:gd name="T22" fmla="+- 0 2162 1899"/>
                                <a:gd name="T23" fmla="*/ 2162 h 264"/>
                                <a:gd name="T24" fmla="+- 0 710 447"/>
                                <a:gd name="T25" fmla="*/ T24 w 264"/>
                                <a:gd name="T26" fmla="+- 0 1899 1899"/>
                                <a:gd name="T27" fmla="*/ 189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263" y="0"/>
                                  </a:moveTo>
                                  <a:lnTo>
                                    <a:pt x="253" y="10"/>
                                  </a:lnTo>
                                  <a:lnTo>
                                    <a:pt x="253" y="253"/>
                                  </a:lnTo>
                                  <a:lnTo>
                                    <a:pt x="10" y="253"/>
                                  </a:lnTo>
                                  <a:lnTo>
                                    <a:pt x="0" y="263"/>
                                  </a:ln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111"/>
                        <wpg:cNvGrpSpPr>
                          <a:grpSpLocks/>
                        </wpg:cNvGrpSpPr>
                        <wpg:grpSpPr bwMode="auto">
                          <a:xfrm>
                            <a:off x="95" y="1889"/>
                            <a:ext cx="284" cy="284"/>
                            <a:chOff x="95" y="1889"/>
                            <a:chExt cx="284" cy="284"/>
                          </a:xfrm>
                        </wpg:grpSpPr>
                        <wps:wsp>
                          <wps:cNvPr id="80" name="Freeform 112"/>
                          <wps:cNvSpPr>
                            <a:spLocks/>
                          </wps:cNvSpPr>
                          <wps:spPr bwMode="auto">
                            <a:xfrm>
                              <a:off x="95" y="188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95 95"/>
                                <a:gd name="T1" fmla="*/ T0 w 284"/>
                                <a:gd name="T2" fmla="+- 0 2172 1889"/>
                                <a:gd name="T3" fmla="*/ 2172 h 284"/>
                                <a:gd name="T4" fmla="+- 0 378 95"/>
                                <a:gd name="T5" fmla="*/ T4 w 284"/>
                                <a:gd name="T6" fmla="+- 0 2172 1889"/>
                                <a:gd name="T7" fmla="*/ 2172 h 284"/>
                                <a:gd name="T8" fmla="+- 0 378 95"/>
                                <a:gd name="T9" fmla="*/ T8 w 284"/>
                                <a:gd name="T10" fmla="+- 0 1889 1889"/>
                                <a:gd name="T11" fmla="*/ 1889 h 284"/>
                                <a:gd name="T12" fmla="+- 0 95 95"/>
                                <a:gd name="T13" fmla="*/ T12 w 284"/>
                                <a:gd name="T14" fmla="+- 0 1889 1889"/>
                                <a:gd name="T15" fmla="*/ 1889 h 284"/>
                                <a:gd name="T16" fmla="+- 0 95 95"/>
                                <a:gd name="T17" fmla="*/ T16 w 284"/>
                                <a:gd name="T18" fmla="+- 0 2172 1889"/>
                                <a:gd name="T19" fmla="*/ 2172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0" y="283"/>
                                  </a:moveTo>
                                  <a:lnTo>
                                    <a:pt x="283" y="28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0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09"/>
                        <wpg:cNvGrpSpPr>
                          <a:grpSpLocks/>
                        </wpg:cNvGrpSpPr>
                        <wpg:grpSpPr bwMode="auto">
                          <a:xfrm>
                            <a:off x="95" y="1889"/>
                            <a:ext cx="284" cy="284"/>
                            <a:chOff x="95" y="1889"/>
                            <a:chExt cx="284" cy="284"/>
                          </a:xfrm>
                        </wpg:grpSpPr>
                        <wps:wsp>
                          <wps:cNvPr id="82" name="Freeform 110"/>
                          <wps:cNvSpPr>
                            <a:spLocks/>
                          </wps:cNvSpPr>
                          <wps:spPr bwMode="auto">
                            <a:xfrm>
                              <a:off x="95" y="188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378 95"/>
                                <a:gd name="T1" fmla="*/ T0 w 284"/>
                                <a:gd name="T2" fmla="+- 0 1889 1889"/>
                                <a:gd name="T3" fmla="*/ 1889 h 284"/>
                                <a:gd name="T4" fmla="+- 0 95 95"/>
                                <a:gd name="T5" fmla="*/ T4 w 284"/>
                                <a:gd name="T6" fmla="+- 0 1889 1889"/>
                                <a:gd name="T7" fmla="*/ 1889 h 284"/>
                                <a:gd name="T8" fmla="+- 0 95 95"/>
                                <a:gd name="T9" fmla="*/ T8 w 284"/>
                                <a:gd name="T10" fmla="+- 0 2172 1889"/>
                                <a:gd name="T11" fmla="*/ 2172 h 284"/>
                                <a:gd name="T12" fmla="+- 0 105 95"/>
                                <a:gd name="T13" fmla="*/ T12 w 284"/>
                                <a:gd name="T14" fmla="+- 0 2162 1889"/>
                                <a:gd name="T15" fmla="*/ 2162 h 284"/>
                                <a:gd name="T16" fmla="+- 0 105 95"/>
                                <a:gd name="T17" fmla="*/ T16 w 284"/>
                                <a:gd name="T18" fmla="+- 0 1899 1889"/>
                                <a:gd name="T19" fmla="*/ 1899 h 284"/>
                                <a:gd name="T20" fmla="+- 0 368 95"/>
                                <a:gd name="T21" fmla="*/ T20 w 284"/>
                                <a:gd name="T22" fmla="+- 0 1899 1889"/>
                                <a:gd name="T23" fmla="*/ 1899 h 284"/>
                                <a:gd name="T24" fmla="+- 0 378 95"/>
                                <a:gd name="T25" fmla="*/ T24 w 284"/>
                                <a:gd name="T26" fmla="+- 0 1889 1889"/>
                                <a:gd name="T27" fmla="*/ 188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2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0" y="273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73" y="1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107"/>
                        <wpg:cNvGrpSpPr>
                          <a:grpSpLocks/>
                        </wpg:cNvGrpSpPr>
                        <wpg:grpSpPr bwMode="auto">
                          <a:xfrm>
                            <a:off x="95" y="1889"/>
                            <a:ext cx="284" cy="284"/>
                            <a:chOff x="95" y="1889"/>
                            <a:chExt cx="284" cy="284"/>
                          </a:xfrm>
                        </wpg:grpSpPr>
                        <wps:wsp>
                          <wps:cNvPr id="84" name="Freeform 108"/>
                          <wps:cNvSpPr>
                            <a:spLocks/>
                          </wps:cNvSpPr>
                          <wps:spPr bwMode="auto">
                            <a:xfrm>
                              <a:off x="95" y="188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378 95"/>
                                <a:gd name="T1" fmla="*/ T0 w 284"/>
                                <a:gd name="T2" fmla="+- 0 1889 1889"/>
                                <a:gd name="T3" fmla="*/ 1889 h 284"/>
                                <a:gd name="T4" fmla="+- 0 368 95"/>
                                <a:gd name="T5" fmla="*/ T4 w 284"/>
                                <a:gd name="T6" fmla="+- 0 1899 1889"/>
                                <a:gd name="T7" fmla="*/ 1899 h 284"/>
                                <a:gd name="T8" fmla="+- 0 368 95"/>
                                <a:gd name="T9" fmla="*/ T8 w 284"/>
                                <a:gd name="T10" fmla="+- 0 2162 1889"/>
                                <a:gd name="T11" fmla="*/ 2162 h 284"/>
                                <a:gd name="T12" fmla="+- 0 105 95"/>
                                <a:gd name="T13" fmla="*/ T12 w 284"/>
                                <a:gd name="T14" fmla="+- 0 2162 1889"/>
                                <a:gd name="T15" fmla="*/ 2162 h 284"/>
                                <a:gd name="T16" fmla="+- 0 95 95"/>
                                <a:gd name="T17" fmla="*/ T16 w 284"/>
                                <a:gd name="T18" fmla="+- 0 2172 1889"/>
                                <a:gd name="T19" fmla="*/ 2172 h 284"/>
                                <a:gd name="T20" fmla="+- 0 378 95"/>
                                <a:gd name="T21" fmla="*/ T20 w 284"/>
                                <a:gd name="T22" fmla="+- 0 2172 1889"/>
                                <a:gd name="T23" fmla="*/ 2172 h 284"/>
                                <a:gd name="T24" fmla="+- 0 378 95"/>
                                <a:gd name="T25" fmla="*/ T24 w 284"/>
                                <a:gd name="T26" fmla="+- 0 1889 1889"/>
                                <a:gd name="T27" fmla="*/ 188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283" y="0"/>
                                  </a:moveTo>
                                  <a:lnTo>
                                    <a:pt x="273" y="10"/>
                                  </a:lnTo>
                                  <a:lnTo>
                                    <a:pt x="273" y="273"/>
                                  </a:lnTo>
                                  <a:lnTo>
                                    <a:pt x="10" y="27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105"/>
                        <wpg:cNvGrpSpPr>
                          <a:grpSpLocks/>
                        </wpg:cNvGrpSpPr>
                        <wpg:grpSpPr bwMode="auto">
                          <a:xfrm>
                            <a:off x="105" y="1899"/>
                            <a:ext cx="264" cy="264"/>
                            <a:chOff x="105" y="1899"/>
                            <a:chExt cx="264" cy="264"/>
                          </a:xfrm>
                        </wpg:grpSpPr>
                        <wps:wsp>
                          <wps:cNvPr id="86" name="Freeform 106"/>
                          <wps:cNvSpPr>
                            <a:spLocks/>
                          </wps:cNvSpPr>
                          <wps:spPr bwMode="auto">
                            <a:xfrm>
                              <a:off x="105" y="1899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368 105"/>
                                <a:gd name="T1" fmla="*/ T0 w 264"/>
                                <a:gd name="T2" fmla="+- 0 1899 1899"/>
                                <a:gd name="T3" fmla="*/ 1899 h 264"/>
                                <a:gd name="T4" fmla="+- 0 105 105"/>
                                <a:gd name="T5" fmla="*/ T4 w 264"/>
                                <a:gd name="T6" fmla="+- 0 1899 1899"/>
                                <a:gd name="T7" fmla="*/ 1899 h 264"/>
                                <a:gd name="T8" fmla="+- 0 105 105"/>
                                <a:gd name="T9" fmla="*/ T8 w 264"/>
                                <a:gd name="T10" fmla="+- 0 2162 1899"/>
                                <a:gd name="T11" fmla="*/ 2162 h 264"/>
                                <a:gd name="T12" fmla="+- 0 115 105"/>
                                <a:gd name="T13" fmla="*/ T12 w 264"/>
                                <a:gd name="T14" fmla="+- 0 2152 1899"/>
                                <a:gd name="T15" fmla="*/ 2152 h 264"/>
                                <a:gd name="T16" fmla="+- 0 115 105"/>
                                <a:gd name="T17" fmla="*/ T16 w 264"/>
                                <a:gd name="T18" fmla="+- 0 1909 1899"/>
                                <a:gd name="T19" fmla="*/ 1909 h 264"/>
                                <a:gd name="T20" fmla="+- 0 358 105"/>
                                <a:gd name="T21" fmla="*/ T20 w 264"/>
                                <a:gd name="T22" fmla="+- 0 1909 1899"/>
                                <a:gd name="T23" fmla="*/ 1909 h 264"/>
                                <a:gd name="T24" fmla="+- 0 368 105"/>
                                <a:gd name="T25" fmla="*/ T24 w 264"/>
                                <a:gd name="T26" fmla="+- 0 1899 1899"/>
                                <a:gd name="T27" fmla="*/ 189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2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lnTo>
                                    <a:pt x="10" y="253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53" y="10"/>
                                  </a:lnTo>
                                  <a:lnTo>
                                    <a:pt x="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103"/>
                        <wpg:cNvGrpSpPr>
                          <a:grpSpLocks/>
                        </wpg:cNvGrpSpPr>
                        <wpg:grpSpPr bwMode="auto">
                          <a:xfrm>
                            <a:off x="105" y="1899"/>
                            <a:ext cx="264" cy="264"/>
                            <a:chOff x="105" y="1899"/>
                            <a:chExt cx="264" cy="264"/>
                          </a:xfrm>
                        </wpg:grpSpPr>
                        <wps:wsp>
                          <wps:cNvPr id="88" name="Freeform 104"/>
                          <wps:cNvSpPr>
                            <a:spLocks/>
                          </wps:cNvSpPr>
                          <wps:spPr bwMode="auto">
                            <a:xfrm>
                              <a:off x="105" y="1899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368 105"/>
                                <a:gd name="T1" fmla="*/ T0 w 264"/>
                                <a:gd name="T2" fmla="+- 0 1899 1899"/>
                                <a:gd name="T3" fmla="*/ 1899 h 264"/>
                                <a:gd name="T4" fmla="+- 0 358 105"/>
                                <a:gd name="T5" fmla="*/ T4 w 264"/>
                                <a:gd name="T6" fmla="+- 0 1909 1899"/>
                                <a:gd name="T7" fmla="*/ 1909 h 264"/>
                                <a:gd name="T8" fmla="+- 0 358 105"/>
                                <a:gd name="T9" fmla="*/ T8 w 264"/>
                                <a:gd name="T10" fmla="+- 0 2152 1899"/>
                                <a:gd name="T11" fmla="*/ 2152 h 264"/>
                                <a:gd name="T12" fmla="+- 0 115 105"/>
                                <a:gd name="T13" fmla="*/ T12 w 264"/>
                                <a:gd name="T14" fmla="+- 0 2152 1899"/>
                                <a:gd name="T15" fmla="*/ 2152 h 264"/>
                                <a:gd name="T16" fmla="+- 0 105 105"/>
                                <a:gd name="T17" fmla="*/ T16 w 264"/>
                                <a:gd name="T18" fmla="+- 0 2162 1899"/>
                                <a:gd name="T19" fmla="*/ 2162 h 264"/>
                                <a:gd name="T20" fmla="+- 0 368 105"/>
                                <a:gd name="T21" fmla="*/ T20 w 264"/>
                                <a:gd name="T22" fmla="+- 0 2162 1899"/>
                                <a:gd name="T23" fmla="*/ 2162 h 264"/>
                                <a:gd name="T24" fmla="+- 0 368 105"/>
                                <a:gd name="T25" fmla="*/ T24 w 264"/>
                                <a:gd name="T26" fmla="+- 0 1899 1899"/>
                                <a:gd name="T27" fmla="*/ 189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263" y="0"/>
                                  </a:moveTo>
                                  <a:lnTo>
                                    <a:pt x="253" y="10"/>
                                  </a:lnTo>
                                  <a:lnTo>
                                    <a:pt x="253" y="253"/>
                                  </a:lnTo>
                                  <a:lnTo>
                                    <a:pt x="10" y="253"/>
                                  </a:lnTo>
                                  <a:lnTo>
                                    <a:pt x="0" y="263"/>
                                  </a:ln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01"/>
                        <wpg:cNvGrpSpPr>
                          <a:grpSpLocks/>
                        </wpg:cNvGrpSpPr>
                        <wpg:grpSpPr bwMode="auto">
                          <a:xfrm>
                            <a:off x="437" y="2249"/>
                            <a:ext cx="284" cy="284"/>
                            <a:chOff x="437" y="2249"/>
                            <a:chExt cx="284" cy="284"/>
                          </a:xfrm>
                        </wpg:grpSpPr>
                        <wps:wsp>
                          <wps:cNvPr id="90" name="Freeform 102"/>
                          <wps:cNvSpPr>
                            <a:spLocks/>
                          </wps:cNvSpPr>
                          <wps:spPr bwMode="auto">
                            <a:xfrm>
                              <a:off x="437" y="224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720 437"/>
                                <a:gd name="T1" fmla="*/ T0 w 284"/>
                                <a:gd name="T2" fmla="+- 0 2249 2249"/>
                                <a:gd name="T3" fmla="*/ 2249 h 284"/>
                                <a:gd name="T4" fmla="+- 0 437 437"/>
                                <a:gd name="T5" fmla="*/ T4 w 284"/>
                                <a:gd name="T6" fmla="+- 0 2249 2249"/>
                                <a:gd name="T7" fmla="*/ 2249 h 284"/>
                                <a:gd name="T8" fmla="+- 0 437 437"/>
                                <a:gd name="T9" fmla="*/ T8 w 284"/>
                                <a:gd name="T10" fmla="+- 0 2532 2249"/>
                                <a:gd name="T11" fmla="*/ 2532 h 284"/>
                                <a:gd name="T12" fmla="+- 0 447 437"/>
                                <a:gd name="T13" fmla="*/ T12 w 284"/>
                                <a:gd name="T14" fmla="+- 0 2522 2249"/>
                                <a:gd name="T15" fmla="*/ 2522 h 284"/>
                                <a:gd name="T16" fmla="+- 0 447 437"/>
                                <a:gd name="T17" fmla="*/ T16 w 284"/>
                                <a:gd name="T18" fmla="+- 0 2259 2249"/>
                                <a:gd name="T19" fmla="*/ 2259 h 284"/>
                                <a:gd name="T20" fmla="+- 0 710 437"/>
                                <a:gd name="T21" fmla="*/ T20 w 284"/>
                                <a:gd name="T22" fmla="+- 0 2259 2249"/>
                                <a:gd name="T23" fmla="*/ 2259 h 284"/>
                                <a:gd name="T24" fmla="+- 0 720 437"/>
                                <a:gd name="T25" fmla="*/ T24 w 284"/>
                                <a:gd name="T26" fmla="+- 0 2249 2249"/>
                                <a:gd name="T27" fmla="*/ 224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2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0" y="273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73" y="1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99"/>
                        <wpg:cNvGrpSpPr>
                          <a:grpSpLocks/>
                        </wpg:cNvGrpSpPr>
                        <wpg:grpSpPr bwMode="auto">
                          <a:xfrm>
                            <a:off x="437" y="2249"/>
                            <a:ext cx="284" cy="284"/>
                            <a:chOff x="437" y="2249"/>
                            <a:chExt cx="284" cy="284"/>
                          </a:xfrm>
                        </wpg:grpSpPr>
                        <wps:wsp>
                          <wps:cNvPr id="92" name="Freeform 100"/>
                          <wps:cNvSpPr>
                            <a:spLocks/>
                          </wps:cNvSpPr>
                          <wps:spPr bwMode="auto">
                            <a:xfrm>
                              <a:off x="437" y="224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720 437"/>
                                <a:gd name="T1" fmla="*/ T0 w 284"/>
                                <a:gd name="T2" fmla="+- 0 2249 2249"/>
                                <a:gd name="T3" fmla="*/ 2249 h 284"/>
                                <a:gd name="T4" fmla="+- 0 710 437"/>
                                <a:gd name="T5" fmla="*/ T4 w 284"/>
                                <a:gd name="T6" fmla="+- 0 2259 2249"/>
                                <a:gd name="T7" fmla="*/ 2259 h 284"/>
                                <a:gd name="T8" fmla="+- 0 710 437"/>
                                <a:gd name="T9" fmla="*/ T8 w 284"/>
                                <a:gd name="T10" fmla="+- 0 2522 2249"/>
                                <a:gd name="T11" fmla="*/ 2522 h 284"/>
                                <a:gd name="T12" fmla="+- 0 447 437"/>
                                <a:gd name="T13" fmla="*/ T12 w 284"/>
                                <a:gd name="T14" fmla="+- 0 2522 2249"/>
                                <a:gd name="T15" fmla="*/ 2522 h 284"/>
                                <a:gd name="T16" fmla="+- 0 437 437"/>
                                <a:gd name="T17" fmla="*/ T16 w 284"/>
                                <a:gd name="T18" fmla="+- 0 2532 2249"/>
                                <a:gd name="T19" fmla="*/ 2532 h 284"/>
                                <a:gd name="T20" fmla="+- 0 720 437"/>
                                <a:gd name="T21" fmla="*/ T20 w 284"/>
                                <a:gd name="T22" fmla="+- 0 2532 2249"/>
                                <a:gd name="T23" fmla="*/ 2532 h 284"/>
                                <a:gd name="T24" fmla="+- 0 720 437"/>
                                <a:gd name="T25" fmla="*/ T24 w 284"/>
                                <a:gd name="T26" fmla="+- 0 2249 2249"/>
                                <a:gd name="T27" fmla="*/ 224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283" y="0"/>
                                  </a:moveTo>
                                  <a:lnTo>
                                    <a:pt x="273" y="10"/>
                                  </a:lnTo>
                                  <a:lnTo>
                                    <a:pt x="273" y="273"/>
                                  </a:lnTo>
                                  <a:lnTo>
                                    <a:pt x="10" y="27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97"/>
                        <wpg:cNvGrpSpPr>
                          <a:grpSpLocks/>
                        </wpg:cNvGrpSpPr>
                        <wpg:grpSpPr bwMode="auto">
                          <a:xfrm>
                            <a:off x="447" y="2259"/>
                            <a:ext cx="264" cy="264"/>
                            <a:chOff x="447" y="2259"/>
                            <a:chExt cx="264" cy="264"/>
                          </a:xfrm>
                        </wpg:grpSpPr>
                        <wps:wsp>
                          <wps:cNvPr id="94" name="Freeform 98"/>
                          <wps:cNvSpPr>
                            <a:spLocks/>
                          </wps:cNvSpPr>
                          <wps:spPr bwMode="auto">
                            <a:xfrm>
                              <a:off x="447" y="2259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710 447"/>
                                <a:gd name="T1" fmla="*/ T0 w 264"/>
                                <a:gd name="T2" fmla="+- 0 2259 2259"/>
                                <a:gd name="T3" fmla="*/ 2259 h 264"/>
                                <a:gd name="T4" fmla="+- 0 447 447"/>
                                <a:gd name="T5" fmla="*/ T4 w 264"/>
                                <a:gd name="T6" fmla="+- 0 2259 2259"/>
                                <a:gd name="T7" fmla="*/ 2259 h 264"/>
                                <a:gd name="T8" fmla="+- 0 447 447"/>
                                <a:gd name="T9" fmla="*/ T8 w 264"/>
                                <a:gd name="T10" fmla="+- 0 2522 2259"/>
                                <a:gd name="T11" fmla="*/ 2522 h 264"/>
                                <a:gd name="T12" fmla="+- 0 457 447"/>
                                <a:gd name="T13" fmla="*/ T12 w 264"/>
                                <a:gd name="T14" fmla="+- 0 2512 2259"/>
                                <a:gd name="T15" fmla="*/ 2512 h 264"/>
                                <a:gd name="T16" fmla="+- 0 457 447"/>
                                <a:gd name="T17" fmla="*/ T16 w 264"/>
                                <a:gd name="T18" fmla="+- 0 2269 2259"/>
                                <a:gd name="T19" fmla="*/ 2269 h 264"/>
                                <a:gd name="T20" fmla="+- 0 700 447"/>
                                <a:gd name="T21" fmla="*/ T20 w 264"/>
                                <a:gd name="T22" fmla="+- 0 2269 2259"/>
                                <a:gd name="T23" fmla="*/ 2269 h 264"/>
                                <a:gd name="T24" fmla="+- 0 710 447"/>
                                <a:gd name="T25" fmla="*/ T24 w 264"/>
                                <a:gd name="T26" fmla="+- 0 2259 2259"/>
                                <a:gd name="T27" fmla="*/ 225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2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lnTo>
                                    <a:pt x="10" y="253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53" y="10"/>
                                  </a:lnTo>
                                  <a:lnTo>
                                    <a:pt x="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95"/>
                        <wpg:cNvGrpSpPr>
                          <a:grpSpLocks/>
                        </wpg:cNvGrpSpPr>
                        <wpg:grpSpPr bwMode="auto">
                          <a:xfrm>
                            <a:off x="447" y="2259"/>
                            <a:ext cx="264" cy="264"/>
                            <a:chOff x="447" y="2259"/>
                            <a:chExt cx="264" cy="264"/>
                          </a:xfrm>
                        </wpg:grpSpPr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447" y="2259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710 447"/>
                                <a:gd name="T1" fmla="*/ T0 w 264"/>
                                <a:gd name="T2" fmla="+- 0 2259 2259"/>
                                <a:gd name="T3" fmla="*/ 2259 h 264"/>
                                <a:gd name="T4" fmla="+- 0 700 447"/>
                                <a:gd name="T5" fmla="*/ T4 w 264"/>
                                <a:gd name="T6" fmla="+- 0 2269 2259"/>
                                <a:gd name="T7" fmla="*/ 2269 h 264"/>
                                <a:gd name="T8" fmla="+- 0 700 447"/>
                                <a:gd name="T9" fmla="*/ T8 w 264"/>
                                <a:gd name="T10" fmla="+- 0 2512 2259"/>
                                <a:gd name="T11" fmla="*/ 2512 h 264"/>
                                <a:gd name="T12" fmla="+- 0 457 447"/>
                                <a:gd name="T13" fmla="*/ T12 w 264"/>
                                <a:gd name="T14" fmla="+- 0 2512 2259"/>
                                <a:gd name="T15" fmla="*/ 2512 h 264"/>
                                <a:gd name="T16" fmla="+- 0 447 447"/>
                                <a:gd name="T17" fmla="*/ T16 w 264"/>
                                <a:gd name="T18" fmla="+- 0 2522 2259"/>
                                <a:gd name="T19" fmla="*/ 2522 h 264"/>
                                <a:gd name="T20" fmla="+- 0 710 447"/>
                                <a:gd name="T21" fmla="*/ T20 w 264"/>
                                <a:gd name="T22" fmla="+- 0 2522 2259"/>
                                <a:gd name="T23" fmla="*/ 2522 h 264"/>
                                <a:gd name="T24" fmla="+- 0 710 447"/>
                                <a:gd name="T25" fmla="*/ T24 w 264"/>
                                <a:gd name="T26" fmla="+- 0 2259 2259"/>
                                <a:gd name="T27" fmla="*/ 225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263" y="0"/>
                                  </a:moveTo>
                                  <a:lnTo>
                                    <a:pt x="253" y="10"/>
                                  </a:lnTo>
                                  <a:lnTo>
                                    <a:pt x="253" y="253"/>
                                  </a:lnTo>
                                  <a:lnTo>
                                    <a:pt x="10" y="253"/>
                                  </a:lnTo>
                                  <a:lnTo>
                                    <a:pt x="0" y="263"/>
                                  </a:ln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93"/>
                        <wpg:cNvGrpSpPr>
                          <a:grpSpLocks/>
                        </wpg:cNvGrpSpPr>
                        <wpg:grpSpPr bwMode="auto">
                          <a:xfrm>
                            <a:off x="95" y="2249"/>
                            <a:ext cx="284" cy="284"/>
                            <a:chOff x="95" y="2249"/>
                            <a:chExt cx="284" cy="284"/>
                          </a:xfrm>
                        </wpg:grpSpPr>
                        <wps:wsp>
                          <wps:cNvPr id="98" name="Freeform 94"/>
                          <wps:cNvSpPr>
                            <a:spLocks/>
                          </wps:cNvSpPr>
                          <wps:spPr bwMode="auto">
                            <a:xfrm>
                              <a:off x="95" y="224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95 95"/>
                                <a:gd name="T1" fmla="*/ T0 w 284"/>
                                <a:gd name="T2" fmla="+- 0 2532 2249"/>
                                <a:gd name="T3" fmla="*/ 2532 h 284"/>
                                <a:gd name="T4" fmla="+- 0 378 95"/>
                                <a:gd name="T5" fmla="*/ T4 w 284"/>
                                <a:gd name="T6" fmla="+- 0 2532 2249"/>
                                <a:gd name="T7" fmla="*/ 2532 h 284"/>
                                <a:gd name="T8" fmla="+- 0 378 95"/>
                                <a:gd name="T9" fmla="*/ T8 w 284"/>
                                <a:gd name="T10" fmla="+- 0 2249 2249"/>
                                <a:gd name="T11" fmla="*/ 2249 h 284"/>
                                <a:gd name="T12" fmla="+- 0 95 95"/>
                                <a:gd name="T13" fmla="*/ T12 w 284"/>
                                <a:gd name="T14" fmla="+- 0 2249 2249"/>
                                <a:gd name="T15" fmla="*/ 2249 h 284"/>
                                <a:gd name="T16" fmla="+- 0 95 95"/>
                                <a:gd name="T17" fmla="*/ T16 w 284"/>
                                <a:gd name="T18" fmla="+- 0 2532 2249"/>
                                <a:gd name="T19" fmla="*/ 2532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0" y="283"/>
                                  </a:moveTo>
                                  <a:lnTo>
                                    <a:pt x="283" y="28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0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1"/>
                        <wpg:cNvGrpSpPr>
                          <a:grpSpLocks/>
                        </wpg:cNvGrpSpPr>
                        <wpg:grpSpPr bwMode="auto">
                          <a:xfrm>
                            <a:off x="95" y="2249"/>
                            <a:ext cx="284" cy="284"/>
                            <a:chOff x="95" y="2249"/>
                            <a:chExt cx="284" cy="284"/>
                          </a:xfrm>
                        </wpg:grpSpPr>
                        <wps:wsp>
                          <wps:cNvPr id="100" name="Freeform 92"/>
                          <wps:cNvSpPr>
                            <a:spLocks/>
                          </wps:cNvSpPr>
                          <wps:spPr bwMode="auto">
                            <a:xfrm>
                              <a:off x="95" y="224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378 95"/>
                                <a:gd name="T1" fmla="*/ T0 w 284"/>
                                <a:gd name="T2" fmla="+- 0 2249 2249"/>
                                <a:gd name="T3" fmla="*/ 2249 h 284"/>
                                <a:gd name="T4" fmla="+- 0 95 95"/>
                                <a:gd name="T5" fmla="*/ T4 w 284"/>
                                <a:gd name="T6" fmla="+- 0 2249 2249"/>
                                <a:gd name="T7" fmla="*/ 2249 h 284"/>
                                <a:gd name="T8" fmla="+- 0 95 95"/>
                                <a:gd name="T9" fmla="*/ T8 w 284"/>
                                <a:gd name="T10" fmla="+- 0 2532 2249"/>
                                <a:gd name="T11" fmla="*/ 2532 h 284"/>
                                <a:gd name="T12" fmla="+- 0 105 95"/>
                                <a:gd name="T13" fmla="*/ T12 w 284"/>
                                <a:gd name="T14" fmla="+- 0 2522 2249"/>
                                <a:gd name="T15" fmla="*/ 2522 h 284"/>
                                <a:gd name="T16" fmla="+- 0 105 95"/>
                                <a:gd name="T17" fmla="*/ T16 w 284"/>
                                <a:gd name="T18" fmla="+- 0 2259 2249"/>
                                <a:gd name="T19" fmla="*/ 2259 h 284"/>
                                <a:gd name="T20" fmla="+- 0 368 95"/>
                                <a:gd name="T21" fmla="*/ T20 w 284"/>
                                <a:gd name="T22" fmla="+- 0 2259 2249"/>
                                <a:gd name="T23" fmla="*/ 2259 h 284"/>
                                <a:gd name="T24" fmla="+- 0 378 95"/>
                                <a:gd name="T25" fmla="*/ T24 w 284"/>
                                <a:gd name="T26" fmla="+- 0 2249 2249"/>
                                <a:gd name="T27" fmla="*/ 224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2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0" y="273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73" y="1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89"/>
                        <wpg:cNvGrpSpPr>
                          <a:grpSpLocks/>
                        </wpg:cNvGrpSpPr>
                        <wpg:grpSpPr bwMode="auto">
                          <a:xfrm>
                            <a:off x="95" y="2249"/>
                            <a:ext cx="284" cy="284"/>
                            <a:chOff x="95" y="2249"/>
                            <a:chExt cx="284" cy="284"/>
                          </a:xfrm>
                        </wpg:grpSpPr>
                        <wps:wsp>
                          <wps:cNvPr id="102" name="Freeform 90"/>
                          <wps:cNvSpPr>
                            <a:spLocks/>
                          </wps:cNvSpPr>
                          <wps:spPr bwMode="auto">
                            <a:xfrm>
                              <a:off x="95" y="2249"/>
                              <a:ext cx="284" cy="284"/>
                            </a:xfrm>
                            <a:custGeom>
                              <a:avLst/>
                              <a:gdLst>
                                <a:gd name="T0" fmla="+- 0 378 95"/>
                                <a:gd name="T1" fmla="*/ T0 w 284"/>
                                <a:gd name="T2" fmla="+- 0 2249 2249"/>
                                <a:gd name="T3" fmla="*/ 2249 h 284"/>
                                <a:gd name="T4" fmla="+- 0 368 95"/>
                                <a:gd name="T5" fmla="*/ T4 w 284"/>
                                <a:gd name="T6" fmla="+- 0 2259 2249"/>
                                <a:gd name="T7" fmla="*/ 2259 h 284"/>
                                <a:gd name="T8" fmla="+- 0 368 95"/>
                                <a:gd name="T9" fmla="*/ T8 w 284"/>
                                <a:gd name="T10" fmla="+- 0 2522 2249"/>
                                <a:gd name="T11" fmla="*/ 2522 h 284"/>
                                <a:gd name="T12" fmla="+- 0 105 95"/>
                                <a:gd name="T13" fmla="*/ T12 w 284"/>
                                <a:gd name="T14" fmla="+- 0 2522 2249"/>
                                <a:gd name="T15" fmla="*/ 2522 h 284"/>
                                <a:gd name="T16" fmla="+- 0 95 95"/>
                                <a:gd name="T17" fmla="*/ T16 w 284"/>
                                <a:gd name="T18" fmla="+- 0 2532 2249"/>
                                <a:gd name="T19" fmla="*/ 2532 h 284"/>
                                <a:gd name="T20" fmla="+- 0 378 95"/>
                                <a:gd name="T21" fmla="*/ T20 w 284"/>
                                <a:gd name="T22" fmla="+- 0 2532 2249"/>
                                <a:gd name="T23" fmla="*/ 2532 h 284"/>
                                <a:gd name="T24" fmla="+- 0 378 95"/>
                                <a:gd name="T25" fmla="*/ T24 w 284"/>
                                <a:gd name="T26" fmla="+- 0 2249 2249"/>
                                <a:gd name="T27" fmla="*/ 224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4" h="284">
                                  <a:moveTo>
                                    <a:pt x="283" y="0"/>
                                  </a:moveTo>
                                  <a:lnTo>
                                    <a:pt x="273" y="10"/>
                                  </a:lnTo>
                                  <a:lnTo>
                                    <a:pt x="273" y="273"/>
                                  </a:lnTo>
                                  <a:lnTo>
                                    <a:pt x="10" y="27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87"/>
                        <wpg:cNvGrpSpPr>
                          <a:grpSpLocks/>
                        </wpg:cNvGrpSpPr>
                        <wpg:grpSpPr bwMode="auto">
                          <a:xfrm>
                            <a:off x="105" y="2259"/>
                            <a:ext cx="264" cy="264"/>
                            <a:chOff x="105" y="2259"/>
                            <a:chExt cx="264" cy="264"/>
                          </a:xfrm>
                        </wpg:grpSpPr>
                        <wps:wsp>
                          <wps:cNvPr id="104" name="Freeform 88"/>
                          <wps:cNvSpPr>
                            <a:spLocks/>
                          </wps:cNvSpPr>
                          <wps:spPr bwMode="auto">
                            <a:xfrm>
                              <a:off x="105" y="2259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368 105"/>
                                <a:gd name="T1" fmla="*/ T0 w 264"/>
                                <a:gd name="T2" fmla="+- 0 2259 2259"/>
                                <a:gd name="T3" fmla="*/ 2259 h 264"/>
                                <a:gd name="T4" fmla="+- 0 105 105"/>
                                <a:gd name="T5" fmla="*/ T4 w 264"/>
                                <a:gd name="T6" fmla="+- 0 2259 2259"/>
                                <a:gd name="T7" fmla="*/ 2259 h 264"/>
                                <a:gd name="T8" fmla="+- 0 105 105"/>
                                <a:gd name="T9" fmla="*/ T8 w 264"/>
                                <a:gd name="T10" fmla="+- 0 2522 2259"/>
                                <a:gd name="T11" fmla="*/ 2522 h 264"/>
                                <a:gd name="T12" fmla="+- 0 115 105"/>
                                <a:gd name="T13" fmla="*/ T12 w 264"/>
                                <a:gd name="T14" fmla="+- 0 2512 2259"/>
                                <a:gd name="T15" fmla="*/ 2512 h 264"/>
                                <a:gd name="T16" fmla="+- 0 115 105"/>
                                <a:gd name="T17" fmla="*/ T16 w 264"/>
                                <a:gd name="T18" fmla="+- 0 2269 2259"/>
                                <a:gd name="T19" fmla="*/ 2269 h 264"/>
                                <a:gd name="T20" fmla="+- 0 358 105"/>
                                <a:gd name="T21" fmla="*/ T20 w 264"/>
                                <a:gd name="T22" fmla="+- 0 2269 2259"/>
                                <a:gd name="T23" fmla="*/ 2269 h 264"/>
                                <a:gd name="T24" fmla="+- 0 368 105"/>
                                <a:gd name="T25" fmla="*/ T24 w 264"/>
                                <a:gd name="T26" fmla="+- 0 2259 2259"/>
                                <a:gd name="T27" fmla="*/ 225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26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lnTo>
                                    <a:pt x="10" y="253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53" y="10"/>
                                  </a:lnTo>
                                  <a:lnTo>
                                    <a:pt x="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85"/>
                        <wpg:cNvGrpSpPr>
                          <a:grpSpLocks/>
                        </wpg:cNvGrpSpPr>
                        <wpg:grpSpPr bwMode="auto">
                          <a:xfrm>
                            <a:off x="105" y="2259"/>
                            <a:ext cx="264" cy="264"/>
                            <a:chOff x="105" y="2259"/>
                            <a:chExt cx="264" cy="264"/>
                          </a:xfrm>
                        </wpg:grpSpPr>
                        <wps:wsp>
                          <wps:cNvPr id="106" name="Freeform 86"/>
                          <wps:cNvSpPr>
                            <a:spLocks/>
                          </wps:cNvSpPr>
                          <wps:spPr bwMode="auto">
                            <a:xfrm>
                              <a:off x="105" y="2259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368 105"/>
                                <a:gd name="T1" fmla="*/ T0 w 264"/>
                                <a:gd name="T2" fmla="+- 0 2259 2259"/>
                                <a:gd name="T3" fmla="*/ 2259 h 264"/>
                                <a:gd name="T4" fmla="+- 0 358 105"/>
                                <a:gd name="T5" fmla="*/ T4 w 264"/>
                                <a:gd name="T6" fmla="+- 0 2269 2259"/>
                                <a:gd name="T7" fmla="*/ 2269 h 264"/>
                                <a:gd name="T8" fmla="+- 0 358 105"/>
                                <a:gd name="T9" fmla="*/ T8 w 264"/>
                                <a:gd name="T10" fmla="+- 0 2512 2259"/>
                                <a:gd name="T11" fmla="*/ 2512 h 264"/>
                                <a:gd name="T12" fmla="+- 0 115 105"/>
                                <a:gd name="T13" fmla="*/ T12 w 264"/>
                                <a:gd name="T14" fmla="+- 0 2512 2259"/>
                                <a:gd name="T15" fmla="*/ 2512 h 264"/>
                                <a:gd name="T16" fmla="+- 0 105 105"/>
                                <a:gd name="T17" fmla="*/ T16 w 264"/>
                                <a:gd name="T18" fmla="+- 0 2522 2259"/>
                                <a:gd name="T19" fmla="*/ 2522 h 264"/>
                                <a:gd name="T20" fmla="+- 0 368 105"/>
                                <a:gd name="T21" fmla="*/ T20 w 264"/>
                                <a:gd name="T22" fmla="+- 0 2522 2259"/>
                                <a:gd name="T23" fmla="*/ 2522 h 264"/>
                                <a:gd name="T24" fmla="+- 0 368 105"/>
                                <a:gd name="T25" fmla="*/ T24 w 264"/>
                                <a:gd name="T26" fmla="+- 0 2259 2259"/>
                                <a:gd name="T27" fmla="*/ 225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263" y="0"/>
                                  </a:moveTo>
                                  <a:lnTo>
                                    <a:pt x="253" y="10"/>
                                  </a:lnTo>
                                  <a:lnTo>
                                    <a:pt x="253" y="253"/>
                                  </a:lnTo>
                                  <a:lnTo>
                                    <a:pt x="10" y="253"/>
                                  </a:lnTo>
                                  <a:lnTo>
                                    <a:pt x="0" y="263"/>
                                  </a:ln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83"/>
                        <wpg:cNvGrpSpPr>
                          <a:grpSpLocks/>
                        </wpg:cNvGrpSpPr>
                        <wpg:grpSpPr bwMode="auto">
                          <a:xfrm>
                            <a:off x="757" y="1817"/>
                            <a:ext cx="684" cy="830"/>
                            <a:chOff x="757" y="1817"/>
                            <a:chExt cx="684" cy="830"/>
                          </a:xfrm>
                        </wpg:grpSpPr>
                        <wps:wsp>
                          <wps:cNvPr id="108" name="Freeform 84"/>
                          <wps:cNvSpPr>
                            <a:spLocks/>
                          </wps:cNvSpPr>
                          <wps:spPr bwMode="auto">
                            <a:xfrm>
                              <a:off x="757" y="1817"/>
                              <a:ext cx="684" cy="830"/>
                            </a:xfrm>
                            <a:custGeom>
                              <a:avLst/>
                              <a:gdLst>
                                <a:gd name="T0" fmla="+- 0 757 757"/>
                                <a:gd name="T1" fmla="*/ T0 w 684"/>
                                <a:gd name="T2" fmla="+- 0 2647 1817"/>
                                <a:gd name="T3" fmla="*/ 2647 h 830"/>
                                <a:gd name="T4" fmla="+- 0 1441 757"/>
                                <a:gd name="T5" fmla="*/ T4 w 684"/>
                                <a:gd name="T6" fmla="+- 0 2647 1817"/>
                                <a:gd name="T7" fmla="*/ 2647 h 830"/>
                                <a:gd name="T8" fmla="+- 0 1441 757"/>
                                <a:gd name="T9" fmla="*/ T8 w 684"/>
                                <a:gd name="T10" fmla="+- 0 1817 1817"/>
                                <a:gd name="T11" fmla="*/ 1817 h 830"/>
                                <a:gd name="T12" fmla="+- 0 757 757"/>
                                <a:gd name="T13" fmla="*/ T12 w 684"/>
                                <a:gd name="T14" fmla="+- 0 1817 1817"/>
                                <a:gd name="T15" fmla="*/ 1817 h 830"/>
                                <a:gd name="T16" fmla="+- 0 757 757"/>
                                <a:gd name="T17" fmla="*/ T16 w 684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4" h="830">
                                  <a:moveTo>
                                    <a:pt x="0" y="830"/>
                                  </a:moveTo>
                                  <a:lnTo>
                                    <a:pt x="684" y="830"/>
                                  </a:ln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81"/>
                        <wpg:cNvGrpSpPr>
                          <a:grpSpLocks/>
                        </wpg:cNvGrpSpPr>
                        <wpg:grpSpPr bwMode="auto">
                          <a:xfrm>
                            <a:off x="757" y="1817"/>
                            <a:ext cx="684" cy="830"/>
                            <a:chOff x="757" y="1817"/>
                            <a:chExt cx="684" cy="830"/>
                          </a:xfrm>
                        </wpg:grpSpPr>
                        <wps:wsp>
                          <wps:cNvPr id="110" name="Freeform 82"/>
                          <wps:cNvSpPr>
                            <a:spLocks/>
                          </wps:cNvSpPr>
                          <wps:spPr bwMode="auto">
                            <a:xfrm>
                              <a:off x="757" y="1817"/>
                              <a:ext cx="684" cy="830"/>
                            </a:xfrm>
                            <a:custGeom>
                              <a:avLst/>
                              <a:gdLst>
                                <a:gd name="T0" fmla="+- 0 757 757"/>
                                <a:gd name="T1" fmla="*/ T0 w 684"/>
                                <a:gd name="T2" fmla="+- 0 2647 1817"/>
                                <a:gd name="T3" fmla="*/ 2647 h 830"/>
                                <a:gd name="T4" fmla="+- 0 1441 757"/>
                                <a:gd name="T5" fmla="*/ T4 w 684"/>
                                <a:gd name="T6" fmla="+- 0 2647 1817"/>
                                <a:gd name="T7" fmla="*/ 2647 h 830"/>
                                <a:gd name="T8" fmla="+- 0 1441 757"/>
                                <a:gd name="T9" fmla="*/ T8 w 684"/>
                                <a:gd name="T10" fmla="+- 0 1817 1817"/>
                                <a:gd name="T11" fmla="*/ 1817 h 830"/>
                                <a:gd name="T12" fmla="+- 0 757 757"/>
                                <a:gd name="T13" fmla="*/ T12 w 684"/>
                                <a:gd name="T14" fmla="+- 0 1817 1817"/>
                                <a:gd name="T15" fmla="*/ 1817 h 830"/>
                                <a:gd name="T16" fmla="+- 0 757 757"/>
                                <a:gd name="T17" fmla="*/ T16 w 684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4" h="830">
                                  <a:moveTo>
                                    <a:pt x="0" y="830"/>
                                  </a:moveTo>
                                  <a:lnTo>
                                    <a:pt x="684" y="830"/>
                                  </a:lnTo>
                                  <a:lnTo>
                                    <a:pt x="6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79"/>
                        <wpg:cNvGrpSpPr>
                          <a:grpSpLocks/>
                        </wpg:cNvGrpSpPr>
                        <wpg:grpSpPr bwMode="auto">
                          <a:xfrm>
                            <a:off x="1441" y="1817"/>
                            <a:ext cx="2140" cy="830"/>
                            <a:chOff x="1441" y="1817"/>
                            <a:chExt cx="2140" cy="830"/>
                          </a:xfrm>
                        </wpg:grpSpPr>
                        <wps:wsp>
                          <wps:cNvPr id="112" name="Freeform 80"/>
                          <wps:cNvSpPr>
                            <a:spLocks/>
                          </wps:cNvSpPr>
                          <wps:spPr bwMode="auto">
                            <a:xfrm>
                              <a:off x="1441" y="1817"/>
                              <a:ext cx="2140" cy="830"/>
                            </a:xfrm>
                            <a:custGeom>
                              <a:avLst/>
                              <a:gdLst>
                                <a:gd name="T0" fmla="+- 0 1441 1441"/>
                                <a:gd name="T1" fmla="*/ T0 w 2140"/>
                                <a:gd name="T2" fmla="+- 0 2647 1817"/>
                                <a:gd name="T3" fmla="*/ 2647 h 830"/>
                                <a:gd name="T4" fmla="+- 0 3581 1441"/>
                                <a:gd name="T5" fmla="*/ T4 w 2140"/>
                                <a:gd name="T6" fmla="+- 0 2647 1817"/>
                                <a:gd name="T7" fmla="*/ 2647 h 830"/>
                                <a:gd name="T8" fmla="+- 0 3581 1441"/>
                                <a:gd name="T9" fmla="*/ T8 w 2140"/>
                                <a:gd name="T10" fmla="+- 0 1817 1817"/>
                                <a:gd name="T11" fmla="*/ 1817 h 830"/>
                                <a:gd name="T12" fmla="+- 0 1441 1441"/>
                                <a:gd name="T13" fmla="*/ T12 w 2140"/>
                                <a:gd name="T14" fmla="+- 0 1817 1817"/>
                                <a:gd name="T15" fmla="*/ 1817 h 830"/>
                                <a:gd name="T16" fmla="+- 0 1441 1441"/>
                                <a:gd name="T17" fmla="*/ T16 w 2140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40" h="830">
                                  <a:moveTo>
                                    <a:pt x="0" y="830"/>
                                  </a:moveTo>
                                  <a:lnTo>
                                    <a:pt x="2140" y="830"/>
                                  </a:lnTo>
                                  <a:lnTo>
                                    <a:pt x="2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77"/>
                        <wpg:cNvGrpSpPr>
                          <a:grpSpLocks/>
                        </wpg:cNvGrpSpPr>
                        <wpg:grpSpPr bwMode="auto">
                          <a:xfrm>
                            <a:off x="3581" y="1817"/>
                            <a:ext cx="2140" cy="830"/>
                            <a:chOff x="3581" y="1817"/>
                            <a:chExt cx="2140" cy="830"/>
                          </a:xfrm>
                        </wpg:grpSpPr>
                        <wps:wsp>
                          <wps:cNvPr id="114" name="Freeform 78"/>
                          <wps:cNvSpPr>
                            <a:spLocks/>
                          </wps:cNvSpPr>
                          <wps:spPr bwMode="auto">
                            <a:xfrm>
                              <a:off x="3581" y="1817"/>
                              <a:ext cx="2140" cy="830"/>
                            </a:xfrm>
                            <a:custGeom>
                              <a:avLst/>
                              <a:gdLst>
                                <a:gd name="T0" fmla="+- 0 3581 3581"/>
                                <a:gd name="T1" fmla="*/ T0 w 2140"/>
                                <a:gd name="T2" fmla="+- 0 2647 1817"/>
                                <a:gd name="T3" fmla="*/ 2647 h 830"/>
                                <a:gd name="T4" fmla="+- 0 5721 3581"/>
                                <a:gd name="T5" fmla="*/ T4 w 2140"/>
                                <a:gd name="T6" fmla="+- 0 2647 1817"/>
                                <a:gd name="T7" fmla="*/ 2647 h 830"/>
                                <a:gd name="T8" fmla="+- 0 5721 3581"/>
                                <a:gd name="T9" fmla="*/ T8 w 2140"/>
                                <a:gd name="T10" fmla="+- 0 1817 1817"/>
                                <a:gd name="T11" fmla="*/ 1817 h 830"/>
                                <a:gd name="T12" fmla="+- 0 3581 3581"/>
                                <a:gd name="T13" fmla="*/ T12 w 2140"/>
                                <a:gd name="T14" fmla="+- 0 1817 1817"/>
                                <a:gd name="T15" fmla="*/ 1817 h 830"/>
                                <a:gd name="T16" fmla="+- 0 3581 3581"/>
                                <a:gd name="T17" fmla="*/ T16 w 2140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40" h="830">
                                  <a:moveTo>
                                    <a:pt x="0" y="830"/>
                                  </a:moveTo>
                                  <a:lnTo>
                                    <a:pt x="2140" y="830"/>
                                  </a:lnTo>
                                  <a:lnTo>
                                    <a:pt x="2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75"/>
                        <wpg:cNvGrpSpPr>
                          <a:grpSpLocks/>
                        </wpg:cNvGrpSpPr>
                        <wpg:grpSpPr bwMode="auto">
                          <a:xfrm>
                            <a:off x="5721" y="1817"/>
                            <a:ext cx="588" cy="830"/>
                            <a:chOff x="5721" y="1817"/>
                            <a:chExt cx="588" cy="830"/>
                          </a:xfrm>
                        </wpg:grpSpPr>
                        <wps:wsp>
                          <wps:cNvPr id="116" name="Freeform 76"/>
                          <wps:cNvSpPr>
                            <a:spLocks/>
                          </wps:cNvSpPr>
                          <wps:spPr bwMode="auto">
                            <a:xfrm>
                              <a:off x="5721" y="1817"/>
                              <a:ext cx="588" cy="830"/>
                            </a:xfrm>
                            <a:custGeom>
                              <a:avLst/>
                              <a:gdLst>
                                <a:gd name="T0" fmla="+- 0 5721 5721"/>
                                <a:gd name="T1" fmla="*/ T0 w 588"/>
                                <a:gd name="T2" fmla="+- 0 2647 1817"/>
                                <a:gd name="T3" fmla="*/ 2647 h 830"/>
                                <a:gd name="T4" fmla="+- 0 6309 5721"/>
                                <a:gd name="T5" fmla="*/ T4 w 588"/>
                                <a:gd name="T6" fmla="+- 0 2647 1817"/>
                                <a:gd name="T7" fmla="*/ 2647 h 830"/>
                                <a:gd name="T8" fmla="+- 0 6309 5721"/>
                                <a:gd name="T9" fmla="*/ T8 w 588"/>
                                <a:gd name="T10" fmla="+- 0 1817 1817"/>
                                <a:gd name="T11" fmla="*/ 1817 h 830"/>
                                <a:gd name="T12" fmla="+- 0 5721 5721"/>
                                <a:gd name="T13" fmla="*/ T12 w 588"/>
                                <a:gd name="T14" fmla="+- 0 1817 1817"/>
                                <a:gd name="T15" fmla="*/ 1817 h 830"/>
                                <a:gd name="T16" fmla="+- 0 5721 5721"/>
                                <a:gd name="T17" fmla="*/ T16 w 588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8" h="830">
                                  <a:moveTo>
                                    <a:pt x="0" y="830"/>
                                  </a:moveTo>
                                  <a:lnTo>
                                    <a:pt x="588" y="830"/>
                                  </a:lnTo>
                                  <a:lnTo>
                                    <a:pt x="5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73"/>
                        <wpg:cNvGrpSpPr>
                          <a:grpSpLocks/>
                        </wpg:cNvGrpSpPr>
                        <wpg:grpSpPr bwMode="auto">
                          <a:xfrm>
                            <a:off x="5721" y="1817"/>
                            <a:ext cx="588" cy="830"/>
                            <a:chOff x="5721" y="1817"/>
                            <a:chExt cx="588" cy="830"/>
                          </a:xfrm>
                        </wpg:grpSpPr>
                        <wps:wsp>
                          <wps:cNvPr id="118" name="Freeform 74"/>
                          <wps:cNvSpPr>
                            <a:spLocks/>
                          </wps:cNvSpPr>
                          <wps:spPr bwMode="auto">
                            <a:xfrm>
                              <a:off x="5721" y="1817"/>
                              <a:ext cx="588" cy="830"/>
                            </a:xfrm>
                            <a:custGeom>
                              <a:avLst/>
                              <a:gdLst>
                                <a:gd name="T0" fmla="+- 0 5721 5721"/>
                                <a:gd name="T1" fmla="*/ T0 w 588"/>
                                <a:gd name="T2" fmla="+- 0 2647 1817"/>
                                <a:gd name="T3" fmla="*/ 2647 h 830"/>
                                <a:gd name="T4" fmla="+- 0 6309 5721"/>
                                <a:gd name="T5" fmla="*/ T4 w 588"/>
                                <a:gd name="T6" fmla="+- 0 2647 1817"/>
                                <a:gd name="T7" fmla="*/ 2647 h 830"/>
                                <a:gd name="T8" fmla="+- 0 6309 5721"/>
                                <a:gd name="T9" fmla="*/ T8 w 588"/>
                                <a:gd name="T10" fmla="+- 0 1817 1817"/>
                                <a:gd name="T11" fmla="*/ 1817 h 830"/>
                                <a:gd name="T12" fmla="+- 0 5721 5721"/>
                                <a:gd name="T13" fmla="*/ T12 w 588"/>
                                <a:gd name="T14" fmla="+- 0 1817 1817"/>
                                <a:gd name="T15" fmla="*/ 1817 h 830"/>
                                <a:gd name="T16" fmla="+- 0 5721 5721"/>
                                <a:gd name="T17" fmla="*/ T16 w 588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8" h="830">
                                  <a:moveTo>
                                    <a:pt x="0" y="830"/>
                                  </a:moveTo>
                                  <a:lnTo>
                                    <a:pt x="588" y="830"/>
                                  </a:lnTo>
                                  <a:lnTo>
                                    <a:pt x="5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71"/>
                        <wpg:cNvGrpSpPr>
                          <a:grpSpLocks/>
                        </wpg:cNvGrpSpPr>
                        <wpg:grpSpPr bwMode="auto">
                          <a:xfrm>
                            <a:off x="6309" y="1817"/>
                            <a:ext cx="2211" cy="294"/>
                            <a:chOff x="6309" y="1817"/>
                            <a:chExt cx="2211" cy="294"/>
                          </a:xfrm>
                        </wpg:grpSpPr>
                        <wps:wsp>
                          <wps:cNvPr id="120" name="Freeform 72"/>
                          <wps:cNvSpPr>
                            <a:spLocks/>
                          </wps:cNvSpPr>
                          <wps:spPr bwMode="auto">
                            <a:xfrm>
                              <a:off x="6309" y="1817"/>
                              <a:ext cx="2211" cy="294"/>
                            </a:xfrm>
                            <a:custGeom>
                              <a:avLst/>
                              <a:gdLst>
                                <a:gd name="T0" fmla="+- 0 6309 6309"/>
                                <a:gd name="T1" fmla="*/ T0 w 2211"/>
                                <a:gd name="T2" fmla="+- 0 2110 1817"/>
                                <a:gd name="T3" fmla="*/ 2110 h 294"/>
                                <a:gd name="T4" fmla="+- 0 8520 6309"/>
                                <a:gd name="T5" fmla="*/ T4 w 2211"/>
                                <a:gd name="T6" fmla="+- 0 2110 1817"/>
                                <a:gd name="T7" fmla="*/ 2110 h 294"/>
                                <a:gd name="T8" fmla="+- 0 8520 6309"/>
                                <a:gd name="T9" fmla="*/ T8 w 2211"/>
                                <a:gd name="T10" fmla="+- 0 1817 1817"/>
                                <a:gd name="T11" fmla="*/ 1817 h 294"/>
                                <a:gd name="T12" fmla="+- 0 6309 6309"/>
                                <a:gd name="T13" fmla="*/ T12 w 2211"/>
                                <a:gd name="T14" fmla="+- 0 1817 1817"/>
                                <a:gd name="T15" fmla="*/ 1817 h 294"/>
                                <a:gd name="T16" fmla="+- 0 6309 6309"/>
                                <a:gd name="T17" fmla="*/ T16 w 2211"/>
                                <a:gd name="T18" fmla="+- 0 2110 1817"/>
                                <a:gd name="T19" fmla="*/ 2110 h 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11" h="294">
                                  <a:moveTo>
                                    <a:pt x="0" y="293"/>
                                  </a:moveTo>
                                  <a:lnTo>
                                    <a:pt x="2211" y="293"/>
                                  </a:lnTo>
                                  <a:lnTo>
                                    <a:pt x="221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69"/>
                        <wpg:cNvGrpSpPr>
                          <a:grpSpLocks/>
                        </wpg:cNvGrpSpPr>
                        <wpg:grpSpPr bwMode="auto">
                          <a:xfrm>
                            <a:off x="6309" y="2110"/>
                            <a:ext cx="2218" cy="511"/>
                            <a:chOff x="6309" y="2110"/>
                            <a:chExt cx="2218" cy="511"/>
                          </a:xfrm>
                        </wpg:grpSpPr>
                        <wps:wsp>
                          <wps:cNvPr id="122" name="Freeform 70"/>
                          <wps:cNvSpPr>
                            <a:spLocks/>
                          </wps:cNvSpPr>
                          <wps:spPr bwMode="auto">
                            <a:xfrm>
                              <a:off x="6309" y="2110"/>
                              <a:ext cx="2218" cy="511"/>
                            </a:xfrm>
                            <a:custGeom>
                              <a:avLst/>
                              <a:gdLst>
                                <a:gd name="T0" fmla="+- 0 6309 6309"/>
                                <a:gd name="T1" fmla="*/ T0 w 2218"/>
                                <a:gd name="T2" fmla="+- 0 2621 2110"/>
                                <a:gd name="T3" fmla="*/ 2621 h 511"/>
                                <a:gd name="T4" fmla="+- 0 8526 6309"/>
                                <a:gd name="T5" fmla="*/ T4 w 2218"/>
                                <a:gd name="T6" fmla="+- 0 2621 2110"/>
                                <a:gd name="T7" fmla="*/ 2621 h 511"/>
                                <a:gd name="T8" fmla="+- 0 8526 6309"/>
                                <a:gd name="T9" fmla="*/ T8 w 2218"/>
                                <a:gd name="T10" fmla="+- 0 2110 2110"/>
                                <a:gd name="T11" fmla="*/ 2110 h 511"/>
                                <a:gd name="T12" fmla="+- 0 6309 6309"/>
                                <a:gd name="T13" fmla="*/ T12 w 2218"/>
                                <a:gd name="T14" fmla="+- 0 2110 2110"/>
                                <a:gd name="T15" fmla="*/ 2110 h 511"/>
                                <a:gd name="T16" fmla="+- 0 6309 6309"/>
                                <a:gd name="T17" fmla="*/ T16 w 2218"/>
                                <a:gd name="T18" fmla="+- 0 2621 2110"/>
                                <a:gd name="T19" fmla="*/ 2621 h 5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18" h="511">
                                  <a:moveTo>
                                    <a:pt x="0" y="511"/>
                                  </a:moveTo>
                                  <a:lnTo>
                                    <a:pt x="2217" y="511"/>
                                  </a:lnTo>
                                  <a:lnTo>
                                    <a:pt x="22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67"/>
                        <wpg:cNvGrpSpPr>
                          <a:grpSpLocks/>
                        </wpg:cNvGrpSpPr>
                        <wpg:grpSpPr bwMode="auto">
                          <a:xfrm>
                            <a:off x="8526" y="1817"/>
                            <a:ext cx="964" cy="830"/>
                            <a:chOff x="8526" y="1817"/>
                            <a:chExt cx="964" cy="830"/>
                          </a:xfrm>
                        </wpg:grpSpPr>
                        <wps:wsp>
                          <wps:cNvPr id="124" name="Freeform 68"/>
                          <wps:cNvSpPr>
                            <a:spLocks/>
                          </wps:cNvSpPr>
                          <wps:spPr bwMode="auto">
                            <a:xfrm>
                              <a:off x="8526" y="1817"/>
                              <a:ext cx="964" cy="830"/>
                            </a:xfrm>
                            <a:custGeom>
                              <a:avLst/>
                              <a:gdLst>
                                <a:gd name="T0" fmla="+- 0 8526 8526"/>
                                <a:gd name="T1" fmla="*/ T0 w 964"/>
                                <a:gd name="T2" fmla="+- 0 2647 1817"/>
                                <a:gd name="T3" fmla="*/ 2647 h 830"/>
                                <a:gd name="T4" fmla="+- 0 9490 8526"/>
                                <a:gd name="T5" fmla="*/ T4 w 964"/>
                                <a:gd name="T6" fmla="+- 0 2647 1817"/>
                                <a:gd name="T7" fmla="*/ 2647 h 830"/>
                                <a:gd name="T8" fmla="+- 0 9490 8526"/>
                                <a:gd name="T9" fmla="*/ T8 w 964"/>
                                <a:gd name="T10" fmla="+- 0 1817 1817"/>
                                <a:gd name="T11" fmla="*/ 1817 h 830"/>
                                <a:gd name="T12" fmla="+- 0 8526 8526"/>
                                <a:gd name="T13" fmla="*/ T12 w 964"/>
                                <a:gd name="T14" fmla="+- 0 1817 1817"/>
                                <a:gd name="T15" fmla="*/ 1817 h 830"/>
                                <a:gd name="T16" fmla="+- 0 8526 8526"/>
                                <a:gd name="T17" fmla="*/ T16 w 964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" h="830">
                                  <a:moveTo>
                                    <a:pt x="0" y="830"/>
                                  </a:moveTo>
                                  <a:lnTo>
                                    <a:pt x="964" y="83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65"/>
                        <wpg:cNvGrpSpPr>
                          <a:grpSpLocks/>
                        </wpg:cNvGrpSpPr>
                        <wpg:grpSpPr bwMode="auto">
                          <a:xfrm>
                            <a:off x="9490" y="1817"/>
                            <a:ext cx="964" cy="830"/>
                            <a:chOff x="9490" y="1817"/>
                            <a:chExt cx="964" cy="830"/>
                          </a:xfrm>
                        </wpg:grpSpPr>
                        <wps:wsp>
                          <wps:cNvPr id="126" name="Freeform 66"/>
                          <wps:cNvSpPr>
                            <a:spLocks/>
                          </wps:cNvSpPr>
                          <wps:spPr bwMode="auto">
                            <a:xfrm>
                              <a:off x="9490" y="1817"/>
                              <a:ext cx="964" cy="830"/>
                            </a:xfrm>
                            <a:custGeom>
                              <a:avLst/>
                              <a:gdLst>
                                <a:gd name="T0" fmla="+- 0 9490 9490"/>
                                <a:gd name="T1" fmla="*/ T0 w 964"/>
                                <a:gd name="T2" fmla="+- 0 2647 1817"/>
                                <a:gd name="T3" fmla="*/ 2647 h 830"/>
                                <a:gd name="T4" fmla="+- 0 10454 9490"/>
                                <a:gd name="T5" fmla="*/ T4 w 964"/>
                                <a:gd name="T6" fmla="+- 0 2647 1817"/>
                                <a:gd name="T7" fmla="*/ 2647 h 830"/>
                                <a:gd name="T8" fmla="+- 0 10454 9490"/>
                                <a:gd name="T9" fmla="*/ T8 w 964"/>
                                <a:gd name="T10" fmla="+- 0 1817 1817"/>
                                <a:gd name="T11" fmla="*/ 1817 h 830"/>
                                <a:gd name="T12" fmla="+- 0 9490 9490"/>
                                <a:gd name="T13" fmla="*/ T12 w 964"/>
                                <a:gd name="T14" fmla="+- 0 1817 1817"/>
                                <a:gd name="T15" fmla="*/ 1817 h 830"/>
                                <a:gd name="T16" fmla="+- 0 9490 9490"/>
                                <a:gd name="T17" fmla="*/ T16 w 964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" h="830">
                                  <a:moveTo>
                                    <a:pt x="0" y="830"/>
                                  </a:moveTo>
                                  <a:lnTo>
                                    <a:pt x="964" y="83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63"/>
                        <wpg:cNvGrpSpPr>
                          <a:grpSpLocks/>
                        </wpg:cNvGrpSpPr>
                        <wpg:grpSpPr bwMode="auto">
                          <a:xfrm>
                            <a:off x="10482" y="1845"/>
                            <a:ext cx="1045" cy="294"/>
                            <a:chOff x="10482" y="1845"/>
                            <a:chExt cx="1045" cy="294"/>
                          </a:xfrm>
                        </wpg:grpSpPr>
                        <wps:wsp>
                          <wps:cNvPr id="128" name="Freeform 64"/>
                          <wps:cNvSpPr>
                            <a:spLocks/>
                          </wps:cNvSpPr>
                          <wps:spPr bwMode="auto">
                            <a:xfrm>
                              <a:off x="10482" y="1845"/>
                              <a:ext cx="1045" cy="294"/>
                            </a:xfrm>
                            <a:custGeom>
                              <a:avLst/>
                              <a:gdLst>
                                <a:gd name="T0" fmla="+- 0 10482 10482"/>
                                <a:gd name="T1" fmla="*/ T0 w 1045"/>
                                <a:gd name="T2" fmla="+- 0 2139 1845"/>
                                <a:gd name="T3" fmla="*/ 2139 h 294"/>
                                <a:gd name="T4" fmla="+- 0 11526 10482"/>
                                <a:gd name="T5" fmla="*/ T4 w 1045"/>
                                <a:gd name="T6" fmla="+- 0 2139 1845"/>
                                <a:gd name="T7" fmla="*/ 2139 h 294"/>
                                <a:gd name="T8" fmla="+- 0 11526 10482"/>
                                <a:gd name="T9" fmla="*/ T8 w 1045"/>
                                <a:gd name="T10" fmla="+- 0 1845 1845"/>
                                <a:gd name="T11" fmla="*/ 1845 h 294"/>
                                <a:gd name="T12" fmla="+- 0 10482 10482"/>
                                <a:gd name="T13" fmla="*/ T12 w 1045"/>
                                <a:gd name="T14" fmla="+- 0 1845 1845"/>
                                <a:gd name="T15" fmla="*/ 1845 h 294"/>
                                <a:gd name="T16" fmla="+- 0 10482 10482"/>
                                <a:gd name="T17" fmla="*/ T16 w 1045"/>
                                <a:gd name="T18" fmla="+- 0 2139 1845"/>
                                <a:gd name="T19" fmla="*/ 2139 h 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5" h="294">
                                  <a:moveTo>
                                    <a:pt x="0" y="294"/>
                                  </a:moveTo>
                                  <a:lnTo>
                                    <a:pt x="1044" y="294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61"/>
                        <wpg:cNvGrpSpPr>
                          <a:grpSpLocks/>
                        </wpg:cNvGrpSpPr>
                        <wpg:grpSpPr bwMode="auto">
                          <a:xfrm>
                            <a:off x="11498" y="1817"/>
                            <a:ext cx="1212" cy="830"/>
                            <a:chOff x="11498" y="1817"/>
                            <a:chExt cx="1212" cy="830"/>
                          </a:xfrm>
                        </wpg:grpSpPr>
                        <wps:wsp>
                          <wps:cNvPr id="130" name="Freeform 62"/>
                          <wps:cNvSpPr>
                            <a:spLocks/>
                          </wps:cNvSpPr>
                          <wps:spPr bwMode="auto">
                            <a:xfrm>
                              <a:off x="11498" y="1817"/>
                              <a:ext cx="1212" cy="830"/>
                            </a:xfrm>
                            <a:custGeom>
                              <a:avLst/>
                              <a:gdLst>
                                <a:gd name="T0" fmla="+- 0 11498 11498"/>
                                <a:gd name="T1" fmla="*/ T0 w 1212"/>
                                <a:gd name="T2" fmla="+- 0 2647 1817"/>
                                <a:gd name="T3" fmla="*/ 2647 h 830"/>
                                <a:gd name="T4" fmla="+- 0 12710 11498"/>
                                <a:gd name="T5" fmla="*/ T4 w 1212"/>
                                <a:gd name="T6" fmla="+- 0 2647 1817"/>
                                <a:gd name="T7" fmla="*/ 2647 h 830"/>
                                <a:gd name="T8" fmla="+- 0 12710 11498"/>
                                <a:gd name="T9" fmla="*/ T8 w 1212"/>
                                <a:gd name="T10" fmla="+- 0 1817 1817"/>
                                <a:gd name="T11" fmla="*/ 1817 h 830"/>
                                <a:gd name="T12" fmla="+- 0 11498 11498"/>
                                <a:gd name="T13" fmla="*/ T12 w 1212"/>
                                <a:gd name="T14" fmla="+- 0 1817 1817"/>
                                <a:gd name="T15" fmla="*/ 1817 h 830"/>
                                <a:gd name="T16" fmla="+- 0 11498 11498"/>
                                <a:gd name="T17" fmla="*/ T16 w 1212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12" h="830">
                                  <a:moveTo>
                                    <a:pt x="0" y="830"/>
                                  </a:moveTo>
                                  <a:lnTo>
                                    <a:pt x="1212" y="830"/>
                                  </a:lnTo>
                                  <a:lnTo>
                                    <a:pt x="12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59"/>
                        <wpg:cNvGrpSpPr>
                          <a:grpSpLocks/>
                        </wpg:cNvGrpSpPr>
                        <wpg:grpSpPr bwMode="auto">
                          <a:xfrm>
                            <a:off x="11503" y="1822"/>
                            <a:ext cx="1202" cy="820"/>
                            <a:chOff x="11503" y="1822"/>
                            <a:chExt cx="1202" cy="820"/>
                          </a:xfrm>
                        </wpg:grpSpPr>
                        <wps:wsp>
                          <wps:cNvPr id="132" name="Freeform 60"/>
                          <wps:cNvSpPr>
                            <a:spLocks/>
                          </wps:cNvSpPr>
                          <wps:spPr bwMode="auto">
                            <a:xfrm>
                              <a:off x="11503" y="1822"/>
                              <a:ext cx="1202" cy="820"/>
                            </a:xfrm>
                            <a:custGeom>
                              <a:avLst/>
                              <a:gdLst>
                                <a:gd name="T0" fmla="+- 0 11503 11503"/>
                                <a:gd name="T1" fmla="*/ T0 w 1202"/>
                                <a:gd name="T2" fmla="+- 0 2642 1822"/>
                                <a:gd name="T3" fmla="*/ 2642 h 820"/>
                                <a:gd name="T4" fmla="+- 0 12705 11503"/>
                                <a:gd name="T5" fmla="*/ T4 w 1202"/>
                                <a:gd name="T6" fmla="+- 0 2642 1822"/>
                                <a:gd name="T7" fmla="*/ 2642 h 820"/>
                                <a:gd name="T8" fmla="+- 0 12705 11503"/>
                                <a:gd name="T9" fmla="*/ T8 w 1202"/>
                                <a:gd name="T10" fmla="+- 0 1822 1822"/>
                                <a:gd name="T11" fmla="*/ 1822 h 820"/>
                                <a:gd name="T12" fmla="+- 0 11503 11503"/>
                                <a:gd name="T13" fmla="*/ T12 w 1202"/>
                                <a:gd name="T14" fmla="+- 0 1822 1822"/>
                                <a:gd name="T15" fmla="*/ 1822 h 820"/>
                                <a:gd name="T16" fmla="+- 0 11503 11503"/>
                                <a:gd name="T17" fmla="*/ T16 w 1202"/>
                                <a:gd name="T18" fmla="+- 0 2642 1822"/>
                                <a:gd name="T19" fmla="*/ 2642 h 8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2" h="820">
                                  <a:moveTo>
                                    <a:pt x="0" y="820"/>
                                  </a:moveTo>
                                  <a:lnTo>
                                    <a:pt x="1202" y="820"/>
                                  </a:lnTo>
                                  <a:lnTo>
                                    <a:pt x="12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44"/>
                        <wpg:cNvGrpSpPr>
                          <a:grpSpLocks/>
                        </wpg:cNvGrpSpPr>
                        <wpg:grpSpPr bwMode="auto">
                          <a:xfrm>
                            <a:off x="12710" y="1817"/>
                            <a:ext cx="3151" cy="830"/>
                            <a:chOff x="12710" y="1817"/>
                            <a:chExt cx="3151" cy="830"/>
                          </a:xfrm>
                        </wpg:grpSpPr>
                        <wps:wsp>
                          <wps:cNvPr id="134" name="Freeform 58"/>
                          <wps:cNvSpPr>
                            <a:spLocks/>
                          </wps:cNvSpPr>
                          <wps:spPr bwMode="auto">
                            <a:xfrm>
                              <a:off x="12710" y="1817"/>
                              <a:ext cx="3151" cy="830"/>
                            </a:xfrm>
                            <a:custGeom>
                              <a:avLst/>
                              <a:gdLst>
                                <a:gd name="T0" fmla="+- 0 12710 12710"/>
                                <a:gd name="T1" fmla="*/ T0 w 3151"/>
                                <a:gd name="T2" fmla="+- 0 2647 1817"/>
                                <a:gd name="T3" fmla="*/ 2647 h 830"/>
                                <a:gd name="T4" fmla="+- 0 15861 12710"/>
                                <a:gd name="T5" fmla="*/ T4 w 3151"/>
                                <a:gd name="T6" fmla="+- 0 2647 1817"/>
                                <a:gd name="T7" fmla="*/ 2647 h 830"/>
                                <a:gd name="T8" fmla="+- 0 15861 12710"/>
                                <a:gd name="T9" fmla="*/ T8 w 3151"/>
                                <a:gd name="T10" fmla="+- 0 1817 1817"/>
                                <a:gd name="T11" fmla="*/ 1817 h 830"/>
                                <a:gd name="T12" fmla="+- 0 12710 12710"/>
                                <a:gd name="T13" fmla="*/ T12 w 3151"/>
                                <a:gd name="T14" fmla="+- 0 1817 1817"/>
                                <a:gd name="T15" fmla="*/ 1817 h 830"/>
                                <a:gd name="T16" fmla="+- 0 12710 12710"/>
                                <a:gd name="T17" fmla="*/ T16 w 3151"/>
                                <a:gd name="T18" fmla="+- 0 2647 1817"/>
                                <a:gd name="T19" fmla="*/ 2647 h 8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51" h="830">
                                  <a:moveTo>
                                    <a:pt x="0" y="830"/>
                                  </a:moveTo>
                                  <a:lnTo>
                                    <a:pt x="3151" y="830"/>
                                  </a:lnTo>
                                  <a:lnTo>
                                    <a:pt x="31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7" y="1889"/>
                              <a:ext cx="284" cy="284"/>
                            </a:xfrm>
                            <a:prstGeom prst="rect">
                              <a:avLst/>
                            </a:prstGeom>
                            <a:solidFill>
                              <a:srgbClr val="D3D0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before="12"/>
                                  <w:ind w:left="42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6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7" y="2249"/>
                              <a:ext cx="284" cy="284"/>
                            </a:xfrm>
                            <a:prstGeom prst="rect">
                              <a:avLst/>
                            </a:prstGeom>
                            <a:solidFill>
                              <a:srgbClr val="D3D0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before="12"/>
                                  <w:ind w:left="42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▼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7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" y="5"/>
                              <a:ext cx="753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390C5B">
                                <w:pPr>
                                  <w:spacing w:before="5"/>
                                  <w:rPr>
                                    <w:rFonts w:ascii="Arial" w:eastAsia="Arial" w:hAnsi="Arial" w:cs="Arial"/>
                                    <w:i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390C5B" w:rsidRPr="006559E2" w:rsidRDefault="0055151E">
                                <w:pPr>
                                  <w:spacing w:line="250" w:lineRule="auto"/>
                                  <w:ind w:left="64" w:right="55" w:hanging="8"/>
                                  <w:jc w:val="both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Ajouter</w:t>
                                </w:r>
                                <w:r w:rsidRPr="006559E2">
                                  <w:rPr>
                                    <w:rFonts w:ascii="Arial"/>
                                    <w:spacing w:val="-1"/>
                                    <w:sz w:val="14"/>
                                    <w:lang w:val="fr-FR"/>
                                  </w:rPr>
                                  <w:t xml:space="preserve"> ou</w:t>
                                </w:r>
                                <w:r w:rsidRPr="006559E2">
                                  <w:rPr>
                                    <w:rFonts w:ascii="Arial"/>
                                    <w:spacing w:val="19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supprimer ("+"</w:t>
                                </w:r>
                                <w:r w:rsidRPr="006559E2">
                                  <w:rPr>
                                    <w:rFonts w:ascii="Arial"/>
                                    <w:spacing w:val="-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;</w:t>
                                </w:r>
                                <w:r w:rsidRPr="006559E2">
                                  <w:rPr>
                                    <w:rFonts w:ascii="Arial"/>
                                    <w:spacing w:val="-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"-")</w:t>
                                </w:r>
                              </w:p>
                              <w:p w:rsidR="00390C5B" w:rsidRPr="006559E2" w:rsidRDefault="0055151E">
                                <w:pPr>
                                  <w:spacing w:line="250" w:lineRule="auto"/>
                                  <w:ind w:left="33" w:right="31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proofErr w:type="gramStart"/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une</w:t>
                                </w:r>
                                <w:proofErr w:type="gramEnd"/>
                                <w:r w:rsidRPr="006559E2">
                                  <w:rPr>
                                    <w:rFonts w:ascii="Arial" w:hAnsi="Arial"/>
                                    <w:spacing w:val="19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expérience</w:t>
                                </w:r>
                              </w:p>
                              <w:p w:rsidR="00390C5B" w:rsidRPr="006559E2" w:rsidRDefault="0055151E">
                                <w:pPr>
                                  <w:spacing w:line="247" w:lineRule="auto"/>
                                  <w:ind w:left="57" w:right="55"/>
                                  <w:jc w:val="center"/>
                                  <w:rPr>
                                    <w:rFonts w:ascii="Symbol" w:eastAsia="Symbol" w:hAnsi="Symbol" w:cs="Symbol"/>
                                    <w:sz w:val="17"/>
                                    <w:szCs w:val="17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  <w:t>,</w:t>
                                </w:r>
                                <w:r w:rsidRPr="006559E2">
                                  <w:rPr>
                                    <w:rFonts w:ascii="Arial" w:eastAsia="Arial" w:hAnsi="Arial" w:cs="Arial"/>
                                    <w:spacing w:val="-1"/>
                                    <w:sz w:val="14"/>
                                    <w:szCs w:val="14"/>
                                    <w:lang w:val="fr-FR"/>
                                  </w:rPr>
                                  <w:t xml:space="preserve"> ordonner</w:t>
                                </w:r>
                                <w:r w:rsidRPr="006559E2">
                                  <w:rPr>
                                    <w:rFonts w:ascii="Arial" w:eastAsia="Arial" w:hAnsi="Arial" w:cs="Arial"/>
                                    <w:spacing w:val="20"/>
                                    <w:sz w:val="14"/>
                                    <w:szCs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eastAsia="Arial" w:hAnsi="Arial" w:cs="Arial"/>
                                    <w:spacing w:val="-1"/>
                                    <w:sz w:val="14"/>
                                    <w:szCs w:val="14"/>
                                    <w:lang w:val="fr-FR"/>
                                  </w:rPr>
                                  <w:t>par</w:t>
                                </w:r>
                                <w:r w:rsidRPr="006559E2"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eastAsia="Arial" w:hAnsi="Arial" w:cs="Arial"/>
                                    <w:spacing w:val="-1"/>
                                    <w:sz w:val="14"/>
                                    <w:szCs w:val="14"/>
                                    <w:lang w:val="fr-FR"/>
                                  </w:rPr>
                                  <w:t>date</w:t>
                                </w:r>
                                <w:r w:rsidRPr="006559E2">
                                  <w:rPr>
                                    <w:rFonts w:ascii="Arial" w:eastAsia="Arial" w:hAnsi="Arial" w:cs="Arial"/>
                                    <w:spacing w:val="21"/>
                                    <w:sz w:val="14"/>
                                    <w:szCs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eastAsia="Arial" w:hAnsi="Arial" w:cs="Arial"/>
                                    <w:spacing w:val="-1"/>
                                    <w:w w:val="95"/>
                                    <w:sz w:val="14"/>
                                    <w:szCs w:val="14"/>
                                    <w:lang w:val="fr-FR"/>
                                  </w:rPr>
                                  <w:t>(</w:t>
                                </w:r>
                                <w:r w:rsidRPr="006559E2">
                                  <w:rPr>
                                    <w:rFonts w:ascii="Times New Roman" w:eastAsia="Times New Roman" w:hAnsi="Times New Roman" w:cs="Times New Roman"/>
                                    <w:spacing w:val="-2"/>
                                    <w:w w:val="95"/>
                                    <w:sz w:val="17"/>
                                    <w:szCs w:val="17"/>
                                    <w:lang w:val="fr-FR"/>
                                  </w:rPr>
                                  <w:t>▲</w:t>
                                </w:r>
                                <w:r w:rsidRPr="006559E2">
                                  <w:rPr>
                                    <w:rFonts w:ascii="Times New Roman" w:eastAsia="Times New Roman" w:hAnsi="Times New Roman" w:cs="Times New Roman"/>
                                    <w:spacing w:val="-14"/>
                                    <w:w w:val="95"/>
                                    <w:sz w:val="17"/>
                                    <w:szCs w:val="17"/>
                                    <w:lang w:val="fr-FR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w w:val="95"/>
                                    <w:sz w:val="17"/>
                                    <w:szCs w:val="17"/>
                                  </w:rPr>
                                  <w:t>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pacing w:val="-13"/>
                                    <w:w w:val="95"/>
                                    <w:sz w:val="17"/>
                                    <w:szCs w:val="17"/>
                                  </w:rPr>
                                  <w:t></w:t>
                                </w:r>
                                <w:r w:rsidRPr="006559E2">
                                  <w:rPr>
                                    <w:rFonts w:ascii="Times New Roman" w:eastAsia="Times New Roman" w:hAnsi="Times New Roman" w:cs="Times New Roman"/>
                                    <w:w w:val="95"/>
                                    <w:sz w:val="17"/>
                                    <w:szCs w:val="17"/>
                                    <w:lang w:val="fr-FR"/>
                                  </w:rPr>
                                  <w:t>▼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w w:val="95"/>
                                    <w:sz w:val="17"/>
                                    <w:szCs w:val="17"/>
                                  </w:rPr>
                                  <w:t>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8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7" y="5"/>
                              <a:ext cx="684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1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7" w:line="250" w:lineRule="auto"/>
                                  <w:ind w:left="61" w:right="59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>Statut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4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au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19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moment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où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vous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avez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19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exercez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0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la/les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0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activité/s</w:t>
                                </w:r>
                              </w:p>
                              <w:p w:rsidR="00390C5B" w:rsidRDefault="0055151E">
                                <w:pPr>
                                  <w:spacing w:before="85"/>
                                  <w:jc w:val="center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FF0000"/>
                                    <w:sz w:val="24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9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1" y="5"/>
                              <a:ext cx="2140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4"/>
                                  </w:rPr>
                                  <w:t>2</w:t>
                                </w:r>
                              </w:p>
                              <w:p w:rsidR="00390C5B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Emploi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sz w:val="14"/>
                                  </w:rPr>
                                  <w:t>ou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fonction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pacing w:val="-1"/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sz w:val="14"/>
                                  </w:rPr>
                                  <w:t>occupée</w:t>
                                </w:r>
                                <w:proofErr w:type="spellEnd"/>
                              </w:p>
                              <w:p w:rsidR="00390C5B" w:rsidRDefault="00390C5B">
                                <w:pPr>
                                  <w:spacing w:before="8"/>
                                  <w:rPr>
                                    <w:rFonts w:ascii="Arial" w:eastAsia="Arial" w:hAnsi="Arial" w:cs="Arial"/>
                                    <w:i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390C5B" w:rsidRDefault="0055151E">
                                <w:pPr>
                                  <w:jc w:val="center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FF0000"/>
                                    <w:sz w:val="24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0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81" y="5"/>
                              <a:ext cx="2140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3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7" w:line="250" w:lineRule="auto"/>
                                  <w:ind w:left="97" w:right="95" w:hanging="1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Nom et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adresse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de l'organisme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4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dans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lequel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les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activités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ont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été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5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exercées</w:t>
                                </w:r>
                              </w:p>
                              <w:p w:rsidR="00390C5B" w:rsidRPr="006559E2" w:rsidRDefault="00390C5B">
                                <w:pPr>
                                  <w:spacing w:before="1"/>
                                  <w:rPr>
                                    <w:rFonts w:ascii="Arial" w:eastAsia="Arial" w:hAnsi="Arial" w:cs="Arial"/>
                                    <w:i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</w:p>
                              <w:p w:rsidR="00390C5B" w:rsidRDefault="0055151E">
                                <w:pPr>
                                  <w:jc w:val="center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FF0000"/>
                                    <w:sz w:val="24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1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21" y="5"/>
                              <a:ext cx="588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4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7" w:line="250" w:lineRule="auto"/>
                                  <w:ind w:left="29" w:right="2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Famille </w:t>
                                </w:r>
                                <w:proofErr w:type="spellStart"/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professi</w:t>
                                </w:r>
                                <w:proofErr w:type="spellEnd"/>
                                <w:r w:rsidRPr="006559E2">
                                  <w:rPr>
                                    <w:rFonts w:ascii="Arial" w:hAnsi="Arial"/>
                                    <w:spacing w:val="20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proofErr w:type="spellStart"/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onnelle</w:t>
                                </w:r>
                                <w:proofErr w:type="spellEnd"/>
                                <w:r w:rsidRPr="006559E2">
                                  <w:rPr>
                                    <w:rFonts w:ascii="Arial" w:hAnsi="Arial"/>
                                    <w:spacing w:val="20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19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l'emploi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0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ou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fonction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occupée</w:t>
                                </w:r>
                              </w:p>
                              <w:p w:rsidR="00390C5B" w:rsidRDefault="0055151E">
                                <w:pPr>
                                  <w:spacing w:line="261" w:lineRule="exact"/>
                                  <w:jc w:val="center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FF0000"/>
                                    <w:sz w:val="24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2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09" y="5"/>
                              <a:ext cx="2218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5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7" w:line="250" w:lineRule="auto"/>
                                  <w:ind w:left="338" w:right="336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pacing w:val="-1"/>
                                    <w:sz w:val="14"/>
                                    <w:lang w:val="fr-FR"/>
                                  </w:rPr>
                                  <w:t>Certification et</w:t>
                                </w: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spacing w:val="-1"/>
                                    <w:sz w:val="14"/>
                                    <w:lang w:val="fr-FR"/>
                                  </w:rPr>
                                  <w:t>niveau de</w:t>
                                </w:r>
                                <w:r w:rsidRPr="006559E2">
                                  <w:rPr>
                                    <w:rFonts w:ascii="Arial"/>
                                    <w:spacing w:val="2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formation</w:t>
                                </w:r>
                                <w:r w:rsidRPr="006559E2">
                                  <w:rPr>
                                    <w:rFonts w:ascii="Arial"/>
                                    <w:spacing w:val="-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suivie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3" w:line="250" w:lineRule="auto"/>
                                  <w:ind w:left="64" w:right="62" w:hanging="1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>(</w:t>
                                </w:r>
                                <w:proofErr w:type="gramStart"/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>uniquement</w:t>
                                </w:r>
                                <w:proofErr w:type="gramEnd"/>
                                <w:r w:rsidRPr="006559E2">
                                  <w:rPr>
                                    <w:rFonts w:ascii="Arial"/>
                                    <w:i/>
                                    <w:spacing w:val="-2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pour les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>statuts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 pour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22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lesquels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>vous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 avez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inscrit un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 xml:space="preserve"> code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 8,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9,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25"/>
                                    <w:w w:val="99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13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ou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14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dans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z w:val="12"/>
                                    <w:lang w:val="fr-FR"/>
                                  </w:rPr>
                                  <w:t xml:space="preserve"> colonne</w:t>
                                </w:r>
                                <w:r w:rsidRPr="006559E2">
                                  <w:rPr>
                                    <w:rFonts w:asci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 1)</w:t>
                                </w:r>
                              </w:p>
                              <w:p w:rsidR="00390C5B" w:rsidRPr="006559E2" w:rsidRDefault="00390C5B">
                                <w:pPr>
                                  <w:spacing w:before="9"/>
                                  <w:rPr>
                                    <w:rFonts w:ascii="Arial" w:eastAsia="Arial" w:hAnsi="Arial" w:cs="Arial"/>
                                    <w:i/>
                                    <w:sz w:val="15"/>
                                    <w:szCs w:val="15"/>
                                    <w:lang w:val="fr-FR"/>
                                  </w:rPr>
                                </w:pPr>
                              </w:p>
                              <w:p w:rsidR="00390C5B" w:rsidRDefault="0055151E">
                                <w:pPr>
                                  <w:jc w:val="center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i/>
                                    <w:color w:val="FF0000"/>
                                    <w:sz w:val="24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26" y="5"/>
                              <a:ext cx="1928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6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7" w:line="250" w:lineRule="auto"/>
                                  <w:ind w:left="222" w:right="221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>Périodes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 xml:space="preserve"> d'exercice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des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activités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pour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chaque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expérience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3" w:line="250" w:lineRule="auto"/>
                                  <w:ind w:left="66" w:right="64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>(</w:t>
                                </w:r>
                                <w:proofErr w:type="gramStart"/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>selon</w:t>
                                </w:r>
                                <w:proofErr w:type="gramEnd"/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2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le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>statut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>renseigné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>colonne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21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1)</w:t>
                                </w:r>
                              </w:p>
                              <w:p w:rsidR="00390C5B" w:rsidRPr="006559E2" w:rsidRDefault="0055151E">
                                <w:pPr>
                                  <w:spacing w:line="259" w:lineRule="exact"/>
                                  <w:jc w:val="center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b/>
                                    <w:i/>
                                    <w:color w:val="FF0000"/>
                                    <w:sz w:val="24"/>
                                    <w:lang w:val="fr-FR"/>
                                  </w:rPr>
                                  <w:t>*</w:t>
                                </w:r>
                              </w:p>
                              <w:p w:rsidR="00390C5B" w:rsidRPr="006559E2" w:rsidRDefault="00390C5B">
                                <w:pPr>
                                  <w:spacing w:before="4"/>
                                  <w:rPr>
                                    <w:rFonts w:ascii="Arial" w:eastAsia="Arial" w:hAnsi="Arial" w:cs="Arial"/>
                                    <w:i/>
                                    <w:sz w:val="27"/>
                                    <w:szCs w:val="27"/>
                                    <w:lang w:val="fr-FR"/>
                                  </w:rPr>
                                </w:pPr>
                              </w:p>
                              <w:p w:rsidR="00390C5B" w:rsidRPr="006559E2" w:rsidRDefault="0055151E">
                                <w:pPr>
                                  <w:ind w:right="149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b/>
                                    <w:spacing w:val="-1"/>
                                    <w:sz w:val="14"/>
                                    <w:lang w:val="fr-FR"/>
                                  </w:rPr>
                                  <w:t>Date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pacing w:val="-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pacing w:val="-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z w:val="14"/>
                                    <w:lang w:val="fr-FR"/>
                                  </w:rPr>
                                  <w:t>début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pacing w:val="35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pacing w:val="-1"/>
                                    <w:sz w:val="14"/>
                                    <w:lang w:val="fr-FR"/>
                                  </w:rPr>
                                  <w:t>Date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pacing w:val="-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pacing w:val="-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b/>
                                    <w:sz w:val="14"/>
                                    <w:lang w:val="fr-FR"/>
                                  </w:rPr>
                                  <w:t>fin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54" y="5"/>
                              <a:ext cx="1045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7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7" w:line="251" w:lineRule="auto"/>
                                  <w:ind w:left="28" w:right="25" w:hanging="2"/>
                                  <w:jc w:val="center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>Modalité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 xml:space="preserve"> 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19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>temps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 xml:space="preserve"> de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travail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>(uniquement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 pour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19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les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2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>statuts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2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pour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21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lesquels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 xml:space="preserve"> vous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22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avez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inscrit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un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22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>code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 xml:space="preserve">1 à 7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ou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11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20"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dans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z w:val="12"/>
                                    <w:lang w:val="fr-FR"/>
                                  </w:rPr>
                                  <w:t xml:space="preserve"> colonne</w:t>
                                </w:r>
                                <w:r w:rsidRPr="006559E2">
                                  <w:rPr>
                                    <w:rFonts w:ascii="Arial" w:hAnsi="Arial"/>
                                    <w:i/>
                                    <w:spacing w:val="-1"/>
                                    <w:sz w:val="12"/>
                                    <w:lang w:val="fr-FR"/>
                                  </w:rPr>
                                  <w:t xml:space="preserve"> 1)</w:t>
                                </w:r>
                              </w:p>
                              <w:p w:rsidR="00390C5B" w:rsidRDefault="0055151E">
                                <w:pPr>
                                  <w:spacing w:before="41"/>
                                  <w:jc w:val="center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i/>
                                    <w:color w:val="FF0000"/>
                                    <w:sz w:val="24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5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98" y="5"/>
                              <a:ext cx="1212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8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7" w:line="250" w:lineRule="auto"/>
                                  <w:ind w:left="123" w:right="121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Durée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totale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 xml:space="preserve"> 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>chaque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 xml:space="preserve"> période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0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d'activité/s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en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milieu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professionnel</w:t>
                                </w:r>
                              </w:p>
                              <w:p w:rsidR="00390C5B" w:rsidRPr="006559E2" w:rsidRDefault="00390C5B">
                                <w:pPr>
                                  <w:spacing w:before="1"/>
                                  <w:rPr>
                                    <w:rFonts w:ascii="Arial" w:eastAsia="Arial" w:hAnsi="Arial" w:cs="Arial"/>
                                    <w:i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</w:p>
                              <w:p w:rsidR="00390C5B" w:rsidRDefault="0055151E">
                                <w:pPr>
                                  <w:jc w:val="center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FF0000"/>
                                    <w:sz w:val="24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6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10" y="5"/>
                              <a:ext cx="3151" cy="1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before="7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/>
                                    <w:sz w:val="14"/>
                                    <w:lang w:val="fr-FR"/>
                                  </w:rPr>
                                  <w:t>9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7" w:line="250" w:lineRule="auto"/>
                                  <w:ind w:left="606" w:right="604" w:hanging="72"/>
                                  <w:jc w:val="center"/>
                                  <w:rPr>
                                    <w:rFonts w:ascii="Arial" w:eastAsia="Arial" w:hAnsi="Arial" w:cs="Arial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>Activités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 xml:space="preserve"> exercées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en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rapport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direct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avec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 xml:space="preserve"> certification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4"/>
                                    <w:lang w:val="fr-FR"/>
                                  </w:rPr>
                                  <w:t>visée</w:t>
                                </w:r>
                              </w:p>
                              <w:p w:rsidR="00390C5B" w:rsidRPr="006559E2" w:rsidRDefault="00390C5B">
                                <w:pPr>
                                  <w:spacing w:before="1"/>
                                  <w:rPr>
                                    <w:rFonts w:ascii="Arial" w:eastAsia="Arial" w:hAnsi="Arial" w:cs="Arial"/>
                                    <w:i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</w:p>
                              <w:p w:rsidR="00390C5B" w:rsidRDefault="0055151E">
                                <w:pPr>
                                  <w:jc w:val="center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FF0000"/>
                                    <w:sz w:val="24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7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" y="1817"/>
                              <a:ext cx="753" cy="8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before="84"/>
                                  <w:ind w:left="172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+</w:t>
                                </w:r>
                              </w:p>
                              <w:p w:rsidR="00390C5B" w:rsidRDefault="0055151E">
                                <w:pPr>
                                  <w:spacing w:before="130"/>
                                  <w:ind w:left="198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3" o:spid="_x0000_s1048" style="width:793.3pt;height:132.6pt;mso-position-horizontal-relative:char;mso-position-vertical-relative:line" coordsize="15866,2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">
                <v:group id="Group 141" o:spid="_x0000_s1049" style="position:absolute;left:5;top:5;width:15856;height:2642" coordorigin="5,5" coordsize="15856,2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142" o:spid="_x0000_s1050" style="position:absolute;left:5;top:5;width:15856;height:2642;visibility:visible;mso-wrap-style:square;v-text-anchor:top" coordsize="15856,2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1bd8MA&#10;AADbAAAADwAAAGRycy9kb3ducmV2LnhtbERPTWvCQBC9F/wPywi9FN1UaCipq4gi5KSYWGpvQ3ZM&#10;gtnZNLtNUn9991Do8fG+l+vRNKKnztWWFTzPIxDEhdU1lwrO+X72CsJ5ZI2NZVLwQw7Wq8nDEhNt&#10;Bz5Rn/lShBB2CSqovG8TKV1RkUE3ty1x4K62M+gD7EqpOxxCuGnkIopiabDm0FBhS9uKilv2bRTY&#10;++1S5+lX3B/H3ed7/kHnp/yg1ON03LyB8DT6f/GfO9UKXsL68C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1bd8MAAADbAAAADwAAAAAAAAAAAAAAAACYAgAAZHJzL2Rv&#10;d25yZXYueG1sUEsFBgAAAAAEAAQA9QAAAIgDAAAAAA==&#10;" path="m,2642r15856,l15856,,,,,2642xe" filled="f" strokeweight=".5pt">
                    <v:path arrowok="t" o:connecttype="custom" o:connectlocs="0,2647;15856,2647;15856,5;0,5;0,2647" o:connectangles="0,0,0,0,0"/>
                  </v:shape>
                </v:group>
                <v:group id="Group 139" o:spid="_x0000_s1051" style="position:absolute;left:5;top:5;width:753;height:1812" coordorigin="5,5" coordsize="753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140" o:spid="_x0000_s1052" style="position:absolute;left:5;top:5;width:753;height:1812;visibility:visible;mso-wrap-style:square;v-text-anchor:top" coordsize="753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+31cYA&#10;AADbAAAADwAAAGRycy9kb3ducmV2LnhtbESPT2sCMRTE74V+h/AKXopmK1iXrVkpRaF6EKpevD2T&#10;t3/azcuySXX10xuh0OMwM79hZvPeNuJEna8dK3gZJSCItTM1lwr2u+UwBeEDssHGMSm4kId5/vgw&#10;w8y4M3/RaRtKESHsM1RQhdBmUnpdkUU/ci1x9ArXWQxRdqU0HZ4j3DZynCSv0mLNcaHClj4q0j/b&#10;X6ugOHxfj1O3aupNm+pysfRr/ZwqNXjq399ABOrDf/iv/WkUTMZw/xJ/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0+31cYAAADbAAAADwAAAAAAAAAAAAAAAACYAgAAZHJz&#10;L2Rvd25yZXYueG1sUEsFBgAAAAAEAAQA9QAAAIsDAAAAAA==&#10;" path="m,1812r752,l752,,,,,1812xe" filled="f" strokeweight=".5pt">
                    <v:path arrowok="t" o:connecttype="custom" o:connectlocs="0,1817;752,1817;752,5;0,5;0,1817" o:connectangles="0,0,0,0,0"/>
                  </v:shape>
                </v:group>
                <v:group id="Group 137" o:spid="_x0000_s1053" style="position:absolute;left:757;top:5;width:684;height:1812" coordorigin="757,5" coordsize="684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138" o:spid="_x0000_s1054" style="position:absolute;left:757;top:5;width:684;height:1812;visibility:visible;mso-wrap-style:square;v-text-anchor:top" coordsize="684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tL8MA&#10;AADbAAAADwAAAGRycy9kb3ducmV2LnhtbESPT2sCMRTE70K/Q3gFL6LZFpWyGsUKBfWmLRRvj83b&#10;P7h5WZK4u357Iwgeh5n5DbNc96YWLTlfWVbwMUlAEGdWV1wo+Pv9GX+B8AFZY22ZFNzIw3r1Nlhi&#10;qm3HR2pPoRARwj5FBWUITSqlz0oy6Ce2IY5ebp3BEKUrpHbYRbip5WeSzKXBiuNCiQ1tS8oup6tR&#10;kG++/zFP9t5Ze+jmo8u5b7uzUsP3frMAEagPr/CzvdMKZlN4fIk/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KtL8MAAADbAAAADwAAAAAAAAAAAAAAAACYAgAAZHJzL2Rv&#10;d25yZXYueG1sUEsFBgAAAAAEAAQA9QAAAIgDAAAAAA==&#10;" path="m,1812r684,l684,,,,,1812xe" filled="f" strokeweight=".5pt">
                    <v:path arrowok="t" o:connecttype="custom" o:connectlocs="0,1817;684,1817;684,5;0,5;0,1817" o:connectangles="0,0,0,0,0"/>
                  </v:shape>
                </v:group>
                <v:group id="Group 135" o:spid="_x0000_s1055" style="position:absolute;left:1441;top:5;width:2140;height:1812" coordorigin="1441,5" coordsize="2140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136" o:spid="_x0000_s1056" style="position:absolute;left:1441;top:5;width:2140;height:1812;visibility:visible;mso-wrap-style:square;v-text-anchor:top" coordsize="2140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b1KcQA&#10;AADbAAAADwAAAGRycy9kb3ducmV2LnhtbESPQWvCQBSE70L/w/IKvemmqQaJrlIUoSAUjD3U2yP7&#10;TEKyb8PuqvHfdwuCx2FmvmGW68F04krON5YVvE8SEMSl1Q1XCn6Ou/EchA/IGjvLpOBOHtarl9ES&#10;c21vfKBrESoRIexzVFCH0OdS+rImg35ie+Lona0zGKJ0ldQObxFuOpkmSSYNNhwXauxpU1PZFhej&#10;wKWXtt1wtf+Ybn8Tm56a7/5eKPX2OnwuQAQawjP8aH9pBbMM/r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G9SnEAAAA2wAAAA8AAAAAAAAAAAAAAAAAmAIAAGRycy9k&#10;b3ducmV2LnhtbFBLBQYAAAAABAAEAPUAAACJAwAAAAA=&#10;" path="m,1812r2140,l2140,,,,,1812xe" filled="f" strokeweight=".5pt">
                    <v:path arrowok="t" o:connecttype="custom" o:connectlocs="0,1817;2140,1817;2140,5;0,5;0,1817" o:connectangles="0,0,0,0,0"/>
                  </v:shape>
                </v:group>
                <v:group id="Group 133" o:spid="_x0000_s1057" style="position:absolute;left:3581;top:5;width:2140;height:1812" coordorigin="3581,5" coordsize="2140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134" o:spid="_x0000_s1058" style="position:absolute;left:3581;top:5;width:2140;height:1812;visibility:visible;mso-wrap-style:square;v-text-anchor:top" coordsize="2140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XEwMAA&#10;AADbAAAADwAAAGRycy9kb3ducmV2LnhtbERPTYvCMBC9L/gfwgje1tS6K1KNIoogLAhbPehtaMa2&#10;tJmUJGr995vDgsfH+16ue9OKBzlfW1YwGScgiAuray4VnE/7zzkIH5A1tpZJwYs8rFeDjyVm2j75&#10;lx55KEUMYZ+hgiqELpPSFxUZ9GPbEUfuZp3BEKErpXb4jOGmlWmSzKTBmmNDhR1tKyqa/G4UuPTe&#10;NFsuf6Zfu0ti02t97F65UqNhv1mACNSHt/jffdAKvuPY+CX+AL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XEwMAAAADbAAAADwAAAAAAAAAAAAAAAACYAgAAZHJzL2Rvd25y&#10;ZXYueG1sUEsFBgAAAAAEAAQA9QAAAIUDAAAAAA==&#10;" path="m,1812r2140,l2140,,,,,1812xe" filled="f" strokeweight=".5pt">
                    <v:path arrowok="t" o:connecttype="custom" o:connectlocs="0,1817;2140,1817;2140,5;0,5;0,1817" o:connectangles="0,0,0,0,0"/>
                  </v:shape>
                </v:group>
                <v:group id="Group 131" o:spid="_x0000_s1059" style="position:absolute;left:5721;top:5;width:588;height:1812" coordorigin="5721,5" coordsize="588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132" o:spid="_x0000_s1060" style="position:absolute;left:5721;top:5;width:588;height:1812;visibility:visible;mso-wrap-style:square;v-text-anchor:top" coordsize="588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w+D8AA&#10;AADbAAAADwAAAGRycy9kb3ducmV2LnhtbERPy2oCMRTdF/yHcIVuimZs64PRKCIIXUl94Po6uc4M&#10;Tm5CEp3p3zcLweXhvBerzjTiQT7UlhWMhhkI4sLqmksFp+N2MAMRIrLGxjIp+KMAq2XvbYG5ti3v&#10;6XGIpUghHHJUUMXocilDUZHBMLSOOHFX6w3GBH0ptcc2hZtGfmbZRBqsOTVU6GhTUXE73I2C7bce&#10;u1+3+zh3nqd215r262KUeu936zmISF18iZ/uH61gktanL+kH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3w+D8AAAADbAAAADwAAAAAAAAAAAAAAAACYAgAAZHJzL2Rvd25y&#10;ZXYueG1sUEsFBgAAAAAEAAQA9QAAAIUDAAAAAA==&#10;" path="m,1812r588,l588,,,,,1812xe" filled="f" strokeweight=".5pt">
                    <v:path arrowok="t" o:connecttype="custom" o:connectlocs="0,1817;588,1817;588,5;0,5;0,1817" o:connectangles="0,0,0,0,0"/>
                  </v:shape>
                </v:group>
                <v:group id="Group 129" o:spid="_x0000_s1061" style="position:absolute;left:6309;top:5;width:2218;height:1812" coordorigin="6309,5" coordsize="2218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130" o:spid="_x0000_s1062" style="position:absolute;left:6309;top:5;width:2218;height:1812;visibility:visible;mso-wrap-style:square;v-text-anchor:top" coordsize="2218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NopcIA&#10;AADbAAAADwAAAGRycy9kb3ducmV2LnhtbESPT4vCMBTE78J+h/AW9qZpZRGpxuL6Z/Hiwar3R/Ns&#10;i81Lt4m1++2NIHgcZuY3zDztTS06al1lWUE8ikAQ51ZXXCg4HbfDKQjnkTXWlknBPzlIFx+DOSba&#10;3vlAXeYLESDsElRQet8kUrq8JINuZBvi4F1sa9AH2RZSt3gPcFPLcRRNpMGKw0KJDa1Kyq/ZzSjo&#10;9N/PRvZ4jqlb+/3t+2hWv2ulvj775QyEp96/w6/2TiuYjOH5Jfw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2ilwgAAANsAAAAPAAAAAAAAAAAAAAAAAJgCAABkcnMvZG93&#10;bnJldi54bWxQSwUGAAAAAAQABAD1AAAAhwMAAAAA&#10;" path="m,1812r2217,l2217,,,,,1812xe" filled="f" strokeweight=".5pt">
                    <v:path arrowok="t" o:connecttype="custom" o:connectlocs="0,1817;2217,1817;2217,5;0,5;0,1817" o:connectangles="0,0,0,0,0"/>
                  </v:shape>
                </v:group>
                <v:group id="Group 127" o:spid="_x0000_s1063" style="position:absolute;left:8526;top:5;width:1928;height:1812" coordorigin="8526,5" coordsize="1928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128" o:spid="_x0000_s1064" style="position:absolute;left:8526;top:5;width:1928;height:1812;visibility:visible;mso-wrap-style:square;v-text-anchor:top" coordsize="1928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C6S8IA&#10;AADbAAAADwAAAGRycy9kb3ducmV2LnhtbESPQYvCMBSE7wv+h/AEL4umuotIbZSiiN5kVTw/mmdb&#10;2rzUJtr67zfCwh6HmfmGSda9qcWTWldaVjCdRCCIM6tLzhVczrvxAoTzyBpry6TgRQ7Wq8FHgrG2&#10;Hf/Q8+RzESDsYlRQeN/EUrqsIINuYhvi4N1sa9AH2eZSt9gFuKnlLIrm0mDJYaHAhjYFZdXpYRRw&#10;93m4p4+pd/svTO1WX47ZtVJqNOzTJQhPvf8P/7UPWsH8G95fw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0LpLwgAAANsAAAAPAAAAAAAAAAAAAAAAAJgCAABkcnMvZG93&#10;bnJldi54bWxQSwUGAAAAAAQABAD1AAAAhwMAAAAA&#10;" path="m,1812r1928,l1928,,,,,1812xe" filled="f" strokeweight=".5pt">
                    <v:path arrowok="t" o:connecttype="custom" o:connectlocs="0,1817;1928,1817;1928,5;0,5;0,1817" o:connectangles="0,0,0,0,0"/>
                  </v:shape>
                </v:group>
                <v:group id="Group 125" o:spid="_x0000_s1065" style="position:absolute;left:10454;top:5;width:1045;height:1812" coordorigin="10454,5" coordsize="1045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126" o:spid="_x0000_s1066" style="position:absolute;left:10454;top:5;width:1045;height:1812;visibility:visible;mso-wrap-style:square;v-text-anchor:top" coordsize="1045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yD2cQA&#10;AADbAAAADwAAAGRycy9kb3ducmV2LnhtbESPQWsCMRSE74X+h/AEbzVroVvZGkVKC8Ii0rUXb4/N&#10;c7O4edkmqa7/3giCx2FmvmHmy8F24kQ+tI4VTCcZCOLa6ZYbBb+775cZiBCRNXaOScGFAiwXz09z&#10;LLQ78w+dqtiIBOFQoAITY19IGWpDFsPE9cTJOzhvMSbpG6k9nhPcdvI1y3JpseW0YLCnT0P1sfq3&#10;CrZ7k72VX7raHzv/Xq435V8fvVLj0bD6ABFpiI/wvb3WCvIcbl/S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sg9nEAAAA2wAAAA8AAAAAAAAAAAAAAAAAmAIAAGRycy9k&#10;b3ducmV2LnhtbFBLBQYAAAAABAAEAPUAAACJAwAAAAA=&#10;" path="m,1812r1044,l1044,,,,,1812xe" filled="f" strokeweight=".5pt">
                    <v:path arrowok="t" o:connecttype="custom" o:connectlocs="0,1817;1044,1817;1044,5;0,5;0,1817" o:connectangles="0,0,0,0,0"/>
                  </v:shape>
                </v:group>
                <v:group id="Group 123" o:spid="_x0000_s1067" style="position:absolute;left:11498;top:5;width:1212;height:1812" coordorigin="11498,5" coordsize="1212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124" o:spid="_x0000_s1068" style="position:absolute;left:11498;top:5;width:1212;height:1812;visibility:visible;mso-wrap-style:square;v-text-anchor:top" coordsize="1212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ePb8AA&#10;AADbAAAADwAAAGRycy9kb3ducmV2LnhtbERPTYvCMBC9L+x/CCN4EU0VEa1GWWRXxIvYXcTj0IxN&#10;sZnUJmr99+Yg7PHxvher1lbiTo0vHSsYDhIQxLnTJRcK/n5/+lMQPiBrrByTgid5WC0/PxaYavfg&#10;A92zUIgYwj5FBSaEOpXS54Ys+oGriSN3do3FEGFTSN3gI4bbSo6SZCItlhwbDNa0NpRfsptVILf6&#10;ezPsHfMr6n1lxrNxufMnpbqd9msOIlAb/sVv91YrmMSx8Uv8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ePb8AAAADbAAAADwAAAAAAAAAAAAAAAACYAgAAZHJzL2Rvd25y&#10;ZXYueG1sUEsFBgAAAAAEAAQA9QAAAIUDAAAAAA==&#10;" path="m,1812r1212,l1212,,,,,1812xe" filled="f" strokeweight=".5pt">
                    <v:path arrowok="t" o:connecttype="custom" o:connectlocs="0,1817;1212,1817;1212,5;0,5;0,1817" o:connectangles="0,0,0,0,0"/>
                  </v:shape>
                </v:group>
                <v:group id="Group 121" o:spid="_x0000_s1069" style="position:absolute;left:12710;top:5;width:3151;height:1812" coordorigin="12710,5" coordsize="3151,18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122" o:spid="_x0000_s1070" style="position:absolute;left:12710;top:5;width:3151;height:1812;visibility:visible;mso-wrap-style:square;v-text-anchor:top" coordsize="3151,1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ObJMAA&#10;AADbAAAADwAAAGRycy9kb3ducmV2LnhtbERPz2vCMBS+D/wfwhO8zdQxXFeNUgZOT451svOjeabF&#10;5KU2Uet/bw6DHT++38v14Ky4Uh9azwpm0wwEce11y0bB4WfznIMIEVmj9UwK7hRgvRo9LbHQ/sbf&#10;dK2iESmEQ4EKmhi7QspQN+QwTH1HnLij7x3GBHsjdY+3FO6sfMmyuXTYcmposKOPhupTdXEKbPVe&#10;Gfv5et5hvv392uemPJxLpSbjoVyAiDTEf/Gfe6cVvKX16Uv6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ObJMAAAADbAAAADwAAAAAAAAAAAAAAAACYAgAAZHJzL2Rvd25y&#10;ZXYueG1sUEsFBgAAAAAEAAQA9QAAAIUDAAAAAA==&#10;" path="m,1812r3151,l3151,,,,,1812xe" filled="f" strokeweight=".5pt">
                    <v:path arrowok="t" o:connecttype="custom" o:connectlocs="0,1817;3151,1817;3151,5;0,5;0,1817" o:connectangles="0,0,0,0,0"/>
                  </v:shape>
                </v:group>
                <v:group id="Group 119" o:spid="_x0000_s1071" style="position:absolute;left:437;top:1889;width:284;height:284" coordorigin="437,188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120" o:spid="_x0000_s1072" style="position:absolute;left:437;top:188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O8iMMA&#10;AADbAAAADwAAAGRycy9kb3ducmV2LnhtbESPQWvCQBSE7wX/w/KE3urGIEZTV5FioPRkY70/sq9J&#10;aPZt2N0maX99VxB6HGbmG2Z3mEwnBnK+taxguUhAEFdWt1wr+LgUTxsQPiBr7CyTgh/ycNjPHnaY&#10;azvyOw1lqEWEsM9RQRNCn0vpq4YM+oXtiaP3aZ3BEKWrpXY4RrjpZJoka2mw5bjQYE8vDVVf5bdR&#10;IE9uzNrf4XrW2VuRlqutK65bpR7n0/EZRKAp/Ifv7VetIEvh9iX+AL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O8iMMAAADbAAAADwAAAAAAAAAAAAAAAACYAgAAZHJzL2Rv&#10;d25yZXYueG1sUEsFBgAAAAAEAAQA9QAAAIgDAAAAAA==&#10;" path="m283,l,,,283,10,273,10,10r263,l283,xe" fillcolor="black" stroked="f">
                    <v:path arrowok="t" o:connecttype="custom" o:connectlocs="283,1889;0,1889;0,2172;10,2162;10,1899;273,1899;283,1889" o:connectangles="0,0,0,0,0,0,0"/>
                  </v:shape>
                </v:group>
                <v:group id="Group 117" o:spid="_x0000_s1073" style="position:absolute;left:437;top:1889;width:284;height:284" coordorigin="437,188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118" o:spid="_x0000_s1074" style="position:absolute;left:437;top:188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BZ8MA&#10;AADbAAAADwAAAGRycy9kb3ducmV2LnhtbESPQWvCQBSE7wX/w/IEb3WjSKPRVUQaKD21Ue+P7DMJ&#10;Zt+G3W0S++u7hUKPw8x8w+wOo2lFT843lhUs5gkI4tLqhisFl3P+vAbhA7LG1jIpeJCHw37ytMNM&#10;24E/qS9CJSKEfYYK6hC6TEpf1mTQz21HHL2bdQZDlK6S2uEQ4aaVyyR5kQYbjgs1dnSqqbwXX0aB&#10;fHVD2nz31w+dvufLYrVx+XWj1Gw6HrcgAo3hP/zXftMK0hX8fo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aBZ8MAAADbAAAADwAAAAAAAAAAAAAAAACYAgAAZHJzL2Rv&#10;d25yZXYueG1sUEsFBgAAAAAEAAQA9QAAAIgDAAAAAA==&#10;" path="m283,l273,10r,263l10,273,,283r283,l283,xe" fillcolor="black" stroked="f">
                    <v:path arrowok="t" o:connecttype="custom" o:connectlocs="283,1889;273,1899;273,2162;10,2162;0,2172;283,2172;283,1889" o:connectangles="0,0,0,0,0,0,0"/>
                  </v:shape>
                </v:group>
                <v:group id="Group 115" o:spid="_x0000_s1075" style="position:absolute;left:447;top:1899;width:264;height:264" coordorigin="447,1899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16" o:spid="_x0000_s1076" style="position:absolute;left:447;top:1899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ZuE8UA&#10;AADbAAAADwAAAGRycy9kb3ducmV2LnhtbESPT2vCQBTE70K/w/IK3nSzVtKSuopUSnsrpgU9PrOv&#10;+dPs25BdTfz23ULB4zAzv2FWm9G24kK9rx1rUPMEBHHhTM2lhq/P19kTCB+QDbaOScOVPGzWd5MV&#10;ZsYNvKdLHkoRIewz1FCF0GVS+qIii37uOuLofbveYoiyL6XpcYhw28pFkqTSYs1xocKOXioqfvKz&#10;1dCow8fbLm/2pyFtHo6qUdvlQWk9vR+3zyACjeEW/m+/Gw2PKfx9i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m4TxQAAANsAAAAPAAAAAAAAAAAAAAAAAJgCAABkcnMv&#10;ZG93bnJldi54bWxQSwUGAAAAAAQABAD1AAAAigMAAAAA&#10;" path="m263,l,,,263,10,253,10,10r243,l263,xe" stroked="f">
                    <v:path arrowok="t" o:connecttype="custom" o:connectlocs="263,1899;0,1899;0,2162;10,2152;10,1909;253,1909;263,1899" o:connectangles="0,0,0,0,0,0,0"/>
                  </v:shape>
                </v:group>
                <v:group id="Group 113" o:spid="_x0000_s1077" style="position:absolute;left:447;top:1899;width:264;height:264" coordorigin="447,1899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114" o:spid="_x0000_s1078" style="position:absolute;left:447;top:1899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OA0L8A&#10;AADbAAAADwAAAGRycy9kb3ducmV2LnhtbERPz2vCMBS+C/4P4Qm7aeoO2+hMixQEb1PnhsdH89YU&#10;m5eQRNv998tB2PHj+72pJzuIO4XYO1awXhUgiFune+4UnD93yzcQMSFrHByTgl+KUFfz2QZL7UY+&#10;0v2UOpFDOJaowKTkSylja8hiXDlPnLkfFyymDEMndcAxh9tBPhfFi7TYc24w6Kkx1F5PN6vg43Ap&#10;Do05fyXXf18o3Ebvm61ST4tp+w4i0ZT+xQ/3Xit4zWPzl/wDZ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E4DQvwAAANsAAAAPAAAAAAAAAAAAAAAAAJgCAABkcnMvZG93bnJl&#10;di54bWxQSwUGAAAAAAQABAD1AAAAhAMAAAAA&#10;" path="m263,l253,10r,243l10,253,,263r263,l263,xe" fillcolor="gray" stroked="f">
                    <v:path arrowok="t" o:connecttype="custom" o:connectlocs="263,1899;253,1909;253,2152;10,2152;0,2162;263,2162;263,1899" o:connectangles="0,0,0,0,0,0,0"/>
                  </v:shape>
                </v:group>
                <v:group id="Group 111" o:spid="_x0000_s1079" style="position:absolute;left:95;top:1889;width:284;height:284" coordorigin="95,188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112" o:spid="_x0000_s1080" style="position:absolute;left:95;top:188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BoysAA&#10;AADbAAAADwAAAGRycy9kb3ducmV2LnhtbERPz2vCMBS+D/wfwhO8zVRHpVSjqODQg2PrhudH89Zm&#10;Ni+liVr/e3MQdvz4fi9WvW3ElTpvHCuYjBMQxKXThisFP9+71wyED8gaG8ek4E4eVsvBywJz7W78&#10;RdciVCKGsM9RQR1Cm0vpy5os+rFriSP36zqLIcKukrrDWwy3jZwmyUxaNBwbamxpW1N5Li5Wgf3c&#10;vr9lR5ceZptTMB9Fav4oVWo07NdzEIH68C9+uvdaQRbXxy/x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BoysAAAADbAAAADwAAAAAAAAAAAAAAAACYAgAAZHJzL2Rvd25y&#10;ZXYueG1sUEsFBgAAAAAEAAQA9QAAAIUDAAAAAA==&#10;" path="m,283r283,l283,,,,,283xe" fillcolor="#d3d0c7" stroked="f">
                    <v:path arrowok="t" o:connecttype="custom" o:connectlocs="0,2172;283,2172;283,1889;0,1889;0,2172" o:connectangles="0,0,0,0,0"/>
                  </v:shape>
                </v:group>
                <v:group id="Group 109" o:spid="_x0000_s1081" style="position:absolute;left:95;top:1889;width:284;height:284" coordorigin="95,188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110" o:spid="_x0000_s1082" style="position:absolute;left:95;top:188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bMr8MA&#10;AADbAAAADwAAAGRycy9kb3ducmV2LnhtbESPQWvCQBSE74L/YXmF3nTTUGqMriLSQOmpRr0/sq9J&#10;aPZt2F2TtL++Wyh4HGbmG2a7n0wnBnK+tazgaZmAIK6sbrlWcDkXiwyED8gaO8uk4Js87Hfz2RZz&#10;bUc+0VCGWkQI+xwVNCH0uZS+asigX9qeOHqf1hkMUbpaaodjhJtOpknyIg22HBca7OnYUPVV3owC&#10;+erGVfszXD/06r1Iy+e1K65rpR4fpsMGRKAp3MP/7TetIEvh70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bMr8MAAADbAAAADwAAAAAAAAAAAAAAAACYAgAAZHJzL2Rv&#10;d25yZXYueG1sUEsFBgAAAAAEAAQA9QAAAIgDAAAAAA==&#10;" path="m283,l,,,283,10,273,10,10r263,l283,xe" fillcolor="black" stroked="f">
                    <v:path arrowok="t" o:connecttype="custom" o:connectlocs="283,1889;0,1889;0,2172;10,2162;10,1899;273,1899;283,1889" o:connectangles="0,0,0,0,0,0,0"/>
                  </v:shape>
                </v:group>
                <v:group id="Group 107" o:spid="_x0000_s1083" style="position:absolute;left:95;top:1889;width:284;height:284" coordorigin="95,188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108" o:spid="_x0000_s1084" style="position:absolute;left:95;top:188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PxQMMA&#10;AADbAAAADwAAAGRycy9kb3ducmV2LnhtbESPQWvCQBSE74X+h+UVvDUbRaqmriLSgPTURnN/ZF+T&#10;YPZt2N0m0V/fLRR6HGbmG2a7n0wnBnK+taxgnqQgiCurW64VXM758xqED8gaO8uk4EYe9rvHhy1m&#10;2o78SUMRahEh7DNU0ITQZ1L6qiGDPrE9cfS+rDMYonS11A7HCDedXKTpizTYclxosKdjQ9W1+DYK&#10;5JsbV+19KD/06j1fFMuNy8uNUrOn6fAKItAU/sN/7ZNWsF7C75f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PxQMMAAADbAAAADwAAAAAAAAAAAAAAAACYAgAAZHJzL2Rv&#10;d25yZXYueG1sUEsFBgAAAAAEAAQA9QAAAIgDAAAAAA==&#10;" path="m283,l273,10r,263l10,273,,283r283,l283,xe" fillcolor="black" stroked="f">
                    <v:path arrowok="t" o:connecttype="custom" o:connectlocs="283,1889;273,1899;273,2162;10,2162;0,2172;283,2172;283,1889" o:connectangles="0,0,0,0,0,0,0"/>
                  </v:shape>
                </v:group>
                <v:group id="Group 105" o:spid="_x0000_s1085" style="position:absolute;left:105;top:1899;width:264;height:264" coordorigin="105,1899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106" o:spid="_x0000_s1086" style="position:absolute;left:105;top:1899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MeNMQA&#10;AADbAAAADwAAAGRycy9kb3ducmV2LnhtbESPT2vCQBTE7wW/w/KE3nSzbQkSXUVaSnsrxoI9PrPP&#10;/DH7NmS3Jv32riD0OMzMb5jVZrStuFDva8ca1DwBQVw4U3Op4Xv/PluA8AHZYOuYNPyRh8168rDC&#10;zLiBd3TJQykihH2GGqoQukxKX1Rk0c9dRxy9k+sthij7Upoehwi3rXxKklRarDkuVNjRa0XFOf+1&#10;Ghp1+Pp4y5vdcUib5x/VqO3LQWn9OB23SxCBxvAfvrc/jYZFCrcv8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DHjTEAAAA2wAAAA8AAAAAAAAAAAAAAAAAmAIAAGRycy9k&#10;b3ducmV2LnhtbFBLBQYAAAAABAAEAPUAAACJAwAAAAA=&#10;" path="m263,l,,,263,10,253,10,10r243,l263,xe" stroked="f">
                    <v:path arrowok="t" o:connecttype="custom" o:connectlocs="263,1899;0,1899;0,2162;10,2152;10,1909;253,1909;263,1899" o:connectangles="0,0,0,0,0,0,0"/>
                  </v:shape>
                </v:group>
                <v:group id="Group 103" o:spid="_x0000_s1087" style="position:absolute;left:105;top:1899;width:264;height:264" coordorigin="105,1899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04" o:spid="_x0000_s1088" style="position:absolute;left:105;top:1899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bw974A&#10;AADbAAAADwAAAGRycy9kb3ducmV2LnhtbERPy4rCMBTdD/gP4QruxtRZiHSMIgXBnY9xBpeX5toU&#10;m5uQRNv5e7MQXB7Oe7kebCceFGLrWMFsWoAgrp1uuVFw/tl+LkDEhKyxc0wK/inCejX6WGKpXc9H&#10;epxSI3IIxxIVmJR8KWWsDVmMU+eJM3d1wWLKMDRSB+xzuO3kV1HMpcWWc4NBT5Wh+na6WwX7w6U4&#10;VOb8m1z7d6Fw772vNkpNxsPmG0SiIb3FL/dOK1jksflL/gFy9Q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HG8Pe+AAAA2wAAAA8AAAAAAAAAAAAAAAAAmAIAAGRycy9kb3ducmV2&#10;LnhtbFBLBQYAAAAABAAEAPUAAACDAwAAAAA=&#10;" path="m263,l253,10r,243l10,253,,263r263,l263,xe" fillcolor="gray" stroked="f">
                    <v:path arrowok="t" o:connecttype="custom" o:connectlocs="263,1899;253,1909;253,2152;10,2152;0,2162;263,2162;263,1899" o:connectangles="0,0,0,0,0,0,0"/>
                  </v:shape>
                </v:group>
                <v:group id="Group 101" o:spid="_x0000_s1089" style="position:absolute;left:437;top:2249;width:284;height:284" coordorigin="437,22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102" o:spid="_x0000_s1090" style="position:absolute;left:437;top:224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FhnsAA&#10;AADbAAAADwAAAGRycy9kb3ducmV2LnhtbERPz2vCMBS+D/Y/hDfYbabKUNsZRWQF8aRV74/mrS02&#10;LyXJ2rq/fjkIHj++36vNaFrRk/ONZQXTSQKCuLS64UrB5Zx/LEH4gKyxtUwK7uRhs359WWGm7cAn&#10;6otQiRjCPkMFdQhdJqUvazLoJ7YjjtyPdQZDhK6S2uEQw00rZ0kylwYbjg01drSrqbwVv0aB/HbD&#10;ovnrr0e9OOSz4jN1+TVV6v1t3H6BCDSGp/jh3msFaVwfv8Qf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FhnsAAAADbAAAADwAAAAAAAAAAAAAAAACYAgAAZHJzL2Rvd25y&#10;ZXYueG1sUEsFBgAAAAAEAAQA9QAAAIUDAAAAAA==&#10;" path="m283,l,,,283,10,273,10,10r263,l283,xe" fillcolor="black" stroked="f">
                    <v:path arrowok="t" o:connecttype="custom" o:connectlocs="283,2249;0,2249;0,2532;10,2522;10,2259;273,2259;283,2249" o:connectangles="0,0,0,0,0,0,0"/>
                  </v:shape>
                </v:group>
                <v:group id="Group 99" o:spid="_x0000_s1091" style="position:absolute;left:437;top:2249;width:284;height:284" coordorigin="437,22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100" o:spid="_x0000_s1092" style="position:absolute;left:437;top:224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9acsMA&#10;AADbAAAADwAAAGRycy9kb3ducmV2LnhtbESPQWvCQBSE74L/YXlCb7oxlGpSVxFpoPRUY70/sq9J&#10;aPZt2F2TtL++Wyh4HGbmG2Z3mEwnBnK+taxgvUpAEFdWt1wr+LgUyy0IH5A1dpZJwTd5OOznsx3m&#10;2o58pqEMtYgQ9jkqaELocyl91ZBBv7I9cfQ+rTMYonS11A7HCDedTJPkSRpsOS402NOpoeqrvBkF&#10;8sWNm/ZnuL7rzVuRlo+ZK66ZUg+L6fgMItAU7uH/9qtWkKXw9yX+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9acsMAAADbAAAADwAAAAAAAAAAAAAAAACYAgAAZHJzL2Rv&#10;d25yZXYueG1sUEsFBgAAAAAEAAQA9QAAAIgDAAAAAA==&#10;" path="m283,l273,10r,263l10,273,,283r283,l283,xe" fillcolor="black" stroked="f">
                    <v:path arrowok="t" o:connecttype="custom" o:connectlocs="283,2249;273,2259;273,2522;10,2522;0,2532;283,2532;283,2249" o:connectangles="0,0,0,0,0,0,0"/>
                  </v:shape>
                </v:group>
                <v:group id="Group 97" o:spid="_x0000_s1093" style="position:absolute;left:447;top:2259;width:264;height:264" coordorigin="447,2259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98" o:spid="_x0000_s1094" style="position:absolute;left:447;top:2259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SzBcUA&#10;AADbAAAADwAAAGRycy9kb3ducmV2LnhtbESPT2sCMRTE70K/Q3gFb5pNFWm3RpGK1Ju4Ldjj6+a5&#10;f9y8LJvUXb+9KRR6HGbmN8xyPdhGXKnzlWMNapqAIM6dqbjQ8PmxmzyD8AHZYOOYNNzIw3r1MFpi&#10;alzPR7pmoRARwj5FDWUIbSqlz0uy6KeuJY7e2XUWQ5RdIU2HfYTbRj4lyUJarDgulNjSW0n5Jfux&#10;Gmp1Orxvs/r43S/q2Zeq1WZ+UlqPH4fNK4hAQ/gP/7X3RsPLHH6/x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xLMFxQAAANsAAAAPAAAAAAAAAAAAAAAAAJgCAABkcnMv&#10;ZG93bnJldi54bWxQSwUGAAAAAAQABAD1AAAAigMAAAAA&#10;" path="m263,l,,,263,10,253,10,10r243,l263,xe" stroked="f">
                    <v:path arrowok="t" o:connecttype="custom" o:connectlocs="263,2259;0,2259;0,2522;10,2512;10,2269;253,2269;263,2259" o:connectangles="0,0,0,0,0,0,0"/>
                  </v:shape>
                </v:group>
                <v:group id="Group 95" o:spid="_x0000_s1095" style="position:absolute;left:447;top:2259;width:264;height:264" coordorigin="447,2259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96" o:spid="_x0000_s1096" style="position:absolute;left:447;top:2259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Xw8MA&#10;AADbAAAADwAAAGRycy9kb3ducmV2LnhtbESPzWrDMBCE74W+g9hCb43cHELrRjbBEMgtP01Ljou1&#10;tUytlZCU2H37qBDIcZiZb5hlPdlBXCjE3rGC11kBgrh1uudOwfFz/fIGIiZkjYNjUvBHEerq8WGJ&#10;pXYj7+lySJ3IEI4lKjAp+VLK2BqyGGfOE2fvxwWLKcvQSR1wzHA7yHlRLKTFnvOCQU+Nofb3cLYK&#10;trtTsWvM8Su5/vtE4Tx636yUen6aVh8gEk3pHr61N1rB+wL+v+QfI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xXw8MAAADbAAAADwAAAAAAAAAAAAAAAACYAgAAZHJzL2Rv&#10;d25yZXYueG1sUEsFBgAAAAAEAAQA9QAAAIgDAAAAAA==&#10;" path="m263,l253,10r,243l10,253,,263r263,l263,xe" fillcolor="gray" stroked="f">
                    <v:path arrowok="t" o:connecttype="custom" o:connectlocs="263,2259;253,2269;253,2512;10,2512;0,2522;263,2522;263,2259" o:connectangles="0,0,0,0,0,0,0"/>
                  </v:shape>
                </v:group>
                <v:group id="Group 93" o:spid="_x0000_s1097" style="position:absolute;left:95;top:2249;width:284;height:284" coordorigin="95,22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94" o:spid="_x0000_s1098" style="position:absolute;left:95;top:224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/yEcEA&#10;AADbAAAADwAAAGRycy9kb3ducmV2LnhtbERPz2vCMBS+D/Y/hDfwNlOVinZGmYKiB2Wr4vnRvLVx&#10;zUtpotb/3hwGO358v2eLztbiRq03jhUM+gkI4sJpw6WC03H9PgHhA7LG2jEpeJCHxfz1ZYaZdnf+&#10;plseShFD2GeooAqhyaT0RUUWfd81xJH7ca3FEGFbSt3iPYbbWg6TZCwtGo4NFTa0qqj4za9Wgf1a&#10;bUaTvUt34+U5mEOemgulSvXeus8PEIG68C/+c2+1gmkcG7/EH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v8hHBAAAA2wAAAA8AAAAAAAAAAAAAAAAAmAIAAGRycy9kb3du&#10;cmV2LnhtbFBLBQYAAAAABAAEAPUAAACGAwAAAAA=&#10;" path="m,283r283,l283,,,,,283xe" fillcolor="#d3d0c7" stroked="f">
                    <v:path arrowok="t" o:connecttype="custom" o:connectlocs="0,2532;283,2532;283,2249;0,2249;0,2532" o:connectangles="0,0,0,0,0"/>
                  </v:shape>
                </v:group>
                <v:group id="Group 91" o:spid="_x0000_s1099" style="position:absolute;left:95;top:2249;width:284;height:284" coordorigin="95,22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92" o:spid="_x0000_s1100" style="position:absolute;left:95;top:224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3zTsQA&#10;AADcAAAADwAAAGRycy9kb3ducmV2LnhtbESPQUvDQBCF7wX/wzKCt3ZjEWtit0XEgHiqqb0P2TEJ&#10;ZmfD7prE/vrOoeBthvfmvW+2+9n1aqQQO88G7lcZKOLa244bA1/HcvkEKiZki71nMvBHEfa7m8UW&#10;C+sn/qSxSo2SEI4FGmhTGgqtY92Sw7jyA7Fo3z44TLKGRtuAk4S7Xq+z7FE77FgaWhzotaX6p/p1&#10;BvRbmDbdeTwd7OajXFcPeShPuTF3t/PLM6hEc/o3X6/freBngi/PyAR6d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N807EAAAA3AAAAA8AAAAAAAAAAAAAAAAAmAIAAGRycy9k&#10;b3ducmV2LnhtbFBLBQYAAAAABAAEAPUAAACJAwAAAAA=&#10;" path="m283,l,,,283,10,273,10,10r263,l283,xe" fillcolor="black" stroked="f">
                    <v:path arrowok="t" o:connecttype="custom" o:connectlocs="283,2249;0,2249;0,2532;10,2522;10,2259;273,2259;283,2249" o:connectangles="0,0,0,0,0,0,0"/>
                  </v:shape>
                </v:group>
                <v:group id="Group 89" o:spid="_x0000_s1101" style="position:absolute;left:95;top:2249;width:284;height:284" coordorigin="95,2249" coordsize="284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90" o:spid="_x0000_s1102" style="position:absolute;left:95;top:2249;width:284;height:284;visibility:visible;mso-wrap-style:square;v-text-anchor:top" coordsize="284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PIosIA&#10;AADcAAAADwAAAGRycy9kb3ducmV2LnhtbERPTWvCQBC9C/6HZQq96aZBqkldRYqB4qmN9T5kxySY&#10;nQ272yTtr3cLhd7m8T5nu59MJwZyvrWs4GmZgCCurG65VvB5LhYbED4ga+wsk4Jv8rDfzWdbzLUd&#10;+YOGMtQihrDPUUETQp9L6auGDPql7Ykjd7XOYIjQ1VI7HGO46WSaJM/SYMuxocGeXhuqbuWXUSCP&#10;bly3P8PlXa9PRVquMldcMqUeH6bDC4hAU/gX/7nfdJyfpPD7TLx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8iiwgAAANwAAAAPAAAAAAAAAAAAAAAAAJgCAABkcnMvZG93&#10;bnJldi54bWxQSwUGAAAAAAQABAD1AAAAhwMAAAAA&#10;" path="m283,l273,10r,263l10,273,,283r283,l283,xe" fillcolor="black" stroked="f">
                    <v:path arrowok="t" o:connecttype="custom" o:connectlocs="283,2249;273,2259;273,2522;10,2522;0,2532;283,2532;283,2249" o:connectangles="0,0,0,0,0,0,0"/>
                  </v:shape>
                </v:group>
                <v:group id="Group 87" o:spid="_x0000_s1103" style="position:absolute;left:105;top:2259;width:264;height:264" coordorigin="105,2259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88" o:spid="_x0000_s1104" style="position:absolute;left:105;top:2259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W/0MIA&#10;AADcAAAADwAAAGRycy9kb3ducmV2LnhtbERPS2sCMRC+F/wPYYTeNJsqIlujiKXYm7gK9jjdTPfh&#10;ZrJsUnf9901B6G0+vuesNoNtxI06XznWoKYJCOLcmYoLDefT+2QJwgdkg41j0nAnD5v16GmFqXE9&#10;H+mWhULEEPYpaihDaFMpfV6SRT91LXHkvl1nMUTYFdJ02Mdw28iXJFlIixXHhhJb2pWUX7Mfq6FW&#10;l8P+LauPX/2inn2qWm3nF6X183jYvoIINIR/8cP9YeL8ZA5/z8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b/QwgAAANwAAAAPAAAAAAAAAAAAAAAAAJgCAABkcnMvZG93&#10;bnJldi54bWxQSwUGAAAAAAQABAD1AAAAhwMAAAAA&#10;" path="m263,l,,,263,10,253,10,10r243,l263,xe" stroked="f">
                    <v:path arrowok="t" o:connecttype="custom" o:connectlocs="263,2259;0,2259;0,2522;10,2512;10,2269;253,2269;263,2259" o:connectangles="0,0,0,0,0,0,0"/>
                  </v:shape>
                </v:group>
                <v:group id="Group 85" o:spid="_x0000_s1105" style="position:absolute;left:105;top:2259;width:264;height:264" coordorigin="105,2259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86" o:spid="_x0000_s1106" style="position:absolute;left:105;top:2259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NwaL8A&#10;AADcAAAADwAAAGRycy9kb3ducmV2LnhtbERPS2sCMRC+C/0PYQq9adIeRLZGkYVCb/WNx2Ez3Szd&#10;TEIS3fXfN4WCt/n4nrNcj64XN4qp86zhdaZAEDfedNxqOB4+pgsQKSMb7D2ThjslWK+eJkusjB94&#10;R7d9bkUJ4VShBptzqKRMjSWHaeYDceG+fXSYC4ytNBGHEu56+abUXDrsuDRYDFRban72V6fha3tR&#10;29oeT9l35wvF6xBCvdH65XncvIPINOaH+N/9acp8NYe/Z8oF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A3BovwAAANwAAAAPAAAAAAAAAAAAAAAAAJgCAABkcnMvZG93bnJl&#10;di54bWxQSwUGAAAAAAQABAD1AAAAhAMAAAAA&#10;" path="m263,l253,10r,243l10,253,,263r263,l263,xe" fillcolor="gray" stroked="f">
                    <v:path arrowok="t" o:connecttype="custom" o:connectlocs="263,2259;253,2269;253,2512;10,2512;0,2522;263,2522;263,2259" o:connectangles="0,0,0,0,0,0,0"/>
                  </v:shape>
                </v:group>
                <v:group id="Group 83" o:spid="_x0000_s1107" style="position:absolute;left:757;top:1817;width:684;height:830" coordorigin="757,1817" coordsize="684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84" o:spid="_x0000_s1108" style="position:absolute;left:757;top:1817;width:684;height:830;visibility:visible;mso-wrap-style:square;v-text-anchor:top" coordsize="684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d44cMA&#10;AADcAAAADwAAAGRycy9kb3ducmV2LnhtbESPQU/DMAyF70j7D5EncWPJkECoLJvQpiEuPTA6zlZj&#10;2qiNUzWhLf8eH5C42XrP733eHZbQq4nG5CNb2G4MKOI6Os+NherjfPcEKmVkh31ksvBDCQ771c0O&#10;CxdnfqfpkhslIZwKtNDmPBRap7qlgGkTB2LRvuIYMMs6NtqNOEt46PW9MY86oGdpaHGgY0t1d/kO&#10;FvqHPJWzu35Wna/y6dV3WJbG2tv18vIMKtOS/81/129O8I3QyjMygd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d44cMAAADcAAAADwAAAAAAAAAAAAAAAACYAgAAZHJzL2Rv&#10;d25yZXYueG1sUEsFBgAAAAAEAAQA9QAAAIgDAAAAAA==&#10;" path="m,830r684,l684,,,,,830xe" filled="f" strokeweight=".5pt">
                    <v:path arrowok="t" o:connecttype="custom" o:connectlocs="0,2647;684,2647;684,1817;0,1817;0,2647" o:connectangles="0,0,0,0,0"/>
                  </v:shape>
                </v:group>
                <v:group id="Group 81" o:spid="_x0000_s1109" style="position:absolute;left:757;top:1817;width:684;height:830" coordorigin="757,1817" coordsize="684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82" o:spid="_x0000_s1110" style="position:absolute;left:757;top:1817;width:684;height:830;visibility:visible;mso-wrap-style:square;v-text-anchor:top" coordsize="684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7c3cUA&#10;AADcAAAADwAAAGRycy9kb3ducmV2LnhtbESPQWvDMAyF74X9B6PBbq2TUkrI6pZtMGgOPawd7KrF&#10;WmIWyyH20rS/fjoUepN4T+992uwm36mRhugCG8gXGSjiOljHjYHP0/u8ABUTssUuMBm4UITd9mG2&#10;wdKGM3/QeEyNkhCOJRpoU+pLrWPdkse4CD2xaD9h8JhkHRptBzxLuO/0MsvW2qNjaWixp7eW6t/j&#10;nzcwXoulq1apiIcs/6q+95dV9eqMeXqcXp5BJZrS3Xy73lvBzwVfnpEJ9P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DtzdxQAAANwAAAAPAAAAAAAAAAAAAAAAAJgCAABkcnMv&#10;ZG93bnJldi54bWxQSwUGAAAAAAQABAD1AAAAigMAAAAA&#10;" path="m,830r684,l684,,,,,830xe" stroked="f">
                    <v:path arrowok="t" o:connecttype="custom" o:connectlocs="0,2647;684,2647;684,1817;0,1817;0,2647" o:connectangles="0,0,0,0,0"/>
                  </v:shape>
                </v:group>
                <v:group id="Group 79" o:spid="_x0000_s1111" style="position:absolute;left:1441;top:1817;width:2140;height:830" coordorigin="1441,1817" coordsize="2140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80" o:spid="_x0000_s1112" style="position:absolute;left:1441;top:1817;width:2140;height:830;visibility:visible;mso-wrap-style:square;v-text-anchor:top" coordsize="2140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4Je8IA&#10;AADcAAAADwAAAGRycy9kb3ducmV2LnhtbERPTWsCMRC9F/wPYQrealYPVrZGsaIgKJTqQj2Om3Gz&#10;7WayJFG3/74pCN7m8T5nOu9sI67kQ+1YwXCQgSAuna65UlAc1i8TECEia2wck4JfCjCf9Z6mmGt3&#10;40+67mMlUgiHHBWYGNtcylAashgGriVO3Nl5izFBX0nt8ZbCbSNHWTaWFmtODQZbWhoqf/YXq+Cj&#10;oe1x+fqu2923D8XutCLzVSjVf+4WbyAidfEhvrs3Os0fjuD/mXS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vgl7wgAAANwAAAAPAAAAAAAAAAAAAAAAAJgCAABkcnMvZG93&#10;bnJldi54bWxQSwUGAAAAAAQABAD1AAAAhwMAAAAA&#10;" path="m,830r2140,l2140,,,,,830xe" filled="f" strokeweight=".5pt">
                    <v:path arrowok="t" o:connecttype="custom" o:connectlocs="0,2647;2140,2647;2140,1817;0,1817;0,2647" o:connectangles="0,0,0,0,0"/>
                  </v:shape>
                </v:group>
                <v:group id="Group 77" o:spid="_x0000_s1113" style="position:absolute;left:3581;top:1817;width:2140;height:830" coordorigin="3581,1817" coordsize="2140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78" o:spid="_x0000_s1114" style="position:absolute;left:3581;top:1817;width:2140;height:830;visibility:visible;mso-wrap-style:square;v-text-anchor:top" coordsize="2140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0lMIA&#10;AADcAAAADwAAAGRycy9kb3ducmV2LnhtbERPTWsCMRC9C/6HMII3zVqkla1RrLRQqCDVhfY43Yyb&#10;1c1kSVJd/70RCr3N433OfNnZRpzJh9qxgsk4A0FcOl1zpaDYv41mIEJE1tg4JgVXCrBc9HtzzLW7&#10;8Cedd7ESKYRDjgpMjG0uZSgNWQxj1xIn7uC8xZigr6T2eEnhtpEPWfYoLdacGgy2tDZUnna/VsG2&#10;oY/v9dOLbjdHH4rNzyuZr0Kp4aBbPYOI1MV/8Z/7Xaf5kyncn0kX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GzSUwgAAANwAAAAPAAAAAAAAAAAAAAAAAJgCAABkcnMvZG93&#10;bnJldi54bWxQSwUGAAAAAAQABAD1AAAAhwMAAAAA&#10;" path="m,830r2140,l2140,,,,,830xe" filled="f" strokeweight=".5pt">
                    <v:path arrowok="t" o:connecttype="custom" o:connectlocs="0,2647;2140,2647;2140,1817;0,1817;0,2647" o:connectangles="0,0,0,0,0"/>
                  </v:shape>
                </v:group>
                <v:group id="Group 75" o:spid="_x0000_s1115" style="position:absolute;left:5721;top:1817;width:588;height:830" coordorigin="5721,1817" coordsize="588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76" o:spid="_x0000_s1116" style="position:absolute;left:5721;top:1817;width:588;height:830;visibility:visible;mso-wrap-style:square;v-text-anchor:top" coordsize="588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F2JcEA&#10;AADcAAAADwAAAGRycy9kb3ducmV2LnhtbERPTYvCMBC9C/6HMII3TbugSDWKKC6CIFj1PtvMtt1t&#10;JrWJWv+9EQRv83ifM1u0phI3alxpWUE8jEAQZ1aXnCs4HTeDCQjnkTVWlknBgxws5t3ODBNt73yg&#10;W+pzEULYJaig8L5OpHRZQQbd0NbEgfu1jUEfYJNL3eA9hJtKfkXRWBosOTQUWNOqoOw/vRoF7Wby&#10;p5fuZ/u932WX0fpwjtN1pVS/1y6nIDy1/iN+u7c6zI/H8HomXC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xdiXBAAAA3AAAAA8AAAAAAAAAAAAAAAAAmAIAAGRycy9kb3du&#10;cmV2LnhtbFBLBQYAAAAABAAEAPUAAACGAwAAAAA=&#10;" path="m,830r588,l588,,,,,830xe" filled="f" strokeweight=".5pt">
                    <v:path arrowok="t" o:connecttype="custom" o:connectlocs="0,2647;588,2647;588,1817;0,1817;0,2647" o:connectangles="0,0,0,0,0"/>
                  </v:shape>
                </v:group>
                <v:group id="Group 73" o:spid="_x0000_s1117" style="position:absolute;left:5721;top:1817;width:588;height:830" coordorigin="5721,1817" coordsize="588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74" o:spid="_x0000_s1118" style="position:absolute;left:5721;top:1817;width:588;height:830;visibility:visible;mso-wrap-style:square;v-text-anchor:top" coordsize="588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dwcMA&#10;AADcAAAADwAAAGRycy9kb3ducmV2LnhtbESPTWvCQBCG7wX/wzKCt7pRS5HoKiJIFU9GL97G7JhE&#10;s7MhuzXpv+8cCr3NMO/HM8t172r1ojZUng1Mxgko4tzbigsDl/PufQ4qRGSLtWcy8EMB1qvB2xJT&#10;6zs+0SuLhZIQDikaKGNsUq1DXpLDMPYNsdzuvnUYZW0LbVvsJNzVepokn9phxdJQYkPbkvJn9u2k&#10;BB+nw/Hj+pWFGelzdzlOd83NmNGw3yxARerjv/jPvbeCPxFaeUYm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dwcMAAADcAAAADwAAAAAAAAAAAAAAAACYAgAAZHJzL2Rv&#10;d25yZXYueG1sUEsFBgAAAAAEAAQA9QAAAIgDAAAAAA==&#10;" path="m,830r588,l588,,,,,830xe" stroked="f">
                    <v:path arrowok="t" o:connecttype="custom" o:connectlocs="0,2647;588,2647;588,1817;0,1817;0,2647" o:connectangles="0,0,0,0,0"/>
                  </v:shape>
                </v:group>
                <v:group id="Group 71" o:spid="_x0000_s1119" style="position:absolute;left:6309;top:1817;width:2211;height:294" coordorigin="6309,1817" coordsize="2211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72" o:spid="_x0000_s1120" style="position:absolute;left:6309;top:1817;width:2211;height:294;visibility:visible;mso-wrap-style:square;v-text-anchor:top" coordsize="221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SOCsIA&#10;AADcAAAADwAAAGRycy9kb3ducmV2LnhtbESPwW7CMAyG75P2DpEncUGQ0E7T1BEQIE1wha13qzFt&#10;tcapmgzK2+MDEjdb/v3583I9+k5daIhtYAuLuQFFXAXXcm3h9+d79gkqJmSHXWCycKMI69XryxIL&#10;F658pMsp1UogHAu00KTUF1rHqiGPcR56Ypmdw+AxSTvU2g14FbjvdGbMh/bYslxosKddQ9Xf6d8L&#10;Jc92h+mizM1t+17m+XRvRMHaydu4+QKVaEzP8GP74EQ/E315Rir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tI4KwgAAANwAAAAPAAAAAAAAAAAAAAAAAJgCAABkcnMvZG93&#10;bnJldi54bWxQSwUGAAAAAAQABAD1AAAAhwMAAAAA&#10;" path="m,293r2211,l2211,,,,,293xe" stroked="f">
                    <v:path arrowok="t" o:connecttype="custom" o:connectlocs="0,2110;2211,2110;2211,1817;0,1817;0,2110" o:connectangles="0,0,0,0,0"/>
                  </v:shape>
                </v:group>
                <v:group id="Group 69" o:spid="_x0000_s1121" style="position:absolute;left:6309;top:2110;width:2218;height:511" coordorigin="6309,2110" coordsize="2218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70" o:spid="_x0000_s1122" style="position:absolute;left:6309;top:2110;width:2218;height:511;visibility:visible;mso-wrap-style:square;v-text-anchor:top" coordsize="2218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cf8QA&#10;AADcAAAADwAAAGRycy9kb3ducmV2LnhtbERPTWsCMRC9C/6HMAUvpWZdqLRbo7QrYqGX1ir0ON2M&#10;u8HNZEmirv++EQre5vE+Z7bobStO5INxrGAyzkAQV04brhVsv1cPTyBCRNbYOiYFFwqwmA8HMyy0&#10;O/MXnTaxFimEQ4EKmhi7QspQNWQxjF1HnLi98xZjgr6W2uM5hdtW5lk2lRYNp4YGOyobqg6bo1Xg&#10;l7vnn/u29O7xc+3K/cV8vP0apUZ3/esLiEh9vIn/3e86zc9zuD6TL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XH/EAAAA3AAAAA8AAAAAAAAAAAAAAAAAmAIAAGRycy9k&#10;b3ducmV2LnhtbFBLBQYAAAAABAAEAPUAAACJAwAAAAA=&#10;" path="m,511r2217,l2217,,,,,511xe" filled="f" strokeweight=".5pt">
                    <v:path arrowok="t" o:connecttype="custom" o:connectlocs="0,2621;2217,2621;2217,2110;0,2110;0,2621" o:connectangles="0,0,0,0,0"/>
                  </v:shape>
                </v:group>
                <v:group id="Group 67" o:spid="_x0000_s1123" style="position:absolute;left:8526;top:1817;width:964;height:830" coordorigin="8526,1817" coordsize="964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68" o:spid="_x0000_s1124" style="position:absolute;left:8526;top:1817;width:964;height:830;visibility:visible;mso-wrap-style:square;v-text-anchor:top" coordsize="964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54asIA&#10;AADcAAAADwAAAGRycy9kb3ducmV2LnhtbERPTWvCQBC9F/oflin0VjcGrSW6igiFpgeh0Utvw+6Y&#10;DWZnQ3aN6b/vCoK3ebzPWW1G14qB+tB4VjCdZCCItTcN1wqOh8+3DxAhIhtsPZOCPwqwWT8/rbAw&#10;/so/NFSxFimEQ4EKbIxdIWXQlhyGie+IE3fyvcOYYF9L0+M1hbtW5ln2Lh02nBosdrSzpM/VxSkw&#10;5nvezattvl+Uv7NyKEetc6vU68u4XYKINMaH+O7+Mml+PoPbM+kC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7nhqwgAAANwAAAAPAAAAAAAAAAAAAAAAAJgCAABkcnMvZG93&#10;bnJldi54bWxQSwUGAAAAAAQABAD1AAAAhwMAAAAA&#10;" path="m,830r964,l964,,,,,830xe" filled="f" strokeweight=".5pt">
                    <v:path arrowok="t" o:connecttype="custom" o:connectlocs="0,2647;964,2647;964,1817;0,1817;0,2647" o:connectangles="0,0,0,0,0"/>
                  </v:shape>
                </v:group>
                <v:group id="Group 65" o:spid="_x0000_s1125" style="position:absolute;left:9490;top:1817;width:964;height:830" coordorigin="9490,1817" coordsize="964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66" o:spid="_x0000_s1126" style="position:absolute;left:9490;top:1817;width:964;height:830;visibility:visible;mso-wrap-style:square;v-text-anchor:top" coordsize="964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DhsMA&#10;AADcAAAADwAAAGRycy9kb3ducmV2LnhtbERPTWvCQBC9C/0PyxR6M5uGqiV1FREKjYeC0Utvw+40&#10;G5qdDdk1pv++KxS8zeN9zno7uU6MNITWs4LnLAdBrL1puVFwPr3PX0GEiGyw80wKfinAdvMwW2Np&#10;/JWPNNaxESmEQ4kKbIx9KWXQlhyGzPfEifv2g8OY4NBIM+A1hbtOFnm+lA5bTg0We9pb0j/1xSkw&#10;5rDoF/Wu+FxVXy/VWE1aF1app8dp9wYi0hTv4n/3h0nziyXcnkkX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BDhsMAAADcAAAADwAAAAAAAAAAAAAAAACYAgAAZHJzL2Rv&#10;d25yZXYueG1sUEsFBgAAAAAEAAQA9QAAAIgDAAAAAA==&#10;" path="m,830r964,l964,,,,,830xe" filled="f" strokeweight=".5pt">
                    <v:path arrowok="t" o:connecttype="custom" o:connectlocs="0,2647;964,2647;964,1817;0,1817;0,2647" o:connectangles="0,0,0,0,0"/>
                  </v:shape>
                </v:group>
                <v:group id="Group 63" o:spid="_x0000_s1127" style="position:absolute;left:10482;top:1845;width:1045;height:294" coordorigin="10482,1845" coordsize="1045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64" o:spid="_x0000_s1128" style="position:absolute;left:10482;top:1845;width:1045;height:294;visibility:visible;mso-wrap-style:square;v-text-anchor:top" coordsize="1045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wxuMQA&#10;AADcAAAADwAAAGRycy9kb3ducmV2LnhtbESPQW/CMAyF75P4D5GRuI0UJDbUEdAEAnHYZYA4m8Zr&#10;qzVOlQRo/z0+IHGz9Z7f+7xYda5RNwqx9mxgMs5AERfe1lwaOB2373NQMSFbbDyTgZ4irJaDtwXm&#10;1t/5l26HVCoJ4ZijgSqlNtc6FhU5jGPfEov254PDJGsotQ14l3DX6GmWfWiHNUtDhS2tKyr+D1dn&#10;4Dw5X2Zh0xXlvv35PDWbfpeuvTGjYff9BSpRl17m5/XeCv5UaOUZmU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MMbjEAAAA3AAAAA8AAAAAAAAAAAAAAAAAmAIAAGRycy9k&#10;b3ducmV2LnhtbFBLBQYAAAAABAAEAPUAAACJAwAAAAA=&#10;" path="m,294r1044,l1044,,,,,294xe" stroked="f">
                    <v:path arrowok="t" o:connecttype="custom" o:connectlocs="0,2139;1044,2139;1044,1845;0,1845;0,2139" o:connectangles="0,0,0,0,0"/>
                  </v:shape>
                </v:group>
                <v:group id="Group 61" o:spid="_x0000_s1129" style="position:absolute;left:11498;top:1817;width:1212;height:830" coordorigin="11498,1817" coordsize="1212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62" o:spid="_x0000_s1130" style="position:absolute;left:11498;top:1817;width:1212;height:830;visibility:visible;mso-wrap-style:square;v-text-anchor:top" coordsize="1212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AFDsQA&#10;AADcAAAADwAAAGRycy9kb3ducmV2LnhtbESPQWsCQQyF74X+hyEFb3W2KtVuHUUEQW9WC9Vb2El3&#10;F3cyy8yo6783B8Fbwnt578t03rlGXSjE2rOBj34GirjwtubSwO9+9T4BFROyxcYzGbhRhPns9WWK&#10;ufVX/qHLLpVKQjjmaKBKqc21jkVFDmPft8Si/fvgMMkaSm0DXiXcNXqQZZ/aYc3SUGFLy4qK0+7s&#10;DByP9XZ9CuHLF+fxYTP6KzejsDCm99YtvkEl6tLT/LheW8EfCr48IxPo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wBQ7EAAAA3AAAAA8AAAAAAAAAAAAAAAAAmAIAAGRycy9k&#10;b3ducmV2LnhtbFBLBQYAAAAABAAEAPUAAACJAwAAAAA=&#10;" path="m,830r1212,l1212,,,,,830xe" filled="f" strokeweight=".5pt">
                    <v:path arrowok="t" o:connecttype="custom" o:connectlocs="0,2647;1212,2647;1212,1817;0,1817;0,2647" o:connectangles="0,0,0,0,0"/>
                  </v:shape>
                </v:group>
                <v:group id="Group 59" o:spid="_x0000_s1131" style="position:absolute;left:11503;top:1822;width:1202;height:820" coordorigin="11503,1822" coordsize="1202,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60" o:spid="_x0000_s1132" style="position:absolute;left:11503;top:1822;width:1202;height:820;visibility:visible;mso-wrap-style:square;v-text-anchor:top" coordsize="1202,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pRK8IA&#10;AADcAAAADwAAAGRycy9kb3ducmV2LnhtbERPS2sCMRC+F/ofwgi9aVZbqqxGsYVieyg+L96GzXSz&#10;dDNZNqOu/94UhN7m43vObNH5Wp2pjVVgA8NBBoq4CLbi0sBh/9GfgIqCbLEOTAauFGExf3yYYW7D&#10;hbd03kmpUgjHHA04kSbXOhaOPMZBaIgT9xNaj5JgW2rb4iWF+1qPsuxVe6w4NThs6N1R8bs7eQPf&#10;J2nCkmv38mZlszquJ+OvVTTmqdctp6CEOvkX392fNs1/HsHfM+kCP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6lErwgAAANwAAAAPAAAAAAAAAAAAAAAAAJgCAABkcnMvZG93&#10;bnJldi54bWxQSwUGAAAAAAQABAD1AAAAhwMAAAAA&#10;" path="m,820r1202,l1202,,,,,820xe" filled="f" strokecolor="white" strokeweight=".5pt">
                    <v:path arrowok="t" o:connecttype="custom" o:connectlocs="0,2642;1202,2642;1202,1822;0,1822;0,2642" o:connectangles="0,0,0,0,0"/>
                  </v:shape>
                </v:group>
                <v:group id="Group 44" o:spid="_x0000_s1133" style="position:absolute;left:12710;top:1817;width:3151;height:830" coordorigin="12710,1817" coordsize="3151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58" o:spid="_x0000_s1134" style="position:absolute;left:12710;top:1817;width:3151;height:830;visibility:visible;mso-wrap-style:square;v-text-anchor:top" coordsize="3151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4eZ8EA&#10;AADcAAAADwAAAGRycy9kb3ducmV2LnhtbERP3WrCMBS+H/gO4Qi7W1OdjFEbRQTH8MYt8wEOzbEt&#10;Niexydr69stgsLvz8f2ecjvZTgzUh9axgkWWgyCunGm5VnD+Ojy9gggR2WDnmBTcKcB2M3sosTBu&#10;5E8adKxFCuFQoIImRl9IGaqGLIbMeeLEXVxvMSbY19L0OKZw28llnr9Iiy2nhgY97RuqrvrbKjjp&#10;t7HzfNvfPUc9HE/247haKvU4n3ZrEJGm+C/+c7+bNP95Bb/Pp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OHmfBAAAA3AAAAA8AAAAAAAAAAAAAAAAAmAIAAGRycy9kb3du&#10;cmV2LnhtbFBLBQYAAAAABAAEAPUAAACGAwAAAAA=&#10;" path="m,830r3151,l3151,,,,,830xe" filled="f" strokeweight=".5pt">
                    <v:path arrowok="t" o:connecttype="custom" o:connectlocs="0,2647;3151,2647;3151,1817;0,1817;0,2647" o:connectangles="0,0,0,0,0"/>
                  </v:shape>
                  <v:shape id="Text Box 57" o:spid="_x0000_s1135" type="#_x0000_t202" style="position:absolute;left:437;top:1889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PF2sQA&#10;AADcAAAADwAAAGRycy9kb3ducmV2LnhtbERPTWvCQBC9F/oflin01myqKBJdpQQLQi822uJxkh2T&#10;tNnZJLvV9N+7guBtHu9zFqvBNOJEvastK3iNYhDEhdU1lwr2u/eXGQjnkTU2lknBPzlYLR8fFpho&#10;e+ZPOmW+FCGEXYIKKu/bREpXVGTQRbYlDtzR9gZ9gH0pdY/nEG4aOYrjqTRYc2iosKW0ouI3+zMK&#10;tnnTrcdfP1132KRpnu0/jt9prtTz0/A2B+Fp8Hfxzb3RYf54AtdnwgV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TxdrEAAAA3AAAAA8AAAAAAAAAAAAAAAAAmAIAAGRycy9k&#10;b3ducmV2LnhtbFBLBQYAAAAABAAEAPUAAACJAwAAAAA=&#10;" fillcolor="#d3d0c7" stroked="f">
                    <v:textbox inset="0,0,0,0">
                      <w:txbxContent>
                        <w:p w:rsidR="00390C5B" w:rsidRDefault="0055151E">
                          <w:pPr>
                            <w:spacing w:before="12"/>
                            <w:ind w:left="42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▲</w:t>
                          </w:r>
                        </w:p>
                      </w:txbxContent>
                    </v:textbox>
                  </v:shape>
                  <v:shape id="Text Box 56" o:spid="_x0000_s1136" type="#_x0000_t202" style="position:absolute;left:437;top:2249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FbrcMA&#10;AADcAAAADwAAAGRycy9kb3ducmV2LnhtbERPTWvCQBC9F/wPywje6kYFKdFVJLQgeGlTFY+T7JhE&#10;s7NJdtX033cLBW/zeJ+zXPemFnfqXGVZwWQcgSDOra64ULD//nh9A+E8ssbaMin4IQfr1eBlibG2&#10;D/6ie+oLEULYxaig9L6JpXR5SQbd2DbEgTvbzqAPsCuk7vARwk0tp1E0lwYrDg0lNpSUlF/Tm1Hw&#10;mdXt++xwadvTNkmydL87H5NMqdGw3yxAeOr9U/zv3uowfzaHv2fCB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FbrcMAAADcAAAADwAAAAAAAAAAAAAAAACYAgAAZHJzL2Rv&#10;d25yZXYueG1sUEsFBgAAAAAEAAQA9QAAAIgDAAAAAA==&#10;" fillcolor="#d3d0c7" stroked="f">
                    <v:textbox inset="0,0,0,0">
                      <w:txbxContent>
                        <w:p w:rsidR="00390C5B" w:rsidRDefault="0055151E">
                          <w:pPr>
                            <w:spacing w:before="12"/>
                            <w:ind w:left="42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▼</w:t>
                          </w:r>
                        </w:p>
                      </w:txbxContent>
                    </v:textbox>
                  </v:shape>
                  <v:shape id="Text Box 55" o:spid="_x0000_s1137" type="#_x0000_t202" style="position:absolute;left:5;top:5;width:753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DJs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sDJsMAAADcAAAADwAAAAAAAAAAAAAAAACYAgAAZHJzL2Rv&#10;d25yZXYueG1sUEsFBgAAAAAEAAQA9QAAAIgDAAAAAA==&#10;" filled="f" stroked="f">
                    <v:textbox inset="0,0,0,0">
                      <w:txbxContent>
                        <w:p w:rsidR="00390C5B" w:rsidRDefault="00390C5B">
                          <w:pPr>
                            <w:spacing w:before="5"/>
                            <w:rPr>
                              <w:rFonts w:ascii="Arial" w:eastAsia="Arial" w:hAnsi="Arial" w:cs="Arial"/>
                              <w:i/>
                              <w:sz w:val="18"/>
                              <w:szCs w:val="18"/>
                            </w:rPr>
                          </w:pPr>
                        </w:p>
                        <w:p w:rsidR="00390C5B" w:rsidRPr="006559E2" w:rsidRDefault="0055151E">
                          <w:pPr>
                            <w:spacing w:line="250" w:lineRule="auto"/>
                            <w:ind w:left="64" w:right="55" w:hanging="8"/>
                            <w:jc w:val="both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Ajouter</w:t>
                          </w:r>
                          <w:r w:rsidRPr="006559E2">
                            <w:rPr>
                              <w:rFonts w:ascii="Arial"/>
                              <w:spacing w:val="-1"/>
                              <w:sz w:val="14"/>
                              <w:lang w:val="fr-FR"/>
                            </w:rPr>
                            <w:t xml:space="preserve"> ou</w:t>
                          </w:r>
                          <w:r w:rsidRPr="006559E2">
                            <w:rPr>
                              <w:rFonts w:ascii="Arial"/>
                              <w:spacing w:val="19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supprimer ("+"</w:t>
                          </w:r>
                          <w:r w:rsidRPr="006559E2">
                            <w:rPr>
                              <w:rFonts w:ascii="Arial"/>
                              <w:spacing w:val="-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;</w:t>
                          </w:r>
                          <w:r w:rsidRPr="006559E2">
                            <w:rPr>
                              <w:rFonts w:ascii="Arial"/>
                              <w:spacing w:val="-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"-")</w:t>
                          </w:r>
                        </w:p>
                        <w:p w:rsidR="00390C5B" w:rsidRPr="006559E2" w:rsidRDefault="0055151E">
                          <w:pPr>
                            <w:spacing w:line="250" w:lineRule="auto"/>
                            <w:ind w:left="33" w:right="31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une</w:t>
                          </w:r>
                          <w:r w:rsidRPr="006559E2">
                            <w:rPr>
                              <w:rFonts w:ascii="Arial" w:hAnsi="Arial"/>
                              <w:spacing w:val="19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expérience</w:t>
                          </w:r>
                        </w:p>
                        <w:p w:rsidR="00390C5B" w:rsidRPr="006559E2" w:rsidRDefault="0055151E">
                          <w:pPr>
                            <w:spacing w:line="247" w:lineRule="auto"/>
                            <w:ind w:left="57" w:right="55"/>
                            <w:jc w:val="center"/>
                            <w:rPr>
                              <w:rFonts w:ascii="Symbol" w:eastAsia="Symbol" w:hAnsi="Symbol" w:cs="Symbol"/>
                              <w:sz w:val="17"/>
                              <w:szCs w:val="17"/>
                              <w:lang w:val="fr-FR"/>
                            </w:rPr>
                          </w:pPr>
                          <w:r w:rsidRPr="006559E2"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  <w:t>,</w:t>
                          </w:r>
                          <w:r w:rsidRPr="006559E2">
                            <w:rPr>
                              <w:rFonts w:ascii="Arial" w:eastAsia="Arial" w:hAnsi="Arial" w:cs="Arial"/>
                              <w:spacing w:val="-1"/>
                              <w:sz w:val="14"/>
                              <w:szCs w:val="14"/>
                              <w:lang w:val="fr-FR"/>
                            </w:rPr>
                            <w:t xml:space="preserve"> ordonner</w:t>
                          </w:r>
                          <w:r w:rsidRPr="006559E2">
                            <w:rPr>
                              <w:rFonts w:ascii="Arial" w:eastAsia="Arial" w:hAnsi="Arial" w:cs="Arial"/>
                              <w:spacing w:val="20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eastAsia="Arial" w:hAnsi="Arial" w:cs="Arial"/>
                              <w:spacing w:val="-1"/>
                              <w:sz w:val="14"/>
                              <w:szCs w:val="14"/>
                              <w:lang w:val="fr-FR"/>
                            </w:rPr>
                            <w:t>par</w:t>
                          </w:r>
                          <w:r w:rsidRPr="006559E2"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eastAsia="Arial" w:hAnsi="Arial" w:cs="Arial"/>
                              <w:spacing w:val="-1"/>
                              <w:sz w:val="14"/>
                              <w:szCs w:val="14"/>
                              <w:lang w:val="fr-FR"/>
                            </w:rPr>
                            <w:t>date</w:t>
                          </w:r>
                          <w:r w:rsidRPr="006559E2">
                            <w:rPr>
                              <w:rFonts w:ascii="Arial" w:eastAsia="Arial" w:hAnsi="Arial" w:cs="Arial"/>
                              <w:spacing w:val="21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eastAsia="Arial" w:hAnsi="Arial" w:cs="Arial"/>
                              <w:spacing w:val="-1"/>
                              <w:w w:val="95"/>
                              <w:sz w:val="14"/>
                              <w:szCs w:val="14"/>
                              <w:lang w:val="fr-FR"/>
                            </w:rPr>
                            <w:t>(</w:t>
                          </w:r>
                          <w:r w:rsidRPr="006559E2">
                            <w:rPr>
                              <w:rFonts w:ascii="Times New Roman" w:eastAsia="Times New Roman" w:hAnsi="Times New Roman" w:cs="Times New Roman"/>
                              <w:spacing w:val="-2"/>
                              <w:w w:val="95"/>
                              <w:sz w:val="17"/>
                              <w:szCs w:val="17"/>
                              <w:lang w:val="fr-FR"/>
                            </w:rPr>
                            <w:t>▲</w:t>
                          </w:r>
                          <w:r w:rsidRPr="006559E2">
                            <w:rPr>
                              <w:rFonts w:ascii="Times New Roman" w:eastAsia="Times New Roman" w:hAnsi="Times New Roman" w:cs="Times New Roman"/>
                              <w:spacing w:val="-14"/>
                              <w:w w:val="95"/>
                              <w:sz w:val="17"/>
                              <w:szCs w:val="17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rFonts w:ascii="Symbol" w:eastAsia="Symbol" w:hAnsi="Symbol" w:cs="Symbol"/>
                              <w:w w:val="95"/>
                              <w:sz w:val="17"/>
                              <w:szCs w:val="17"/>
                            </w:rPr>
                            <w:t></w:t>
                          </w:r>
                          <w:r>
                            <w:rPr>
                              <w:rFonts w:ascii="Symbol" w:eastAsia="Symbol" w:hAnsi="Symbol" w:cs="Symbol"/>
                              <w:spacing w:val="-13"/>
                              <w:w w:val="95"/>
                              <w:sz w:val="17"/>
                              <w:szCs w:val="17"/>
                            </w:rPr>
                            <w:t></w:t>
                          </w:r>
                          <w:r w:rsidRPr="006559E2">
                            <w:rPr>
                              <w:rFonts w:ascii="Times New Roman" w:eastAsia="Times New Roman" w:hAnsi="Times New Roman" w:cs="Times New Roman"/>
                              <w:w w:val="95"/>
                              <w:sz w:val="17"/>
                              <w:szCs w:val="17"/>
                              <w:lang w:val="fr-FR"/>
                            </w:rPr>
                            <w:t>▼</w:t>
                          </w:r>
                          <w:r>
                            <w:rPr>
                              <w:rFonts w:ascii="Symbol" w:eastAsia="Symbol" w:hAnsi="Symbol" w:cs="Symbol"/>
                              <w:w w:val="95"/>
                              <w:sz w:val="17"/>
                              <w:szCs w:val="17"/>
                            </w:rPr>
                            <w:t></w:t>
                          </w:r>
                        </w:p>
                      </w:txbxContent>
                    </v:textbox>
                  </v:shape>
                  <v:shape id="Text Box 54" o:spid="_x0000_s1138" type="#_x0000_t202" style="position:absolute;left:757;top:5;width:684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XVM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JdUxQAAANwAAAAPAAAAAAAAAAAAAAAAAJgCAABkcnMv&#10;ZG93bnJldi54bWxQSwUGAAAAAAQABAD1AAAAigMAAAAA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1</w:t>
                          </w:r>
                        </w:p>
                        <w:p w:rsidR="00390C5B" w:rsidRPr="006559E2" w:rsidRDefault="0055151E">
                          <w:pPr>
                            <w:spacing w:before="7" w:line="250" w:lineRule="auto"/>
                            <w:ind w:left="61" w:right="59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>Statut</w:t>
                          </w:r>
                          <w:r w:rsidRPr="006559E2">
                            <w:rPr>
                              <w:rFonts w:ascii="Arial" w:hAnsi="Arial"/>
                              <w:spacing w:val="-4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au</w:t>
                          </w:r>
                          <w:r w:rsidRPr="006559E2">
                            <w:rPr>
                              <w:rFonts w:ascii="Arial" w:hAnsi="Arial"/>
                              <w:spacing w:val="19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moment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où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vous</w:t>
                          </w:r>
                          <w:r w:rsidRPr="006559E2">
                            <w:rPr>
                              <w:rFonts w:ascii="Arial" w:hAnsi="Arial"/>
                              <w:spacing w:val="2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avez</w:t>
                          </w:r>
                          <w:r w:rsidRPr="006559E2">
                            <w:rPr>
                              <w:rFonts w:ascii="Arial" w:hAnsi="Arial"/>
                              <w:spacing w:val="19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exercez</w:t>
                          </w:r>
                          <w:r w:rsidRPr="006559E2">
                            <w:rPr>
                              <w:rFonts w:ascii="Arial" w:hAnsi="Arial"/>
                              <w:spacing w:val="20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la/les</w:t>
                          </w:r>
                          <w:r w:rsidRPr="006559E2">
                            <w:rPr>
                              <w:rFonts w:ascii="Arial" w:hAnsi="Arial"/>
                              <w:spacing w:val="20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activité/s</w:t>
                          </w:r>
                        </w:p>
                        <w:p w:rsidR="00390C5B" w:rsidRDefault="0055151E">
                          <w:pPr>
                            <w:spacing w:before="85"/>
                            <w:jc w:val="center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0000"/>
                              <w:sz w:val="24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53" o:spid="_x0000_s1139" type="#_x0000_t202" style="position:absolute;left:1441;top:5;width:2140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yz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iDLPwgAAANwAAAAPAAAAAAAAAAAAAAAAAJgCAABkcnMvZG93&#10;bnJldi54bWxQSwUGAAAAAAQABAD1AAAAhwMAAAAA&#10;" filled="f" stroked="f">
                    <v:textbox inset="0,0,0,0">
                      <w:txbxContent>
                        <w:p w:rsidR="00390C5B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/>
                              <w:sz w:val="14"/>
                            </w:rPr>
                            <w:t>2</w:t>
                          </w:r>
                        </w:p>
                        <w:p w:rsidR="00390C5B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Emploi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ou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 fonction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4"/>
                            </w:rPr>
                            <w:t xml:space="preserve"> occupée</w:t>
                          </w:r>
                        </w:p>
                        <w:p w:rsidR="00390C5B" w:rsidRDefault="00390C5B">
                          <w:pPr>
                            <w:spacing w:before="8"/>
                            <w:rPr>
                              <w:rFonts w:ascii="Arial" w:eastAsia="Arial" w:hAnsi="Arial" w:cs="Arial"/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390C5B" w:rsidRDefault="0055151E">
                          <w:pPr>
                            <w:jc w:val="center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0000"/>
                              <w:sz w:val="24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52" o:spid="_x0000_s1140" type="#_x0000_t202" style="position:absolute;left:3581;top:5;width:2140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ToL8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OgvxQAAANwAAAAPAAAAAAAAAAAAAAAAAJgCAABkcnMv&#10;ZG93bnJldi54bWxQSwUGAAAAAAQABAD1AAAAigMAAAAA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3</w:t>
                          </w:r>
                        </w:p>
                        <w:p w:rsidR="00390C5B" w:rsidRPr="006559E2" w:rsidRDefault="0055151E">
                          <w:pPr>
                            <w:spacing w:before="7" w:line="250" w:lineRule="auto"/>
                            <w:ind w:left="97" w:right="95" w:hanging="1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Nom et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adresse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de l'organisme</w:t>
                          </w:r>
                          <w:r w:rsidRPr="006559E2">
                            <w:rPr>
                              <w:rFonts w:ascii="Arial" w:hAnsi="Arial"/>
                              <w:spacing w:val="24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dans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lequel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les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activités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ont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été</w:t>
                          </w:r>
                          <w:r w:rsidRPr="006559E2">
                            <w:rPr>
                              <w:rFonts w:ascii="Arial" w:hAnsi="Arial"/>
                              <w:spacing w:val="25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exercées</w:t>
                          </w:r>
                        </w:p>
                        <w:p w:rsidR="00390C5B" w:rsidRPr="006559E2" w:rsidRDefault="00390C5B">
                          <w:pPr>
                            <w:spacing w:before="1"/>
                            <w:rPr>
                              <w:rFonts w:ascii="Arial" w:eastAsia="Arial" w:hAnsi="Arial" w:cs="Arial"/>
                              <w:i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:rsidR="00390C5B" w:rsidRDefault="0055151E">
                          <w:pPr>
                            <w:jc w:val="center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0000"/>
                              <w:sz w:val="24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51" o:spid="_x0000_s1141" type="#_x0000_t202" style="position:absolute;left:5721;top:5;width:588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hNtMMA&#10;AADcAAAADwAAAGRycy9kb3ducmV2LnhtbERPTWvCQBC9F/oflil4azaK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hNtMMAAADcAAAADwAAAAAAAAAAAAAAAACYAgAAZHJzL2Rv&#10;d25yZXYueG1sUEsFBgAAAAAEAAQA9QAAAIgDAAAAAA==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4</w:t>
                          </w:r>
                        </w:p>
                        <w:p w:rsidR="00390C5B" w:rsidRPr="006559E2" w:rsidRDefault="0055151E">
                          <w:pPr>
                            <w:spacing w:before="7" w:line="250" w:lineRule="auto"/>
                            <w:ind w:left="29" w:right="2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Famille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professi</w:t>
                          </w:r>
                          <w:r w:rsidRPr="006559E2">
                            <w:rPr>
                              <w:rFonts w:ascii="Arial" w:hAnsi="Arial"/>
                              <w:spacing w:val="20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onnelle</w:t>
                          </w:r>
                          <w:r w:rsidRPr="006559E2">
                            <w:rPr>
                              <w:rFonts w:ascii="Arial" w:hAnsi="Arial"/>
                              <w:spacing w:val="20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pacing w:val="19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l'emploi</w:t>
                          </w:r>
                          <w:r w:rsidRPr="006559E2">
                            <w:rPr>
                              <w:rFonts w:ascii="Arial" w:hAnsi="Arial"/>
                              <w:spacing w:val="20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ou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 w:hAnsi="Arial"/>
                              <w:spacing w:val="2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fonction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occupée</w:t>
                          </w:r>
                        </w:p>
                        <w:p w:rsidR="00390C5B" w:rsidRDefault="0055151E">
                          <w:pPr>
                            <w:spacing w:line="261" w:lineRule="exact"/>
                            <w:jc w:val="center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0000"/>
                              <w:sz w:val="24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50" o:spid="_x0000_s1142" type="#_x0000_t202" style="position:absolute;left:6309;top:5;width:2218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Tw8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rTw8MAAADcAAAADwAAAAAAAAAAAAAAAACYAgAAZHJzL2Rv&#10;d25yZXYueG1sUEsFBgAAAAAEAAQA9QAAAIgDAAAAAA==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5</w:t>
                          </w:r>
                        </w:p>
                        <w:p w:rsidR="00390C5B" w:rsidRPr="006559E2" w:rsidRDefault="0055151E">
                          <w:pPr>
                            <w:spacing w:before="7" w:line="250" w:lineRule="auto"/>
                            <w:ind w:left="338" w:right="336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pacing w:val="-1"/>
                              <w:sz w:val="14"/>
                              <w:lang w:val="fr-FR"/>
                            </w:rPr>
                            <w:t>Certification et</w:t>
                          </w: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spacing w:val="-1"/>
                              <w:sz w:val="14"/>
                              <w:lang w:val="fr-FR"/>
                            </w:rPr>
                            <w:t>niveau de</w:t>
                          </w:r>
                          <w:r w:rsidRPr="006559E2">
                            <w:rPr>
                              <w:rFonts w:ascii="Arial"/>
                              <w:spacing w:val="2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formation</w:t>
                          </w:r>
                          <w:r w:rsidRPr="006559E2">
                            <w:rPr>
                              <w:rFonts w:ascii="Arial"/>
                              <w:spacing w:val="-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suivie</w:t>
                          </w:r>
                        </w:p>
                        <w:p w:rsidR="00390C5B" w:rsidRPr="006559E2" w:rsidRDefault="0055151E">
                          <w:pPr>
                            <w:spacing w:before="3" w:line="250" w:lineRule="auto"/>
                            <w:ind w:left="64" w:right="62" w:hanging="1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>(uniquement</w:t>
                          </w:r>
                          <w:r w:rsidRPr="006559E2">
                            <w:rPr>
                              <w:rFonts w:ascii="Arial"/>
                              <w:i/>
                              <w:spacing w:val="-2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pour les 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>statuts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 pour</w:t>
                          </w:r>
                          <w:r w:rsidRPr="006559E2">
                            <w:rPr>
                              <w:rFonts w:ascii="Arial"/>
                              <w:i/>
                              <w:spacing w:val="22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lesquels 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>vous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 avez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>inscrit un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 xml:space="preserve"> code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 8,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>9,</w:t>
                          </w:r>
                          <w:r w:rsidRPr="006559E2">
                            <w:rPr>
                              <w:rFonts w:ascii="Arial"/>
                              <w:i/>
                              <w:spacing w:val="25"/>
                              <w:w w:val="99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>13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>ou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>14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>dans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/>
                              <w:i/>
                              <w:sz w:val="12"/>
                              <w:lang w:val="fr-FR"/>
                            </w:rPr>
                            <w:t xml:space="preserve"> colonne</w:t>
                          </w:r>
                          <w:r w:rsidRPr="006559E2">
                            <w:rPr>
                              <w:rFonts w:asci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 1)</w:t>
                          </w:r>
                        </w:p>
                        <w:p w:rsidR="00390C5B" w:rsidRPr="006559E2" w:rsidRDefault="00390C5B">
                          <w:pPr>
                            <w:spacing w:before="9"/>
                            <w:rPr>
                              <w:rFonts w:ascii="Arial" w:eastAsia="Arial" w:hAnsi="Arial" w:cs="Arial"/>
                              <w:i/>
                              <w:sz w:val="15"/>
                              <w:szCs w:val="15"/>
                              <w:lang w:val="fr-FR"/>
                            </w:rPr>
                          </w:pPr>
                        </w:p>
                        <w:p w:rsidR="00390C5B" w:rsidRDefault="0055151E">
                          <w:pPr>
                            <w:jc w:val="center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i/>
                              <w:color w:val="FF0000"/>
                              <w:sz w:val="24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49" o:spid="_x0000_s1143" type="#_x0000_t202" style="position:absolute;left:8526;top:5;width:1928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2WM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Z2WMMAAADcAAAADwAAAAAAAAAAAAAAAACYAgAAZHJzL2Rv&#10;d25yZXYueG1sUEsFBgAAAAAEAAQA9QAAAIgDAAAAAA==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6</w:t>
                          </w:r>
                        </w:p>
                        <w:p w:rsidR="00390C5B" w:rsidRPr="006559E2" w:rsidRDefault="0055151E">
                          <w:pPr>
                            <w:spacing w:before="7" w:line="250" w:lineRule="auto"/>
                            <w:ind w:left="222" w:right="221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>Périodes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 xml:space="preserve"> d'exercice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des</w:t>
                          </w:r>
                          <w:r w:rsidRPr="006559E2">
                            <w:rPr>
                              <w:rFonts w:ascii="Arial" w:hAnsi="Arial"/>
                              <w:spacing w:val="2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activités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pour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chaque</w:t>
                          </w:r>
                          <w:r w:rsidRPr="006559E2">
                            <w:rPr>
                              <w:rFonts w:ascii="Arial" w:hAnsi="Arial"/>
                              <w:spacing w:val="2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expérience</w:t>
                          </w:r>
                        </w:p>
                        <w:p w:rsidR="00390C5B" w:rsidRPr="006559E2" w:rsidRDefault="0055151E">
                          <w:pPr>
                            <w:spacing w:before="3" w:line="250" w:lineRule="auto"/>
                            <w:ind w:left="66" w:right="64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>(selon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le 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>statut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>renseigné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>colonne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21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1)</w:t>
                          </w:r>
                        </w:p>
                        <w:p w:rsidR="00390C5B" w:rsidRPr="006559E2" w:rsidRDefault="0055151E">
                          <w:pPr>
                            <w:spacing w:line="259" w:lineRule="exact"/>
                            <w:jc w:val="center"/>
                            <w:rPr>
                              <w:rFonts w:ascii="Arial" w:eastAsia="Arial" w:hAnsi="Arial" w:cs="Arial"/>
                              <w:sz w:val="24"/>
                              <w:szCs w:val="2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b/>
                              <w:i/>
                              <w:color w:val="FF0000"/>
                              <w:sz w:val="24"/>
                              <w:lang w:val="fr-FR"/>
                            </w:rPr>
                            <w:t>*</w:t>
                          </w:r>
                        </w:p>
                        <w:p w:rsidR="00390C5B" w:rsidRPr="006559E2" w:rsidRDefault="00390C5B">
                          <w:pPr>
                            <w:spacing w:before="4"/>
                            <w:rPr>
                              <w:rFonts w:ascii="Arial" w:eastAsia="Arial" w:hAnsi="Arial" w:cs="Arial"/>
                              <w:i/>
                              <w:sz w:val="27"/>
                              <w:szCs w:val="27"/>
                              <w:lang w:val="fr-FR"/>
                            </w:rPr>
                          </w:pPr>
                        </w:p>
                        <w:p w:rsidR="00390C5B" w:rsidRPr="006559E2" w:rsidRDefault="0055151E">
                          <w:pPr>
                            <w:ind w:right="149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b/>
                              <w:spacing w:val="-1"/>
                              <w:sz w:val="14"/>
                              <w:lang w:val="fr-FR"/>
                            </w:rPr>
                            <w:t>Date</w:t>
                          </w:r>
                          <w:r w:rsidRPr="006559E2"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sz w:val="14"/>
                              <w:lang w:val="fr-FR"/>
                            </w:rPr>
                            <w:t>début</w:t>
                          </w:r>
                          <w:r w:rsidRPr="006559E2">
                            <w:rPr>
                              <w:rFonts w:ascii="Arial" w:hAnsi="Arial"/>
                              <w:b/>
                              <w:spacing w:val="35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spacing w:val="-1"/>
                              <w:sz w:val="14"/>
                              <w:lang w:val="fr-FR"/>
                            </w:rPr>
                            <w:t>Date</w:t>
                          </w:r>
                          <w:r w:rsidRPr="006559E2"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b/>
                              <w:spacing w:val="-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b/>
                              <w:sz w:val="14"/>
                              <w:lang w:val="fr-FR"/>
                            </w:rPr>
                            <w:t>fin</w:t>
                          </w:r>
                        </w:p>
                      </w:txbxContent>
                    </v:textbox>
                  </v:shape>
                  <v:shape id="Text Box 48" o:spid="_x0000_s1144" type="#_x0000_t202" style="position:absolute;left:10454;top:5;width:1045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uLMIA&#10;AADcAAAADwAAAGRycy9kb3ducmV2LnhtbERPTYvCMBC9C/sfwix403RF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+4swgAAANwAAAAPAAAAAAAAAAAAAAAAAJgCAABkcnMvZG93&#10;bnJldi54bWxQSwUGAAAAAAQABAD1AAAAhwMAAAAA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7</w:t>
                          </w:r>
                        </w:p>
                        <w:p w:rsidR="00390C5B" w:rsidRPr="006559E2" w:rsidRDefault="0055151E">
                          <w:pPr>
                            <w:spacing w:before="7" w:line="251" w:lineRule="auto"/>
                            <w:ind w:left="28" w:right="25" w:hanging="2"/>
                            <w:jc w:val="center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>Modalité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 xml:space="preserve"> de</w:t>
                          </w:r>
                          <w:r w:rsidRPr="006559E2">
                            <w:rPr>
                              <w:rFonts w:ascii="Arial" w:hAnsi="Arial"/>
                              <w:spacing w:val="19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>temps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 xml:space="preserve"> de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travail</w:t>
                          </w:r>
                          <w:r w:rsidRPr="006559E2">
                            <w:rPr>
                              <w:rFonts w:ascii="Arial" w:hAnsi="Arial"/>
                              <w:spacing w:val="2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>(uniquement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 pour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19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les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>statuts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2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pour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21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lesquels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 xml:space="preserve"> vous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22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avez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inscrit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un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22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>code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 xml:space="preserve">1 à 7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ou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11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20"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dans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 w:hAnsi="Arial"/>
                              <w:i/>
                              <w:sz w:val="12"/>
                              <w:lang w:val="fr-FR"/>
                            </w:rPr>
                            <w:t xml:space="preserve"> colonne</w:t>
                          </w:r>
                          <w:r w:rsidRPr="006559E2">
                            <w:rPr>
                              <w:rFonts w:ascii="Arial" w:hAnsi="Arial"/>
                              <w:i/>
                              <w:spacing w:val="-1"/>
                              <w:sz w:val="12"/>
                              <w:lang w:val="fr-FR"/>
                            </w:rPr>
                            <w:t xml:space="preserve"> 1)</w:t>
                          </w:r>
                        </w:p>
                        <w:p w:rsidR="00390C5B" w:rsidRDefault="0055151E">
                          <w:pPr>
                            <w:spacing w:before="41"/>
                            <w:jc w:val="center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i/>
                              <w:color w:val="FF0000"/>
                              <w:sz w:val="24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47" o:spid="_x0000_s1145" type="#_x0000_t202" style="position:absolute;left:11498;top:5;width:1212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NLt8MA&#10;AADcAAAADwAAAGRycy9kb3ducmV2LnhtbERPTWvCQBC9F/wPywi91Y2l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NLt8MAAADcAAAADwAAAAAAAAAAAAAAAACYAgAAZHJzL2Rv&#10;d25yZXYueG1sUEsFBgAAAAAEAAQA9QAAAIgDAAAAAA==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8</w:t>
                          </w:r>
                        </w:p>
                        <w:p w:rsidR="00390C5B" w:rsidRPr="006559E2" w:rsidRDefault="0055151E">
                          <w:pPr>
                            <w:spacing w:before="7" w:line="250" w:lineRule="auto"/>
                            <w:ind w:left="123" w:right="121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Durée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totale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 xml:space="preserve"> de</w:t>
                          </w:r>
                          <w:r w:rsidRPr="006559E2">
                            <w:rPr>
                              <w:rFonts w:ascii="Arial" w:hAnsi="Arial"/>
                              <w:spacing w:val="2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>chaque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 xml:space="preserve"> période</w:t>
                          </w:r>
                          <w:r w:rsidRPr="006559E2">
                            <w:rPr>
                              <w:rFonts w:ascii="Arial" w:hAnsi="Arial"/>
                              <w:spacing w:val="20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d'activité/s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en</w:t>
                          </w:r>
                          <w:r w:rsidRPr="006559E2">
                            <w:rPr>
                              <w:rFonts w:ascii="Arial" w:hAnsi="Arial"/>
                              <w:spacing w:val="2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milieu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professionnel</w:t>
                          </w:r>
                        </w:p>
                        <w:p w:rsidR="00390C5B" w:rsidRPr="006559E2" w:rsidRDefault="00390C5B">
                          <w:pPr>
                            <w:spacing w:before="1"/>
                            <w:rPr>
                              <w:rFonts w:ascii="Arial" w:eastAsia="Arial" w:hAnsi="Arial" w:cs="Arial"/>
                              <w:i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:rsidR="00390C5B" w:rsidRDefault="0055151E">
                          <w:pPr>
                            <w:jc w:val="center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0000"/>
                              <w:sz w:val="24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46" o:spid="_x0000_s1146" type="#_x0000_t202" style="position:absolute;left:12710;top:5;width:3151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Vw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dXAwgAAANwAAAAPAAAAAAAAAAAAAAAAAJgCAABkcnMvZG93&#10;bnJldi54bWxQSwUGAAAAAAQABAD1AAAAhwMAAAAA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before="7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/>
                              <w:sz w:val="14"/>
                              <w:lang w:val="fr-FR"/>
                            </w:rPr>
                            <w:t>9</w:t>
                          </w:r>
                        </w:p>
                        <w:p w:rsidR="00390C5B" w:rsidRPr="006559E2" w:rsidRDefault="0055151E">
                          <w:pPr>
                            <w:spacing w:before="7" w:line="250" w:lineRule="auto"/>
                            <w:ind w:left="606" w:right="604" w:hanging="72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>Activités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 xml:space="preserve"> exercées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en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rapport</w:t>
                          </w:r>
                          <w:r w:rsidRPr="006559E2">
                            <w:rPr>
                              <w:rFonts w:ascii="Arial" w:hAnsi="Arial"/>
                              <w:spacing w:val="2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direct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avec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 xml:space="preserve"> certification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4"/>
                              <w:lang w:val="fr-FR"/>
                            </w:rPr>
                            <w:t>visée</w:t>
                          </w:r>
                        </w:p>
                        <w:p w:rsidR="00390C5B" w:rsidRPr="006559E2" w:rsidRDefault="00390C5B">
                          <w:pPr>
                            <w:spacing w:before="1"/>
                            <w:rPr>
                              <w:rFonts w:ascii="Arial" w:eastAsia="Arial" w:hAnsi="Arial" w:cs="Arial"/>
                              <w:i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:rsidR="00390C5B" w:rsidRDefault="0055151E">
                          <w:pPr>
                            <w:jc w:val="center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0000"/>
                              <w:sz w:val="24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45" o:spid="_x0000_s1147" type="#_x0000_t202" style="position:absolute;left:5;top:1817;width:753;height:8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1wW8MA&#10;AADcAAAADwAAAGRycy9kb3ducmV2LnhtbERPTWvCQBC9F/wPywi91Y2l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1wW8MAAADcAAAADwAAAAAAAAAAAAAAAACYAgAAZHJzL2Rv&#10;d25yZXYueG1sUEsFBgAAAAAEAAQA9QAAAIgDAAAAAA==&#10;" filled="f" stroked="f">
                    <v:textbox inset="0,0,0,0">
                      <w:txbxContent>
                        <w:p w:rsidR="00390C5B" w:rsidRDefault="0055151E">
                          <w:pPr>
                            <w:spacing w:before="84"/>
                            <w:ind w:left="172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+</w:t>
                          </w:r>
                        </w:p>
                        <w:p w:rsidR="00390C5B" w:rsidRDefault="0055151E">
                          <w:pPr>
                            <w:spacing w:before="130"/>
                            <w:ind w:left="198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i/>
          <w:sz w:val="20"/>
          <w:szCs w:val="20"/>
        </w:rPr>
      </w:pPr>
    </w:p>
    <w:p w:rsidR="00390C5B" w:rsidRDefault="00390C5B">
      <w:pPr>
        <w:spacing w:before="3"/>
        <w:rPr>
          <w:rFonts w:ascii="Arial" w:eastAsia="Arial" w:hAnsi="Arial" w:cs="Arial"/>
          <w:i/>
          <w:sz w:val="20"/>
          <w:szCs w:val="20"/>
        </w:rPr>
      </w:pPr>
    </w:p>
    <w:p w:rsidR="00390C5B" w:rsidRPr="006559E2" w:rsidRDefault="0055151E">
      <w:pPr>
        <w:pStyle w:val="Titre4"/>
        <w:ind w:right="398"/>
        <w:jc w:val="right"/>
        <w:rPr>
          <w:lang w:val="fr-FR"/>
        </w:rPr>
      </w:pPr>
      <w:r w:rsidRPr="006559E2">
        <w:rPr>
          <w:lang w:val="fr-FR"/>
        </w:rPr>
        <w:t>Page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3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sur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4</w:t>
      </w:r>
    </w:p>
    <w:p w:rsidR="00390C5B" w:rsidRPr="006559E2" w:rsidRDefault="00390C5B">
      <w:pPr>
        <w:jc w:val="right"/>
        <w:rPr>
          <w:lang w:val="fr-FR"/>
        </w:rPr>
        <w:sectPr w:rsidR="00390C5B" w:rsidRPr="006559E2">
          <w:headerReference w:type="default" r:id="rId13"/>
          <w:footerReference w:type="default" r:id="rId14"/>
          <w:pgSz w:w="16840" w:h="11910" w:orient="landscape"/>
          <w:pgMar w:top="460" w:right="280" w:bottom="280" w:left="440" w:header="0" w:footer="0" w:gutter="0"/>
          <w:cols w:space="720"/>
        </w:sectPr>
      </w:pPr>
    </w:p>
    <w:p w:rsidR="00390C5B" w:rsidRPr="006559E2" w:rsidRDefault="00390C5B">
      <w:pPr>
        <w:spacing w:before="2"/>
        <w:rPr>
          <w:rFonts w:ascii="Arial" w:eastAsia="Arial" w:hAnsi="Arial" w:cs="Arial"/>
          <w:sz w:val="17"/>
          <w:szCs w:val="17"/>
          <w:lang w:val="fr-FR"/>
        </w:rPr>
      </w:pPr>
    </w:p>
    <w:p w:rsidR="00390C5B" w:rsidRPr="006559E2" w:rsidRDefault="0055151E">
      <w:pPr>
        <w:spacing w:before="52"/>
        <w:ind w:left="155"/>
        <w:rPr>
          <w:rFonts w:ascii="Myriad Pro" w:eastAsia="Myriad Pro" w:hAnsi="Myriad Pro" w:cs="Myriad Pro"/>
          <w:sz w:val="24"/>
          <w:szCs w:val="24"/>
          <w:lang w:val="fr-FR"/>
        </w:rPr>
      </w:pPr>
      <w:r w:rsidRPr="006559E2">
        <w:rPr>
          <w:rFonts w:ascii="Myriad Pro" w:hAnsi="Myriad Pro"/>
          <w:b/>
          <w:color w:val="408080"/>
          <w:sz w:val="24"/>
          <w:lang w:val="fr-FR"/>
        </w:rPr>
        <w:t>RUBRIQUE 6 : Déclaration sur l'honneur</w:t>
      </w:r>
    </w:p>
    <w:p w:rsidR="00390C5B" w:rsidRPr="006559E2" w:rsidRDefault="00390C5B">
      <w:pPr>
        <w:spacing w:before="6"/>
        <w:rPr>
          <w:rFonts w:ascii="Myriad Pro" w:eastAsia="Myriad Pro" w:hAnsi="Myriad Pro" w:cs="Myriad Pro"/>
          <w:b/>
          <w:bCs/>
          <w:sz w:val="18"/>
          <w:szCs w:val="18"/>
          <w:lang w:val="fr-FR"/>
        </w:rPr>
      </w:pPr>
    </w:p>
    <w:p w:rsidR="00390C5B" w:rsidRPr="006559E2" w:rsidRDefault="0055151E">
      <w:pPr>
        <w:spacing w:before="70"/>
        <w:ind w:left="892"/>
        <w:rPr>
          <w:rFonts w:ascii="Arial" w:eastAsia="Arial" w:hAnsi="Arial" w:cs="Arial"/>
          <w:sz w:val="23"/>
          <w:szCs w:val="23"/>
          <w:lang w:val="fr-FR"/>
        </w:rPr>
      </w:pPr>
      <w:r w:rsidRPr="006559E2">
        <w:rPr>
          <w:rFonts w:ascii="Arial" w:hAnsi="Arial"/>
          <w:b/>
          <w:spacing w:val="-1"/>
          <w:sz w:val="23"/>
          <w:lang w:val="fr-FR"/>
        </w:rPr>
        <w:t>Cette</w:t>
      </w:r>
      <w:r w:rsidRPr="006559E2">
        <w:rPr>
          <w:rFonts w:ascii="Arial" w:hAnsi="Arial"/>
          <w:b/>
          <w:spacing w:val="-4"/>
          <w:sz w:val="23"/>
          <w:lang w:val="fr-FR"/>
        </w:rPr>
        <w:t xml:space="preserve"> </w:t>
      </w:r>
      <w:r w:rsidRPr="006559E2">
        <w:rPr>
          <w:rFonts w:ascii="Arial" w:hAnsi="Arial"/>
          <w:b/>
          <w:sz w:val="23"/>
          <w:lang w:val="fr-FR"/>
        </w:rPr>
        <w:t>déclaration</w:t>
      </w:r>
      <w:r w:rsidRPr="006559E2">
        <w:rPr>
          <w:rFonts w:ascii="Arial" w:hAnsi="Arial"/>
          <w:b/>
          <w:spacing w:val="-5"/>
          <w:sz w:val="23"/>
          <w:lang w:val="fr-FR"/>
        </w:rPr>
        <w:t xml:space="preserve"> </w:t>
      </w:r>
      <w:r w:rsidRPr="006559E2">
        <w:rPr>
          <w:rFonts w:ascii="Arial" w:hAnsi="Arial"/>
          <w:b/>
          <w:spacing w:val="-1"/>
          <w:sz w:val="23"/>
          <w:lang w:val="fr-FR"/>
        </w:rPr>
        <w:t>est</w:t>
      </w:r>
      <w:r w:rsidRPr="006559E2">
        <w:rPr>
          <w:rFonts w:ascii="Arial" w:hAnsi="Arial"/>
          <w:b/>
          <w:spacing w:val="-4"/>
          <w:sz w:val="23"/>
          <w:lang w:val="fr-FR"/>
        </w:rPr>
        <w:t xml:space="preserve"> </w:t>
      </w:r>
      <w:r w:rsidRPr="006559E2">
        <w:rPr>
          <w:rFonts w:ascii="Arial" w:hAnsi="Arial"/>
          <w:b/>
          <w:sz w:val="23"/>
          <w:lang w:val="fr-FR"/>
        </w:rPr>
        <w:t>à</w:t>
      </w:r>
      <w:r w:rsidRPr="006559E2">
        <w:rPr>
          <w:rFonts w:ascii="Arial" w:hAnsi="Arial"/>
          <w:b/>
          <w:spacing w:val="-5"/>
          <w:sz w:val="23"/>
          <w:lang w:val="fr-FR"/>
        </w:rPr>
        <w:t xml:space="preserve"> </w:t>
      </w:r>
      <w:r w:rsidRPr="006559E2">
        <w:rPr>
          <w:rFonts w:ascii="Arial" w:hAnsi="Arial"/>
          <w:b/>
          <w:spacing w:val="-1"/>
          <w:sz w:val="23"/>
          <w:lang w:val="fr-FR"/>
        </w:rPr>
        <w:t>remplir</w:t>
      </w:r>
      <w:r w:rsidRPr="006559E2">
        <w:rPr>
          <w:rFonts w:ascii="Arial" w:hAnsi="Arial"/>
          <w:b/>
          <w:spacing w:val="-4"/>
          <w:sz w:val="23"/>
          <w:lang w:val="fr-FR"/>
        </w:rPr>
        <w:t xml:space="preserve"> </w:t>
      </w:r>
      <w:r w:rsidRPr="006559E2">
        <w:rPr>
          <w:rFonts w:ascii="Arial" w:hAnsi="Arial"/>
          <w:b/>
          <w:sz w:val="23"/>
          <w:lang w:val="fr-FR"/>
        </w:rPr>
        <w:t>obligatoirement</w:t>
      </w:r>
      <w:r w:rsidRPr="006559E2">
        <w:rPr>
          <w:rFonts w:ascii="Arial" w:hAnsi="Arial"/>
          <w:b/>
          <w:spacing w:val="-5"/>
          <w:sz w:val="23"/>
          <w:lang w:val="fr-FR"/>
        </w:rPr>
        <w:t xml:space="preserve"> </w:t>
      </w:r>
      <w:r w:rsidRPr="006559E2">
        <w:rPr>
          <w:rFonts w:ascii="Arial" w:hAnsi="Arial"/>
          <w:b/>
          <w:sz w:val="23"/>
          <w:lang w:val="fr-FR"/>
        </w:rPr>
        <w:t>pour</w:t>
      </w:r>
      <w:r w:rsidRPr="006559E2">
        <w:rPr>
          <w:rFonts w:ascii="Arial" w:hAnsi="Arial"/>
          <w:b/>
          <w:spacing w:val="-5"/>
          <w:sz w:val="23"/>
          <w:lang w:val="fr-FR"/>
        </w:rPr>
        <w:t xml:space="preserve"> </w:t>
      </w:r>
      <w:r w:rsidRPr="006559E2">
        <w:rPr>
          <w:rFonts w:ascii="Arial" w:hAnsi="Arial"/>
          <w:b/>
          <w:sz w:val="23"/>
          <w:lang w:val="fr-FR"/>
        </w:rPr>
        <w:t>que</w:t>
      </w:r>
      <w:r w:rsidRPr="006559E2">
        <w:rPr>
          <w:rFonts w:ascii="Arial" w:hAnsi="Arial"/>
          <w:b/>
          <w:spacing w:val="-5"/>
          <w:sz w:val="23"/>
          <w:lang w:val="fr-FR"/>
        </w:rPr>
        <w:t xml:space="preserve"> </w:t>
      </w:r>
      <w:r w:rsidRPr="006559E2">
        <w:rPr>
          <w:rFonts w:ascii="Arial" w:hAnsi="Arial"/>
          <w:b/>
          <w:spacing w:val="-1"/>
          <w:sz w:val="23"/>
          <w:lang w:val="fr-FR"/>
        </w:rPr>
        <w:t>votre</w:t>
      </w:r>
      <w:r w:rsidRPr="006559E2">
        <w:rPr>
          <w:rFonts w:ascii="Arial" w:hAnsi="Arial"/>
          <w:b/>
          <w:spacing w:val="-4"/>
          <w:sz w:val="23"/>
          <w:lang w:val="fr-FR"/>
        </w:rPr>
        <w:t xml:space="preserve"> </w:t>
      </w:r>
      <w:r w:rsidRPr="006559E2">
        <w:rPr>
          <w:rFonts w:ascii="Arial" w:hAnsi="Arial"/>
          <w:b/>
          <w:sz w:val="23"/>
          <w:lang w:val="fr-FR"/>
        </w:rPr>
        <w:t>dossier</w:t>
      </w:r>
      <w:r w:rsidRPr="006559E2">
        <w:rPr>
          <w:rFonts w:ascii="Arial" w:hAnsi="Arial"/>
          <w:b/>
          <w:spacing w:val="-4"/>
          <w:sz w:val="23"/>
          <w:lang w:val="fr-FR"/>
        </w:rPr>
        <w:t xml:space="preserve"> </w:t>
      </w:r>
      <w:r w:rsidRPr="006559E2">
        <w:rPr>
          <w:rFonts w:ascii="Arial" w:hAnsi="Arial"/>
          <w:b/>
          <w:spacing w:val="-1"/>
          <w:sz w:val="23"/>
          <w:lang w:val="fr-FR"/>
        </w:rPr>
        <w:t>soit</w:t>
      </w:r>
      <w:r w:rsidRPr="006559E2">
        <w:rPr>
          <w:rFonts w:ascii="Arial" w:hAnsi="Arial"/>
          <w:b/>
          <w:spacing w:val="-4"/>
          <w:sz w:val="23"/>
          <w:lang w:val="fr-FR"/>
        </w:rPr>
        <w:t xml:space="preserve"> </w:t>
      </w:r>
      <w:r w:rsidRPr="006559E2">
        <w:rPr>
          <w:rFonts w:ascii="Arial" w:hAnsi="Arial"/>
          <w:b/>
          <w:spacing w:val="-1"/>
          <w:sz w:val="23"/>
          <w:lang w:val="fr-FR"/>
        </w:rPr>
        <w:t>recevable</w:t>
      </w:r>
    </w:p>
    <w:p w:rsidR="00390C5B" w:rsidRPr="006559E2" w:rsidRDefault="00390C5B">
      <w:pPr>
        <w:spacing w:before="4"/>
        <w:rPr>
          <w:rFonts w:ascii="Arial" w:eastAsia="Arial" w:hAnsi="Arial" w:cs="Arial"/>
          <w:b/>
          <w:bCs/>
          <w:sz w:val="26"/>
          <w:szCs w:val="26"/>
          <w:lang w:val="fr-FR"/>
        </w:rPr>
      </w:pPr>
    </w:p>
    <w:p w:rsidR="00390C5B" w:rsidRDefault="006559E2">
      <w:pPr>
        <w:spacing w:line="200" w:lineRule="atLeast"/>
        <w:ind w:left="4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fr-FR" w:eastAsia="fr-FR"/>
        </w:rPr>
        <mc:AlternateContent>
          <mc:Choice Requires="wpg">
            <w:drawing>
              <wp:inline distT="0" distB="0" distL="0" distR="0">
                <wp:extent cx="6485890" cy="5046345"/>
                <wp:effectExtent l="9525" t="9525" r="10160" b="1905"/>
                <wp:docPr id="1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5890" cy="5046345"/>
                          <a:chOff x="0" y="0"/>
                          <a:chExt cx="10214" cy="7947"/>
                        </a:xfrm>
                      </wpg:grpSpPr>
                      <wpg:grpSp>
                        <wpg:cNvPr id="18" name="Group 4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204" cy="7937"/>
                            <a:chOff x="5" y="5"/>
                            <a:chExt cx="10204" cy="7937"/>
                          </a:xfrm>
                        </wpg:grpSpPr>
                        <wps:wsp>
                          <wps:cNvPr id="19" name="Freeform 4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204" cy="7937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204"/>
                                <a:gd name="T2" fmla="+- 0 7942 5"/>
                                <a:gd name="T3" fmla="*/ 7942 h 7937"/>
                                <a:gd name="T4" fmla="+- 0 10208 5"/>
                                <a:gd name="T5" fmla="*/ T4 w 10204"/>
                                <a:gd name="T6" fmla="+- 0 7942 5"/>
                                <a:gd name="T7" fmla="*/ 7942 h 7937"/>
                                <a:gd name="T8" fmla="+- 0 10208 5"/>
                                <a:gd name="T9" fmla="*/ T8 w 10204"/>
                                <a:gd name="T10" fmla="+- 0 5 5"/>
                                <a:gd name="T11" fmla="*/ 5 h 7937"/>
                                <a:gd name="T12" fmla="+- 0 5 5"/>
                                <a:gd name="T13" fmla="*/ T12 w 10204"/>
                                <a:gd name="T14" fmla="+- 0 5 5"/>
                                <a:gd name="T15" fmla="*/ 5 h 7937"/>
                                <a:gd name="T16" fmla="+- 0 5 5"/>
                                <a:gd name="T17" fmla="*/ T16 w 10204"/>
                                <a:gd name="T18" fmla="+- 0 7942 5"/>
                                <a:gd name="T19" fmla="*/ 7942 h 79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4" h="7937">
                                  <a:moveTo>
                                    <a:pt x="0" y="7937"/>
                                  </a:moveTo>
                                  <a:lnTo>
                                    <a:pt x="10203" y="7937"/>
                                  </a:lnTo>
                                  <a:lnTo>
                                    <a:pt x="102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9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39"/>
                        <wpg:cNvGrpSpPr>
                          <a:grpSpLocks/>
                        </wpg:cNvGrpSpPr>
                        <wpg:grpSpPr bwMode="auto">
                          <a:xfrm>
                            <a:off x="645" y="1748"/>
                            <a:ext cx="200" cy="200"/>
                            <a:chOff x="645" y="1748"/>
                            <a:chExt cx="200" cy="200"/>
                          </a:xfrm>
                        </wpg:grpSpPr>
                        <wps:wsp>
                          <wps:cNvPr id="21" name="Freeform 40"/>
                          <wps:cNvSpPr>
                            <a:spLocks/>
                          </wps:cNvSpPr>
                          <wps:spPr bwMode="auto">
                            <a:xfrm>
                              <a:off x="645" y="174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645 645"/>
                                <a:gd name="T1" fmla="*/ T0 w 200"/>
                                <a:gd name="T2" fmla="+- 0 1948 1748"/>
                                <a:gd name="T3" fmla="*/ 1948 h 200"/>
                                <a:gd name="T4" fmla="+- 0 845 645"/>
                                <a:gd name="T5" fmla="*/ T4 w 200"/>
                                <a:gd name="T6" fmla="+- 0 1948 1748"/>
                                <a:gd name="T7" fmla="*/ 1948 h 200"/>
                                <a:gd name="T8" fmla="+- 0 845 645"/>
                                <a:gd name="T9" fmla="*/ T8 w 200"/>
                                <a:gd name="T10" fmla="+- 0 1748 1748"/>
                                <a:gd name="T11" fmla="*/ 1748 h 200"/>
                                <a:gd name="T12" fmla="+- 0 645 645"/>
                                <a:gd name="T13" fmla="*/ T12 w 200"/>
                                <a:gd name="T14" fmla="+- 0 1748 1748"/>
                                <a:gd name="T15" fmla="*/ 1748 h 200"/>
                                <a:gd name="T16" fmla="+- 0 645 645"/>
                                <a:gd name="T17" fmla="*/ T16 w 200"/>
                                <a:gd name="T18" fmla="+- 0 1948 1748"/>
                                <a:gd name="T19" fmla="*/ 194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200"/>
                                  </a:moveTo>
                                  <a:lnTo>
                                    <a:pt x="200" y="200"/>
                                  </a:lnTo>
                                  <a:lnTo>
                                    <a:pt x="2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7"/>
                        <wpg:cNvGrpSpPr>
                          <a:grpSpLocks/>
                        </wpg:cNvGrpSpPr>
                        <wpg:grpSpPr bwMode="auto">
                          <a:xfrm>
                            <a:off x="645" y="1748"/>
                            <a:ext cx="200" cy="200"/>
                            <a:chOff x="645" y="1748"/>
                            <a:chExt cx="200" cy="200"/>
                          </a:xfrm>
                        </wpg:grpSpPr>
                        <wps:wsp>
                          <wps:cNvPr id="23" name="Freeform 38"/>
                          <wps:cNvSpPr>
                            <a:spLocks/>
                          </wps:cNvSpPr>
                          <wps:spPr bwMode="auto">
                            <a:xfrm>
                              <a:off x="645" y="174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845 645"/>
                                <a:gd name="T1" fmla="*/ T0 w 200"/>
                                <a:gd name="T2" fmla="+- 0 1748 1748"/>
                                <a:gd name="T3" fmla="*/ 1748 h 200"/>
                                <a:gd name="T4" fmla="+- 0 645 645"/>
                                <a:gd name="T5" fmla="*/ T4 w 200"/>
                                <a:gd name="T6" fmla="+- 0 1748 1748"/>
                                <a:gd name="T7" fmla="*/ 1748 h 200"/>
                                <a:gd name="T8" fmla="+- 0 645 645"/>
                                <a:gd name="T9" fmla="*/ T8 w 200"/>
                                <a:gd name="T10" fmla="+- 0 1948 1748"/>
                                <a:gd name="T11" fmla="*/ 1948 h 200"/>
                                <a:gd name="T12" fmla="+- 0 655 645"/>
                                <a:gd name="T13" fmla="*/ T12 w 200"/>
                                <a:gd name="T14" fmla="+- 0 1938 1748"/>
                                <a:gd name="T15" fmla="*/ 1938 h 200"/>
                                <a:gd name="T16" fmla="+- 0 655 645"/>
                                <a:gd name="T17" fmla="*/ T16 w 200"/>
                                <a:gd name="T18" fmla="+- 0 1758 1748"/>
                                <a:gd name="T19" fmla="*/ 1758 h 200"/>
                                <a:gd name="T20" fmla="+- 0 835 645"/>
                                <a:gd name="T21" fmla="*/ T20 w 200"/>
                                <a:gd name="T22" fmla="+- 0 1758 1748"/>
                                <a:gd name="T23" fmla="*/ 1758 h 200"/>
                                <a:gd name="T24" fmla="+- 0 845 645"/>
                                <a:gd name="T25" fmla="*/ T24 w 200"/>
                                <a:gd name="T26" fmla="+- 0 1748 1748"/>
                                <a:gd name="T27" fmla="*/ 174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90" y="10"/>
                                  </a:lnTo>
                                  <a:lnTo>
                                    <a:pt x="2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35"/>
                        <wpg:cNvGrpSpPr>
                          <a:grpSpLocks/>
                        </wpg:cNvGrpSpPr>
                        <wpg:grpSpPr bwMode="auto">
                          <a:xfrm>
                            <a:off x="645" y="1748"/>
                            <a:ext cx="200" cy="200"/>
                            <a:chOff x="645" y="1748"/>
                            <a:chExt cx="200" cy="200"/>
                          </a:xfrm>
                        </wpg:grpSpPr>
                        <wps:wsp>
                          <wps:cNvPr id="25" name="Freeform 36"/>
                          <wps:cNvSpPr>
                            <a:spLocks/>
                          </wps:cNvSpPr>
                          <wps:spPr bwMode="auto">
                            <a:xfrm>
                              <a:off x="645" y="174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845 645"/>
                                <a:gd name="T1" fmla="*/ T0 w 200"/>
                                <a:gd name="T2" fmla="+- 0 1748 1748"/>
                                <a:gd name="T3" fmla="*/ 1748 h 200"/>
                                <a:gd name="T4" fmla="+- 0 835 645"/>
                                <a:gd name="T5" fmla="*/ T4 w 200"/>
                                <a:gd name="T6" fmla="+- 0 1758 1748"/>
                                <a:gd name="T7" fmla="*/ 1758 h 200"/>
                                <a:gd name="T8" fmla="+- 0 835 645"/>
                                <a:gd name="T9" fmla="*/ T8 w 200"/>
                                <a:gd name="T10" fmla="+- 0 1938 1748"/>
                                <a:gd name="T11" fmla="*/ 1938 h 200"/>
                                <a:gd name="T12" fmla="+- 0 655 645"/>
                                <a:gd name="T13" fmla="*/ T12 w 200"/>
                                <a:gd name="T14" fmla="+- 0 1938 1748"/>
                                <a:gd name="T15" fmla="*/ 1938 h 200"/>
                                <a:gd name="T16" fmla="+- 0 645 645"/>
                                <a:gd name="T17" fmla="*/ T16 w 200"/>
                                <a:gd name="T18" fmla="+- 0 1948 1748"/>
                                <a:gd name="T19" fmla="*/ 1948 h 200"/>
                                <a:gd name="T20" fmla="+- 0 845 645"/>
                                <a:gd name="T21" fmla="*/ T20 w 200"/>
                                <a:gd name="T22" fmla="+- 0 1948 1748"/>
                                <a:gd name="T23" fmla="*/ 1948 h 200"/>
                                <a:gd name="T24" fmla="+- 0 845 645"/>
                                <a:gd name="T25" fmla="*/ T24 w 200"/>
                                <a:gd name="T26" fmla="+- 0 1748 1748"/>
                                <a:gd name="T27" fmla="*/ 174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190" y="10"/>
                                  </a:lnTo>
                                  <a:lnTo>
                                    <a:pt x="190" y="19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2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3"/>
                        <wpg:cNvGrpSpPr>
                          <a:grpSpLocks/>
                        </wpg:cNvGrpSpPr>
                        <wpg:grpSpPr bwMode="auto">
                          <a:xfrm>
                            <a:off x="655" y="1758"/>
                            <a:ext cx="180" cy="180"/>
                            <a:chOff x="655" y="1758"/>
                            <a:chExt cx="180" cy="180"/>
                          </a:xfrm>
                        </wpg:grpSpPr>
                        <wps:wsp>
                          <wps:cNvPr id="27" name="Freeform 34"/>
                          <wps:cNvSpPr>
                            <a:spLocks/>
                          </wps:cNvSpPr>
                          <wps:spPr bwMode="auto">
                            <a:xfrm>
                              <a:off x="655" y="1758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835 655"/>
                                <a:gd name="T1" fmla="*/ T0 w 180"/>
                                <a:gd name="T2" fmla="+- 0 1758 1758"/>
                                <a:gd name="T3" fmla="*/ 1758 h 180"/>
                                <a:gd name="T4" fmla="+- 0 655 655"/>
                                <a:gd name="T5" fmla="*/ T4 w 180"/>
                                <a:gd name="T6" fmla="+- 0 1758 1758"/>
                                <a:gd name="T7" fmla="*/ 1758 h 180"/>
                                <a:gd name="T8" fmla="+- 0 655 655"/>
                                <a:gd name="T9" fmla="*/ T8 w 180"/>
                                <a:gd name="T10" fmla="+- 0 1938 1758"/>
                                <a:gd name="T11" fmla="*/ 1938 h 180"/>
                                <a:gd name="T12" fmla="+- 0 665 655"/>
                                <a:gd name="T13" fmla="*/ T12 w 180"/>
                                <a:gd name="T14" fmla="+- 0 1928 1758"/>
                                <a:gd name="T15" fmla="*/ 1928 h 180"/>
                                <a:gd name="T16" fmla="+- 0 665 655"/>
                                <a:gd name="T17" fmla="*/ T16 w 180"/>
                                <a:gd name="T18" fmla="+- 0 1768 1758"/>
                                <a:gd name="T19" fmla="*/ 1768 h 180"/>
                                <a:gd name="T20" fmla="+- 0 825 655"/>
                                <a:gd name="T21" fmla="*/ T20 w 180"/>
                                <a:gd name="T22" fmla="+- 0 1768 1758"/>
                                <a:gd name="T23" fmla="*/ 1768 h 180"/>
                                <a:gd name="T24" fmla="+- 0 835 655"/>
                                <a:gd name="T25" fmla="*/ T24 w 180"/>
                                <a:gd name="T26" fmla="+- 0 1758 1758"/>
                                <a:gd name="T27" fmla="*/ 1758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70" y="1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1"/>
                        <wpg:cNvGrpSpPr>
                          <a:grpSpLocks/>
                        </wpg:cNvGrpSpPr>
                        <wpg:grpSpPr bwMode="auto">
                          <a:xfrm>
                            <a:off x="655" y="1758"/>
                            <a:ext cx="180" cy="180"/>
                            <a:chOff x="655" y="1758"/>
                            <a:chExt cx="180" cy="180"/>
                          </a:xfrm>
                        </wpg:grpSpPr>
                        <wps:wsp>
                          <wps:cNvPr id="29" name="Freeform 32"/>
                          <wps:cNvSpPr>
                            <a:spLocks/>
                          </wps:cNvSpPr>
                          <wps:spPr bwMode="auto">
                            <a:xfrm>
                              <a:off x="655" y="1758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835 655"/>
                                <a:gd name="T1" fmla="*/ T0 w 180"/>
                                <a:gd name="T2" fmla="+- 0 1758 1758"/>
                                <a:gd name="T3" fmla="*/ 1758 h 180"/>
                                <a:gd name="T4" fmla="+- 0 825 655"/>
                                <a:gd name="T5" fmla="*/ T4 w 180"/>
                                <a:gd name="T6" fmla="+- 0 1768 1758"/>
                                <a:gd name="T7" fmla="*/ 1768 h 180"/>
                                <a:gd name="T8" fmla="+- 0 825 655"/>
                                <a:gd name="T9" fmla="*/ T8 w 180"/>
                                <a:gd name="T10" fmla="+- 0 1928 1758"/>
                                <a:gd name="T11" fmla="*/ 1928 h 180"/>
                                <a:gd name="T12" fmla="+- 0 665 655"/>
                                <a:gd name="T13" fmla="*/ T12 w 180"/>
                                <a:gd name="T14" fmla="+- 0 1928 1758"/>
                                <a:gd name="T15" fmla="*/ 1928 h 180"/>
                                <a:gd name="T16" fmla="+- 0 655 655"/>
                                <a:gd name="T17" fmla="*/ T16 w 180"/>
                                <a:gd name="T18" fmla="+- 0 1938 1758"/>
                                <a:gd name="T19" fmla="*/ 1938 h 180"/>
                                <a:gd name="T20" fmla="+- 0 835 655"/>
                                <a:gd name="T21" fmla="*/ T20 w 180"/>
                                <a:gd name="T22" fmla="+- 0 1938 1758"/>
                                <a:gd name="T23" fmla="*/ 1938 h 180"/>
                                <a:gd name="T24" fmla="+- 0 835 655"/>
                                <a:gd name="T25" fmla="*/ T24 w 180"/>
                                <a:gd name="T26" fmla="+- 0 1758 1758"/>
                                <a:gd name="T27" fmla="*/ 1758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170" y="1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80" y="18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0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9"/>
                        <wpg:cNvGrpSpPr>
                          <a:grpSpLocks/>
                        </wpg:cNvGrpSpPr>
                        <wpg:grpSpPr bwMode="auto">
                          <a:xfrm>
                            <a:off x="645" y="2598"/>
                            <a:ext cx="200" cy="200"/>
                            <a:chOff x="645" y="2598"/>
                            <a:chExt cx="200" cy="200"/>
                          </a:xfrm>
                        </wpg:grpSpPr>
                        <wps:wsp>
                          <wps:cNvPr id="31" name="Freeform 30"/>
                          <wps:cNvSpPr>
                            <a:spLocks/>
                          </wps:cNvSpPr>
                          <wps:spPr bwMode="auto">
                            <a:xfrm>
                              <a:off x="645" y="259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645 645"/>
                                <a:gd name="T1" fmla="*/ T0 w 200"/>
                                <a:gd name="T2" fmla="+- 0 2798 2598"/>
                                <a:gd name="T3" fmla="*/ 2798 h 200"/>
                                <a:gd name="T4" fmla="+- 0 845 645"/>
                                <a:gd name="T5" fmla="*/ T4 w 200"/>
                                <a:gd name="T6" fmla="+- 0 2798 2598"/>
                                <a:gd name="T7" fmla="*/ 2798 h 200"/>
                                <a:gd name="T8" fmla="+- 0 845 645"/>
                                <a:gd name="T9" fmla="*/ T8 w 200"/>
                                <a:gd name="T10" fmla="+- 0 2598 2598"/>
                                <a:gd name="T11" fmla="*/ 2598 h 200"/>
                                <a:gd name="T12" fmla="+- 0 645 645"/>
                                <a:gd name="T13" fmla="*/ T12 w 200"/>
                                <a:gd name="T14" fmla="+- 0 2598 2598"/>
                                <a:gd name="T15" fmla="*/ 2598 h 200"/>
                                <a:gd name="T16" fmla="+- 0 645 645"/>
                                <a:gd name="T17" fmla="*/ T16 w 200"/>
                                <a:gd name="T18" fmla="+- 0 2798 2598"/>
                                <a:gd name="T19" fmla="*/ 279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0" y="200"/>
                                  </a:moveTo>
                                  <a:lnTo>
                                    <a:pt x="200" y="200"/>
                                  </a:lnTo>
                                  <a:lnTo>
                                    <a:pt x="2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7"/>
                        <wpg:cNvGrpSpPr>
                          <a:grpSpLocks/>
                        </wpg:cNvGrpSpPr>
                        <wpg:grpSpPr bwMode="auto">
                          <a:xfrm>
                            <a:off x="645" y="2598"/>
                            <a:ext cx="200" cy="200"/>
                            <a:chOff x="645" y="2598"/>
                            <a:chExt cx="200" cy="200"/>
                          </a:xfrm>
                        </wpg:grpSpPr>
                        <wps:wsp>
                          <wps:cNvPr id="33" name="Freeform 28"/>
                          <wps:cNvSpPr>
                            <a:spLocks/>
                          </wps:cNvSpPr>
                          <wps:spPr bwMode="auto">
                            <a:xfrm>
                              <a:off x="645" y="259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845 645"/>
                                <a:gd name="T1" fmla="*/ T0 w 200"/>
                                <a:gd name="T2" fmla="+- 0 2598 2598"/>
                                <a:gd name="T3" fmla="*/ 2598 h 200"/>
                                <a:gd name="T4" fmla="+- 0 645 645"/>
                                <a:gd name="T5" fmla="*/ T4 w 200"/>
                                <a:gd name="T6" fmla="+- 0 2598 2598"/>
                                <a:gd name="T7" fmla="*/ 2598 h 200"/>
                                <a:gd name="T8" fmla="+- 0 645 645"/>
                                <a:gd name="T9" fmla="*/ T8 w 200"/>
                                <a:gd name="T10" fmla="+- 0 2798 2598"/>
                                <a:gd name="T11" fmla="*/ 2798 h 200"/>
                                <a:gd name="T12" fmla="+- 0 655 645"/>
                                <a:gd name="T13" fmla="*/ T12 w 200"/>
                                <a:gd name="T14" fmla="+- 0 2788 2598"/>
                                <a:gd name="T15" fmla="*/ 2788 h 200"/>
                                <a:gd name="T16" fmla="+- 0 655 645"/>
                                <a:gd name="T17" fmla="*/ T16 w 200"/>
                                <a:gd name="T18" fmla="+- 0 2608 2598"/>
                                <a:gd name="T19" fmla="*/ 2608 h 200"/>
                                <a:gd name="T20" fmla="+- 0 835 645"/>
                                <a:gd name="T21" fmla="*/ T20 w 200"/>
                                <a:gd name="T22" fmla="+- 0 2608 2598"/>
                                <a:gd name="T23" fmla="*/ 2608 h 200"/>
                                <a:gd name="T24" fmla="+- 0 845 645"/>
                                <a:gd name="T25" fmla="*/ T24 w 200"/>
                                <a:gd name="T26" fmla="+- 0 2598 2598"/>
                                <a:gd name="T27" fmla="*/ 259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90" y="10"/>
                                  </a:lnTo>
                                  <a:lnTo>
                                    <a:pt x="2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5"/>
                        <wpg:cNvGrpSpPr>
                          <a:grpSpLocks/>
                        </wpg:cNvGrpSpPr>
                        <wpg:grpSpPr bwMode="auto">
                          <a:xfrm>
                            <a:off x="645" y="2598"/>
                            <a:ext cx="200" cy="200"/>
                            <a:chOff x="645" y="2598"/>
                            <a:chExt cx="200" cy="200"/>
                          </a:xfrm>
                        </wpg:grpSpPr>
                        <wps:wsp>
                          <wps:cNvPr id="35" name="Freeform 26"/>
                          <wps:cNvSpPr>
                            <a:spLocks/>
                          </wps:cNvSpPr>
                          <wps:spPr bwMode="auto">
                            <a:xfrm>
                              <a:off x="645" y="2598"/>
                              <a:ext cx="200" cy="200"/>
                            </a:xfrm>
                            <a:custGeom>
                              <a:avLst/>
                              <a:gdLst>
                                <a:gd name="T0" fmla="+- 0 845 645"/>
                                <a:gd name="T1" fmla="*/ T0 w 200"/>
                                <a:gd name="T2" fmla="+- 0 2598 2598"/>
                                <a:gd name="T3" fmla="*/ 2598 h 200"/>
                                <a:gd name="T4" fmla="+- 0 835 645"/>
                                <a:gd name="T5" fmla="*/ T4 w 200"/>
                                <a:gd name="T6" fmla="+- 0 2608 2598"/>
                                <a:gd name="T7" fmla="*/ 2608 h 200"/>
                                <a:gd name="T8" fmla="+- 0 835 645"/>
                                <a:gd name="T9" fmla="*/ T8 w 200"/>
                                <a:gd name="T10" fmla="+- 0 2788 2598"/>
                                <a:gd name="T11" fmla="*/ 2788 h 200"/>
                                <a:gd name="T12" fmla="+- 0 655 645"/>
                                <a:gd name="T13" fmla="*/ T12 w 200"/>
                                <a:gd name="T14" fmla="+- 0 2788 2598"/>
                                <a:gd name="T15" fmla="*/ 2788 h 200"/>
                                <a:gd name="T16" fmla="+- 0 645 645"/>
                                <a:gd name="T17" fmla="*/ T16 w 200"/>
                                <a:gd name="T18" fmla="+- 0 2798 2598"/>
                                <a:gd name="T19" fmla="*/ 2798 h 200"/>
                                <a:gd name="T20" fmla="+- 0 845 645"/>
                                <a:gd name="T21" fmla="*/ T20 w 200"/>
                                <a:gd name="T22" fmla="+- 0 2798 2598"/>
                                <a:gd name="T23" fmla="*/ 2798 h 200"/>
                                <a:gd name="T24" fmla="+- 0 845 645"/>
                                <a:gd name="T25" fmla="*/ T24 w 200"/>
                                <a:gd name="T26" fmla="+- 0 2598 2598"/>
                                <a:gd name="T27" fmla="*/ 2598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0" h="200">
                                  <a:moveTo>
                                    <a:pt x="200" y="0"/>
                                  </a:moveTo>
                                  <a:lnTo>
                                    <a:pt x="190" y="10"/>
                                  </a:lnTo>
                                  <a:lnTo>
                                    <a:pt x="190" y="190"/>
                                  </a:lnTo>
                                  <a:lnTo>
                                    <a:pt x="10" y="19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200" y="200"/>
                                  </a:lnTo>
                                  <a:lnTo>
                                    <a:pt x="2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3"/>
                        <wpg:cNvGrpSpPr>
                          <a:grpSpLocks/>
                        </wpg:cNvGrpSpPr>
                        <wpg:grpSpPr bwMode="auto">
                          <a:xfrm>
                            <a:off x="655" y="2608"/>
                            <a:ext cx="180" cy="180"/>
                            <a:chOff x="655" y="2608"/>
                            <a:chExt cx="180" cy="180"/>
                          </a:xfrm>
                        </wpg:grpSpPr>
                        <wps:wsp>
                          <wps:cNvPr id="37" name="Freeform 24"/>
                          <wps:cNvSpPr>
                            <a:spLocks/>
                          </wps:cNvSpPr>
                          <wps:spPr bwMode="auto">
                            <a:xfrm>
                              <a:off x="655" y="2608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835 655"/>
                                <a:gd name="T1" fmla="*/ T0 w 180"/>
                                <a:gd name="T2" fmla="+- 0 2608 2608"/>
                                <a:gd name="T3" fmla="*/ 2608 h 180"/>
                                <a:gd name="T4" fmla="+- 0 655 655"/>
                                <a:gd name="T5" fmla="*/ T4 w 180"/>
                                <a:gd name="T6" fmla="+- 0 2608 2608"/>
                                <a:gd name="T7" fmla="*/ 2608 h 180"/>
                                <a:gd name="T8" fmla="+- 0 655 655"/>
                                <a:gd name="T9" fmla="*/ T8 w 180"/>
                                <a:gd name="T10" fmla="+- 0 2788 2608"/>
                                <a:gd name="T11" fmla="*/ 2788 h 180"/>
                                <a:gd name="T12" fmla="+- 0 665 655"/>
                                <a:gd name="T13" fmla="*/ T12 w 180"/>
                                <a:gd name="T14" fmla="+- 0 2778 2608"/>
                                <a:gd name="T15" fmla="*/ 2778 h 180"/>
                                <a:gd name="T16" fmla="+- 0 665 655"/>
                                <a:gd name="T17" fmla="*/ T16 w 180"/>
                                <a:gd name="T18" fmla="+- 0 2618 2608"/>
                                <a:gd name="T19" fmla="*/ 2618 h 180"/>
                                <a:gd name="T20" fmla="+- 0 825 655"/>
                                <a:gd name="T21" fmla="*/ T20 w 180"/>
                                <a:gd name="T22" fmla="+- 0 2618 2608"/>
                                <a:gd name="T23" fmla="*/ 2618 h 180"/>
                                <a:gd name="T24" fmla="+- 0 835 655"/>
                                <a:gd name="T25" fmla="*/ T24 w 180"/>
                                <a:gd name="T26" fmla="+- 0 2608 2608"/>
                                <a:gd name="T27" fmla="*/ 2608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70" y="1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3"/>
                        <wpg:cNvGrpSpPr>
                          <a:grpSpLocks/>
                        </wpg:cNvGrpSpPr>
                        <wpg:grpSpPr bwMode="auto">
                          <a:xfrm>
                            <a:off x="655" y="2608"/>
                            <a:ext cx="180" cy="180"/>
                            <a:chOff x="655" y="2608"/>
                            <a:chExt cx="180" cy="180"/>
                          </a:xfrm>
                        </wpg:grpSpPr>
                        <wps:wsp>
                          <wps:cNvPr id="39" name="Freeform 22"/>
                          <wps:cNvSpPr>
                            <a:spLocks/>
                          </wps:cNvSpPr>
                          <wps:spPr bwMode="auto">
                            <a:xfrm>
                              <a:off x="655" y="2608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835 655"/>
                                <a:gd name="T1" fmla="*/ T0 w 180"/>
                                <a:gd name="T2" fmla="+- 0 2608 2608"/>
                                <a:gd name="T3" fmla="*/ 2608 h 180"/>
                                <a:gd name="T4" fmla="+- 0 825 655"/>
                                <a:gd name="T5" fmla="*/ T4 w 180"/>
                                <a:gd name="T6" fmla="+- 0 2618 2608"/>
                                <a:gd name="T7" fmla="*/ 2618 h 180"/>
                                <a:gd name="T8" fmla="+- 0 825 655"/>
                                <a:gd name="T9" fmla="*/ T8 w 180"/>
                                <a:gd name="T10" fmla="+- 0 2778 2608"/>
                                <a:gd name="T11" fmla="*/ 2778 h 180"/>
                                <a:gd name="T12" fmla="+- 0 665 655"/>
                                <a:gd name="T13" fmla="*/ T12 w 180"/>
                                <a:gd name="T14" fmla="+- 0 2778 2608"/>
                                <a:gd name="T15" fmla="*/ 2778 h 180"/>
                                <a:gd name="T16" fmla="+- 0 655 655"/>
                                <a:gd name="T17" fmla="*/ T16 w 180"/>
                                <a:gd name="T18" fmla="+- 0 2788 2608"/>
                                <a:gd name="T19" fmla="*/ 2788 h 180"/>
                                <a:gd name="T20" fmla="+- 0 835 655"/>
                                <a:gd name="T21" fmla="*/ T20 w 180"/>
                                <a:gd name="T22" fmla="+- 0 2788 2608"/>
                                <a:gd name="T23" fmla="*/ 2788 h 180"/>
                                <a:gd name="T24" fmla="+- 0 835 655"/>
                                <a:gd name="T25" fmla="*/ T24 w 180"/>
                                <a:gd name="T26" fmla="+- 0 2608 2608"/>
                                <a:gd name="T27" fmla="*/ 2608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180" y="0"/>
                                  </a:moveTo>
                                  <a:lnTo>
                                    <a:pt x="170" y="1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0" y="17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80" y="180"/>
                                  </a:lnTo>
                                  <a:lnTo>
                                    <a:pt x="1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0C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9" y="315"/>
                              <a:ext cx="23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line="240" w:lineRule="exact"/>
                                  <w:rPr>
                                    <w:rFonts w:ascii="Arial Narrow" w:eastAsia="Arial Narrow" w:hAnsi="Arial Narrow" w:cs="Arial Narrow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 Narrow" w:hAnsi="Arial Narrow"/>
                                    <w:b/>
                                    <w:sz w:val="24"/>
                                  </w:rPr>
                                  <w:t>Déclaration</w:t>
                                </w:r>
                                <w:proofErr w:type="spellEnd"/>
                                <w:r>
                                  <w:rPr>
                                    <w:rFonts w:ascii="Arial Narrow" w:hAnsi="Arial Narrow"/>
                                    <w:b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Narrow" w:hAnsi="Arial Narrow"/>
                                    <w:b/>
                                    <w:spacing w:val="-1"/>
                                    <w:sz w:val="24"/>
                                  </w:rPr>
                                  <w:t>sur</w:t>
                                </w:r>
                                <w:r>
                                  <w:rPr>
                                    <w:rFonts w:ascii="Arial Narrow" w:hAnsi="Arial Narrow"/>
                                    <w:b/>
                                    <w:spacing w:val="-11"/>
                                    <w:sz w:val="24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 Narrow" w:hAnsi="Arial Narrow"/>
                                    <w:b/>
                                    <w:sz w:val="24"/>
                                  </w:rPr>
                                  <w:t>l'honneur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2" y="896"/>
                              <a:ext cx="132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Je</w:t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soussigné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(</w:t>
                                </w:r>
                                <w:proofErr w:type="gramEnd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e),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8" y="896"/>
                              <a:ext cx="172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,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déclare</w:t>
                                </w:r>
                                <w:proofErr w:type="spellEnd"/>
                                <w:proofErr w:type="gramEnd"/>
                                <w:r>
                                  <w:rPr>
                                    <w:rFonts w:ascii="Arial" w:hAns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sur</w:t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spacing w:val="-1"/>
                                    <w:sz w:val="18"/>
                                  </w:rPr>
                                  <w:t>l'honneur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8" y="1730"/>
                              <a:ext cx="8689" cy="3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line="184" w:lineRule="exact"/>
                                  <w:ind w:hanging="1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proofErr w:type="gramStart"/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ne</w:t>
                                </w:r>
                                <w:proofErr w:type="gramEnd"/>
                                <w:r w:rsidRPr="006559E2">
                                  <w:rPr>
                                    <w:rFonts w:ascii="Arial" w:hAnsi="Arial"/>
                                    <w:spacing w:val="4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pas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faire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l'objet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1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d'une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mesure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pénale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ou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administrative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1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d'interdiction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1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présentation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1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devant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1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un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jury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9" w:line="203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proofErr w:type="gramStart"/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d'examen</w:t>
                                </w:r>
                                <w:proofErr w:type="gramEnd"/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ou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validation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 xml:space="preserve"> des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acquis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l'expérience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2594"/>
                              <a:ext cx="9297" cy="17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line="184" w:lineRule="exact"/>
                                  <w:ind w:left="591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que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3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toutes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3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les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informations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fournies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3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sont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exactes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et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que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présente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3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candidature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à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validation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des</w:t>
                                </w:r>
                              </w:p>
                              <w:p w:rsidR="00390C5B" w:rsidRPr="006559E2" w:rsidRDefault="0055151E">
                                <w:pPr>
                                  <w:spacing w:before="9" w:line="250" w:lineRule="auto"/>
                                  <w:ind w:left="590" w:right="15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proofErr w:type="gramStart"/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acquis</w:t>
                                </w:r>
                                <w:proofErr w:type="gramEnd"/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l'expérience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5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en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vue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l'obtention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5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certification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mentionnée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à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rubrique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2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du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4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présent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formulaire 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4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constitue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 xml:space="preserve"> l'unique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demande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 xml:space="preserve">pour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cette certification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 xml:space="preserve"> pour la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même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 xml:space="preserve"> année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civile.</w:t>
                                </w:r>
                              </w:p>
                              <w:p w:rsidR="00390C5B" w:rsidRPr="006559E2" w:rsidRDefault="00390C5B">
                                <w:pPr>
                                  <w:spacing w:before="5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</w:p>
                              <w:p w:rsidR="00390C5B" w:rsidRPr="006559E2" w:rsidRDefault="0055151E">
                                <w:pPr>
                                  <w:spacing w:line="250" w:lineRule="auto"/>
                                  <w:ind w:left="283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Je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m'engage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également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8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à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ne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pas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présenter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8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plus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trois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candidatures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à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validation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acquis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7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l'expérience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20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pour des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 xml:space="preserve">diplômes, 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certificats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 xml:space="preserve"> ou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titres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2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différents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durant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la présente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Arial" w:hAnsi="Arial"/>
                                    <w:spacing w:val="-1"/>
                                    <w:sz w:val="18"/>
                                    <w:lang w:val="fr-FR"/>
                                  </w:rPr>
                                  <w:t>année</w:t>
                                </w:r>
                                <w:r w:rsidRPr="006559E2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 civile.</w:t>
                                </w:r>
                              </w:p>
                              <w:p w:rsidR="00390C5B" w:rsidRPr="006559E2" w:rsidRDefault="00390C5B">
                                <w:pPr>
                                  <w:spacing w:before="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z w:val="20"/>
                                    <w:szCs w:val="20"/>
                                    <w:lang w:val="fr-FR"/>
                                  </w:rPr>
                                </w:pPr>
                              </w:p>
                              <w:p w:rsidR="00390C5B" w:rsidRDefault="0055151E">
                                <w:pPr>
                                  <w:rPr>
                                    <w:rFonts w:ascii="Myriad Pro" w:eastAsia="Myriad Pro" w:hAnsi="Myriad Pro" w:cs="Myriad Pro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Myriad Pro" w:hAnsi="Myriad Pro"/>
                                    <w:sz w:val="18"/>
                                  </w:rPr>
                                  <w:t xml:space="preserve">Fait </w:t>
                                </w:r>
                                <w:proofErr w:type="gramStart"/>
                                <w:r>
                                  <w:rPr>
                                    <w:rFonts w:ascii="Myriad Pro" w:hAnsi="Myriad Pro"/>
                                    <w:sz w:val="18"/>
                                  </w:rPr>
                                  <w:t>à :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4759"/>
                              <a:ext cx="277" cy="2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Default="0055151E">
                                <w:pPr>
                                  <w:spacing w:line="206" w:lineRule="exact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Myriad Pro"/>
                                    <w:sz w:val="18"/>
                                  </w:rPr>
                                  <w:t xml:space="preserve">le </w:t>
                                </w:r>
                                <w:r>
                                  <w:rPr>
                                    <w:rFonts w:ascii="Myriad Pro"/>
                                    <w:spacing w:val="10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0"/>
                                  </w:rPr>
                                  <w:t>: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93" y="4785"/>
                              <a:ext cx="231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line="180" w:lineRule="exact"/>
                                  <w:rPr>
                                    <w:rFonts w:ascii="Myriad Pro" w:eastAsia="Myriad Pro" w:hAnsi="Myriad Pro" w:cs="Myriad Pro"/>
                                    <w:sz w:val="18"/>
                                    <w:szCs w:val="18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Myriad Pro"/>
                                    <w:sz w:val="18"/>
                                    <w:lang w:val="fr-FR"/>
                                  </w:rPr>
                                  <w:t>Signature du/de la candidat/e 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" y="5816"/>
                              <a:ext cx="9582" cy="1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90C5B" w:rsidRPr="006559E2" w:rsidRDefault="0055151E">
                                <w:pPr>
                                  <w:spacing w:line="140" w:lineRule="exact"/>
                                  <w:ind w:left="2"/>
                                  <w:jc w:val="both"/>
                                  <w:rPr>
                                    <w:rFonts w:ascii="Myriad Pro" w:eastAsia="Myriad Pro" w:hAnsi="Myriad Pro" w:cs="Myriad Pr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La loi punit quiconque se rend coupable de fausses déclarations :</w:t>
                                </w:r>
                              </w:p>
                              <w:p w:rsidR="00390C5B" w:rsidRPr="006559E2" w:rsidRDefault="0055151E">
                                <w:pPr>
                                  <w:ind w:left="1"/>
                                  <w:rPr>
                                    <w:rFonts w:ascii="Myriad Pro" w:eastAsia="Myriad Pro" w:hAnsi="Myriad Pro" w:cs="Myriad Pr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« Constitue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proofErr w:type="gramStart"/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un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faux</w:t>
                                </w:r>
                                <w:proofErr w:type="gramEnd"/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toute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altération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frauduleuse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la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vérité,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nature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à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causer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un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préjudice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et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accomplie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par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quelque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moyen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que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ce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soit,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dans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un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écrit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ou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tout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autre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1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support d'expression de la pensée qui a pour objet ou qui peut avoir pour effet d'établir la preuve d'un droit ou d'un fait ayant des conséquences juridiques.</w:t>
                                </w:r>
                              </w:p>
                              <w:p w:rsidR="00390C5B" w:rsidRPr="006559E2" w:rsidRDefault="0055151E">
                                <w:pPr>
                                  <w:ind w:left="1"/>
                                  <w:jc w:val="both"/>
                                  <w:rPr>
                                    <w:rFonts w:ascii="Myriad Pro" w:eastAsia="Myriad Pro" w:hAnsi="Myriad Pro" w:cs="Myriad Pr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Le faux et l'usage de faux sont punis de trois ans d'emprisonnement et de 45000 euros d'amende (code pénal, art.441-1) ;</w:t>
                                </w:r>
                              </w:p>
                              <w:p w:rsidR="00390C5B" w:rsidRPr="006559E2" w:rsidRDefault="0055151E">
                                <w:pPr>
                                  <w:ind w:firstLine="1"/>
                                  <w:jc w:val="both"/>
                                  <w:rPr>
                                    <w:rFonts w:ascii="Myriad Pro" w:eastAsia="Myriad Pro" w:hAnsi="Myriad Pro" w:cs="Myriad Pr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Le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fait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se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faire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délivrer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indûment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par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une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administration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publique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ou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par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un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organisme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chargé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d'une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mission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service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public,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par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quelque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moyen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frauduleux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que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ce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2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soit, un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document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destiné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à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constater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un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droit,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une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identité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ou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une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qualité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ou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à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accorder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une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autorisation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est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puni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deux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ans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d'emprisonnement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et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de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30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000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euros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pacing w:val="3"/>
                                    <w:sz w:val="14"/>
                                    <w:lang w:val="fr-FR"/>
                                  </w:rPr>
                                  <w:t xml:space="preserve"> </w:t>
                                </w:r>
                                <w:r w:rsidRPr="006559E2">
                                  <w:rPr>
                                    <w:rFonts w:ascii="Myriad Pro" w:hAnsi="Myriad Pro"/>
                                    <w:i/>
                                    <w:sz w:val="14"/>
                                    <w:lang w:val="fr-FR"/>
                                  </w:rPr>
                                  <w:t>d'amendes (code pénal art.441-6) ;</w:t>
                                </w:r>
                              </w:p>
                              <w:p w:rsidR="00390C5B" w:rsidRPr="006559E2" w:rsidRDefault="0055151E">
                                <w:pPr>
                                  <w:jc w:val="both"/>
                                  <w:rPr>
                                    <w:rFonts w:ascii="Myriad Pro" w:eastAsia="Myriad Pro" w:hAnsi="Myriad Pro" w:cs="Myriad Pr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Myriad Pro"/>
                                    <w:i/>
                                    <w:sz w:val="14"/>
                                    <w:lang w:val="fr-FR"/>
                                  </w:rPr>
                                  <w:t>Est puni d'un an d'emprisonnement et de 15 000 euros d'amende le fait :</w:t>
                                </w:r>
                              </w:p>
                              <w:p w:rsidR="00390C5B" w:rsidRPr="006559E2" w:rsidRDefault="0055151E">
                                <w:pPr>
                                  <w:ind w:right="4707"/>
                                  <w:rPr>
                                    <w:rFonts w:ascii="Myriad Pro" w:eastAsia="Myriad Pro" w:hAnsi="Myriad Pro" w:cs="Myriad Pr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Myriad Pro" w:eastAsia="Myriad Pro" w:hAnsi="Myriad Pro" w:cs="Myriad Pro"/>
                                    <w:i/>
                                    <w:sz w:val="14"/>
                                    <w:szCs w:val="14"/>
                                    <w:lang w:val="fr-FR"/>
                                  </w:rPr>
                                  <w:t>1° D'établir une attestation ou un certificat faisant état de faits matériellement inexacts ; 2° De falsifier une attestation ou un certificat originairement sincère ;</w:t>
                                </w:r>
                              </w:p>
                              <w:p w:rsidR="00390C5B" w:rsidRPr="006559E2" w:rsidRDefault="0055151E">
                                <w:pPr>
                                  <w:jc w:val="both"/>
                                  <w:rPr>
                                    <w:rFonts w:ascii="Myriad Pro" w:eastAsia="Myriad Pro" w:hAnsi="Myriad Pro" w:cs="Myriad Pro"/>
                                    <w:sz w:val="14"/>
                                    <w:szCs w:val="14"/>
                                    <w:lang w:val="fr-FR"/>
                                  </w:rPr>
                                </w:pPr>
                                <w:r w:rsidRPr="006559E2">
                                  <w:rPr>
                                    <w:rFonts w:ascii="Myriad Pro" w:eastAsia="Myriad Pro" w:hAnsi="Myriad Pro" w:cs="Myriad Pro"/>
                                    <w:i/>
                                    <w:sz w:val="14"/>
                                    <w:szCs w:val="14"/>
                                    <w:lang w:val="fr-FR"/>
                                  </w:rPr>
                                  <w:t>3° De faire usage d'une attestation ou d'un certificat inexact ou falsifié (code pénal art. 441-7).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2" o:spid="_x0000_s1148" style="width:510.7pt;height:397.35pt;mso-position-horizontal-relative:char;mso-position-vertical-relative:line" coordsize="10214,7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">
                <v:group id="Group 41" o:spid="_x0000_s1149" style="position:absolute;left:5;top:5;width:10204;height:7937" coordorigin="5,5" coordsize="10204,7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42" o:spid="_x0000_s1150" style="position:absolute;left:5;top:5;width:10204;height:7937;visibility:visible;mso-wrap-style:square;v-text-anchor:top" coordsize="10204,7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ScmcMA&#10;AADbAAAADwAAAGRycy9kb3ducmV2LnhtbERPTWvCQBC9C/6HZYTezEYLYlNXKaJQvbRGL70N2Wmy&#10;bXY2ZLdJ9Nd3C0Jv83ifs9oMthYdtd44VjBLUhDEhdOGSwWX8366BOEDssbaMSm4kofNejxaYaZd&#10;zyfq8lCKGMI+QwVVCE0mpS8qsugT1xBH7tO1FkOEbSl1i30Mt7Wcp+lCWjQcGypsaFtR8Z3/WAVv&#10;71fzsVucbrq49Yfuy2yPjyFX6mEyvDyDCDSEf/Hd/arj/Cf4+yU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ScmcMAAADbAAAADwAAAAAAAAAAAAAAAACYAgAAZHJzL2Rv&#10;d25yZXYueG1sUEsFBgAAAAAEAAQA9QAAAIgDAAAAAA==&#10;" path="m,7937r10203,l10203,,,,,7937xe" filled="f" strokeweight=".5pt">
                    <v:path arrowok="t" o:connecttype="custom" o:connectlocs="0,7942;10203,7942;10203,5;0,5;0,7942" o:connectangles="0,0,0,0,0"/>
                  </v:shape>
                </v:group>
                <v:group id="Group 39" o:spid="_x0000_s1151" style="position:absolute;left:645;top:1748;width:200;height:200" coordorigin="645,1748" coordsize="200,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40" o:spid="_x0000_s1152" style="position:absolute;left:645;top:1748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PDncIA&#10;AADbAAAADwAAAGRycy9kb3ducmV2LnhtbESPT4vCMBTE74LfITzBm6b2oFKN4voPTyurgte3zdu2&#10;bPJSmqj125sFYY/DzPyGmS9ba8SdGl85VjAaJiCIc6crLhRczrvBFIQPyBqNY1LwJA/LRbczx0y7&#10;B3/R/RQKESHsM1RQhlBnUvq8JIt+6Gri6P24xmKIsimkbvAR4dbINEnG0mLFcaHEmtYl5b+nm1Vg&#10;DKff59X0ur98pGS2k+Pnxkil+r12NQMRqA3/4Xf7oBWkI/j7En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M8OdwgAAANsAAAAPAAAAAAAAAAAAAAAAAJgCAABkcnMvZG93&#10;bnJldi54bWxQSwUGAAAAAAQABAD1AAAAhwMAAAAA&#10;" path="m,200r200,l200,,,,,200xe" stroked="f">
                    <v:path arrowok="t" o:connecttype="custom" o:connectlocs="0,1948;200,1948;200,1748;0,1748;0,1948" o:connectangles="0,0,0,0,0"/>
                  </v:shape>
                </v:group>
                <v:group id="Group 37" o:spid="_x0000_s1153" style="position:absolute;left:645;top:1748;width:200;height:200" coordorigin="645,1748" coordsize="200,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38" o:spid="_x0000_s1154" style="position:absolute;left:645;top:1748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U6MUA&#10;AADbAAAADwAAAGRycy9kb3ducmV2LnhtbESPQWvCQBSE70L/w/IKXopuarFodJVSDC0IgqkIuT2y&#10;r0kw+zbsbjXtr3eFgsdh5pthluvetOJMzjeWFTyPExDEpdUNVwoOX9loBsIHZI2tZVLwSx7Wq4fB&#10;ElNtL7yncx4qEUvYp6igDqFLpfRlTQb92HbE0fu2zmCI0lVSO7zEctPKSZK8SoMNx4UaO3qvqTzl&#10;P0bBJJtPi2LbJ7vj5omL9iP7c6dMqeFj/7YAEagP9/A//akj9wK3L/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qdToxQAAANsAAAAPAAAAAAAAAAAAAAAAAJgCAABkcnMv&#10;ZG93bnJldi54bWxQSwUGAAAAAAQABAD1AAAAigMAAAAA&#10;" path="m200,l,,,200,10,190,10,10r180,l200,xe" fillcolor="black" stroked="f">
                    <v:path arrowok="t" o:connecttype="custom" o:connectlocs="200,1748;0,1748;0,1948;10,1938;10,1758;190,1758;200,1748" o:connectangles="0,0,0,0,0,0,0"/>
                  </v:shape>
                </v:group>
                <v:group id="Group 35" o:spid="_x0000_s1155" style="position:absolute;left:645;top:1748;width:200;height:200" coordorigin="645,1748" coordsize="200,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36" o:spid="_x0000_s1156" style="position:absolute;left:645;top:1748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zpB8UA&#10;AADbAAAADwAAAGRycy9kb3ducmV2LnhtbESPQWvCQBSE7wX/w/KEXkQ3CpYaXUWkoYJQqIqQ2yP7&#10;TILZt2F3q7G/visIPQ4z3wyzWHWmEVdyvrasYDxKQBAXVtdcKjgesuE7CB+QNTaWScGdPKyWvZcF&#10;ptre+Juu+1CKWMI+RQVVCG0qpS8qMuhHtiWO3tk6gyFKV0rt8BbLTSMnSfImDdYcFypsaVNRcdn/&#10;GAWTbDbN812XfJ0+Bpw3n9mvu2RKvfa79RxEoC78h5/0VkduCo8v8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DOkHxQAAANsAAAAPAAAAAAAAAAAAAAAAAJgCAABkcnMv&#10;ZG93bnJldi54bWxQSwUGAAAAAAQABAD1AAAAigMAAAAA&#10;" path="m200,l190,10r,180l10,190,,200r200,l200,xe" fillcolor="black" stroked="f">
                    <v:path arrowok="t" o:connecttype="custom" o:connectlocs="200,1748;190,1758;190,1938;10,1938;0,1948;200,1948;200,1748" o:connectangles="0,0,0,0,0,0,0"/>
                  </v:shape>
                </v:group>
                <v:group id="Group 33" o:spid="_x0000_s1157" style="position:absolute;left:655;top:1758;width:180;height:180" coordorigin="655,1758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34" o:spid="_x0000_s1158" style="position:absolute;left:655;top:1758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GsU8UA&#10;AADbAAAADwAAAGRycy9kb3ducmV2LnhtbESPwWrDMBBE74X8g9hAL6WR60Mc3CghBBd86CVxKeS2&#10;WFvbjbUykmK7f18FCj0OM/OG2e5n04uRnO8sK3hZJSCIa6s7bhR8VG/PGxA+IGvsLZOCH/Kw3y0e&#10;tphrO/GJxnNoRISwz1FBG8KQS+nrlgz6lR2Io/dlncEQpWukdjhFuOllmiRrabDjuNDiQMeW6uv5&#10;ZhTchvmz/KYnOVYuG9+L8npZF4VSj8v58Aoi0Bz+w3/tUitIM7h/i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YaxTxQAAANsAAAAPAAAAAAAAAAAAAAAAAJgCAABkcnMv&#10;ZG93bnJldi54bWxQSwUGAAAAAAQABAD1AAAAigMAAAAA&#10;" path="m180,l,,,180,10,170,10,10r160,l180,xe" fillcolor="gray" stroked="f">
                    <v:path arrowok="t" o:connecttype="custom" o:connectlocs="180,1758;0,1758;0,1938;10,1928;10,1768;170,1768;180,1758" o:connectangles="0,0,0,0,0,0,0"/>
                  </v:shape>
                </v:group>
                <v:group id="Group 31" o:spid="_x0000_s1159" style="position:absolute;left:655;top:1758;width:180;height:180" coordorigin="655,1758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2" o:spid="_x0000_s1160" style="position:absolute;left:655;top:1758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fsJsQA&#10;AADbAAAADwAAAGRycy9kb3ducmV2LnhtbESP3WoCMRSE7wt9h3AEb0rN6oXa1Sil0CJ4If48wHFz&#10;3Cy7OdlNUl3f3giFXg4z8w2zXPe2EVfyoXKsYDzKQBAXTldcKjgdv9/nIEJE1tg4JgV3CrBevb4s&#10;Mdfuxnu6HmIpEoRDjgpMjG0uZSgMWQwj1xIn7+K8xZikL6X2eEtw28hJlk2lxYrTgsGWvgwV9eHX&#10;Kghv8tKZse9cty3OP/Jc72ZcKzUc9J8LEJH6+B/+a2+0gskHPL+k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n7CbEAAAA2wAAAA8AAAAAAAAAAAAAAAAAmAIAAGRycy9k&#10;b3ducmV2LnhtbFBLBQYAAAAABAAEAPUAAACJAwAAAAA=&#10;" path="m180,l170,10r,160l10,170,,180r180,l180,xe" fillcolor="#d3d0c7" stroked="f">
                    <v:path arrowok="t" o:connecttype="custom" o:connectlocs="180,1758;170,1768;170,1928;10,1928;0,1938;180,1938;180,1758" o:connectangles="0,0,0,0,0,0,0"/>
                  </v:shape>
                </v:group>
                <v:group id="Group 29" o:spid="_x0000_s1161" style="position:absolute;left:645;top:2598;width:200;height:200" coordorigin="645,2598" coordsize="200,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0" o:spid="_x0000_s1162" style="position:absolute;left:645;top:2598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VQMMA&#10;AADbAAAADwAAAGRycy9kb3ducmV2LnhtbESPQWvCQBSE70L/w/KE3nRjhFaim2BbWzxZqoLXZ/aZ&#10;BHffhuxW03/vCgWPw8x8wyyK3hpxoc43jhVMxgkI4tLphisF+93naAbCB2SNxjEp+CMPRf40WGCm&#10;3ZV/6LINlYgQ9hkqqENoMyl9WZNFP3YtcfROrrMYouwqqTu8Rrg1Mk2SF2mx4bhQY0vvNZXn7a9V&#10;YAynx91ydvjav6VkVq/fmw8jlXoe9ss5iEB9eIT/22utYDqB+5f4A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pVQMMAAADbAAAADwAAAAAAAAAAAAAAAACYAgAAZHJzL2Rv&#10;d25yZXYueG1sUEsFBgAAAAAEAAQA9QAAAIgDAAAAAA==&#10;" path="m,200r200,l200,,,,,200xe" stroked="f">
                    <v:path arrowok="t" o:connecttype="custom" o:connectlocs="0,2798;200,2798;200,2598;0,2598;0,2798" o:connectangles="0,0,0,0,0"/>
                  </v:shape>
                </v:group>
                <v:group id="Group 27" o:spid="_x0000_s1163" style="position:absolute;left:645;top:2598;width:200;height:200" coordorigin="645,2598" coordsize="200,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28" o:spid="_x0000_s1164" style="position:absolute;left:645;top:2598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CNcYA&#10;AADbAAAADwAAAGRycy9kb3ducmV2LnhtbESP3WrCQBSE7wu+w3IEb4puVCoaXUVKQwsFwR+E3B2y&#10;xySYPRt2V0379N1CoZfDzHzDrDadacSdnK8tKxiPEhDEhdU1lwpOx2w4B+EDssbGMin4Ig+bde9p&#10;ham2D97T/RBKESHsU1RQhdCmUvqiIoN+ZFvi6F2sMxiidKXUDh8Rbho5SZKZNFhzXKiwpdeKiuvh&#10;ZhRMssVLnn92ye789sx58559u2um1KDfbZcgAnXhP/zX/tAKplP4/RJ/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BCNcYAAADbAAAADwAAAAAAAAAAAAAAAACYAgAAZHJz&#10;L2Rvd25yZXYueG1sUEsFBgAAAAAEAAQA9QAAAIsDAAAAAA==&#10;" path="m200,l,,,200,10,190,10,10r180,l200,xe" fillcolor="black" stroked="f">
                    <v:path arrowok="t" o:connecttype="custom" o:connectlocs="200,2598;0,2598;0,2798;10,2788;10,2608;190,2608;200,2598" o:connectangles="0,0,0,0,0,0,0"/>
                  </v:shape>
                </v:group>
                <v:group id="Group 25" o:spid="_x0000_s1165" style="position:absolute;left:645;top:2598;width:200;height:200" coordorigin="645,2598" coordsize="200,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26" o:spid="_x0000_s1166" style="position:absolute;left:645;top:2598;width:200;height:200;visibility:visible;mso-wrap-style:square;v-text-anchor:top" coordsize="20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/2sYA&#10;AADbAAAADwAAAGRycy9kb3ducmV2LnhtbESPQWvCQBSE74X+h+UVvJS6qUWx0VWKGCoIgloKuT2y&#10;zySYfRt2V43+elco9DjMzDfMdN6ZRpzJ+dqygvd+AoK4sLrmUsHPPnsbg/ABWWNjmRRcycN89vw0&#10;xVTbC2/pvAuliBD2KSqoQmhTKX1RkUHfty1x9A7WGQxRulJqh5cIN40cJMlIGqw5LlTY0qKi4rg7&#10;GQWD7HOY5+su2fwuXzlvvrObO2ZK9V66rwmIQF34D/+1V1rBxxAeX+IP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V/2sYAAADbAAAADwAAAAAAAAAAAAAAAACYAgAAZHJz&#10;L2Rvd25yZXYueG1sUEsFBgAAAAAEAAQA9QAAAIsDAAAAAA==&#10;" path="m200,l190,10r,180l10,190,,200r200,l200,xe" fillcolor="black" stroked="f">
                    <v:path arrowok="t" o:connecttype="custom" o:connectlocs="200,2598;190,2608;190,2788;10,2788;0,2798;200,2798;200,2598" o:connectangles="0,0,0,0,0,0,0"/>
                  </v:shape>
                </v:group>
                <v:group id="Group 23" o:spid="_x0000_s1167" style="position:absolute;left:655;top:2608;width:180;height:180" coordorigin="655,2608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24" o:spid="_x0000_s1168" style="position:absolute;left:655;top:2608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6jsUA&#10;AADbAAAADwAAAGRycy9kb3ducmV2LnhtbESPQWvCQBSE74X+h+UVvBTdVEFLzEZKSSEHLzWl0Nsj&#10;+0yi2bdhd43x37uFQo/DzHzDZLvJ9GIk5zvLCl4WCQji2uqOGwVf1cf8FYQPyBp7y6TgRh52+eND&#10;hqm2V/6k8RAaESHsU1TQhjCkUvq6JYN+YQfi6B2tMxiidI3UDq8Rbnq5TJK1NNhxXGhxoPeW6vPh&#10;YhRchum7PNGzHCu3GfdFef5ZF4VSs6fpbQsi0BT+w3/tUitYbeD3S/wBMr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DqOxQAAANsAAAAPAAAAAAAAAAAAAAAAAJgCAABkcnMv&#10;ZG93bnJldi54bWxQSwUGAAAAAAQABAD1AAAAigMAAAAA&#10;" path="m180,l,,,180,10,170,10,10r160,l180,xe" fillcolor="gray" stroked="f">
                    <v:path arrowok="t" o:connecttype="custom" o:connectlocs="180,2608;0,2608;0,2788;10,2778;10,2618;170,2618;180,2608" o:connectangles="0,0,0,0,0,0,0"/>
                  </v:shape>
                </v:group>
                <v:group id="Group 13" o:spid="_x0000_s1169" style="position:absolute;left:655;top:2608;width:180;height:180" coordorigin="655,2608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22" o:spid="_x0000_s1170" style="position:absolute;left:655;top:2608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56+8QA&#10;AADbAAAADwAAAGRycy9kb3ducmV2LnhtbESP3WoCMRSE7wu+QziCN0WzWqi6GkUKSqEXxZ8HOG6O&#10;m2U3J7tJqtu3bwqFXg4z8w2z3va2EXfyoXKsYDrJQBAXTldcKric9+MFiBCRNTaOScE3BdhuBk9r&#10;zLV78JHup1iKBOGQowITY5tLGQpDFsPEtcTJuzlvMSbpS6k9PhLcNnKWZa/SYsVpwWBLb4aK+vRl&#10;FYRneevM1Heu+yiuB3mtP+dcKzUa9rsViEh9/A//td+1gpcl/H5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+evvEAAAA2wAAAA8AAAAAAAAAAAAAAAAAmAIAAGRycy9k&#10;b3ducmV2LnhtbFBLBQYAAAAABAAEAPUAAACJAwAAAAA=&#10;" path="m180,l170,10r,160l10,170,,180r180,l180,xe" fillcolor="#d3d0c7" stroked="f">
                    <v:path arrowok="t" o:connecttype="custom" o:connectlocs="180,2608;170,2618;170,2778;10,2778;0,2788;180,2788;180,2608" o:connectangles="0,0,0,0,0,0,0"/>
                  </v:shape>
                  <v:shape id="Text Box 21" o:spid="_x0000_s1171" type="#_x0000_t202" style="position:absolute;left:3919;top:315;width:2377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  <v:textbox inset="0,0,0,0">
                      <w:txbxContent>
                        <w:p w:rsidR="00390C5B" w:rsidRDefault="0055151E">
                          <w:pPr>
                            <w:spacing w:line="240" w:lineRule="exact"/>
                            <w:rPr>
                              <w:rFonts w:ascii="Arial Narrow" w:eastAsia="Arial Narrow" w:hAnsi="Arial Narrow" w:cs="Arial Narrow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24"/>
                            </w:rPr>
                            <w:t>Déclaration</w:t>
                          </w:r>
                          <w:r>
                            <w:rPr>
                              <w:rFonts w:ascii="Arial Narrow" w:hAnsi="Arial Narrow"/>
                              <w:b/>
                              <w:spacing w:val="-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/>
                              <w:b/>
                              <w:spacing w:val="-1"/>
                              <w:sz w:val="24"/>
                            </w:rPr>
                            <w:t>sur</w:t>
                          </w:r>
                          <w:r>
                            <w:rPr>
                              <w:rFonts w:ascii="Arial Narrow" w:hAnsi="Arial Narrow"/>
                              <w:b/>
                              <w:spacing w:val="-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/>
                              <w:b/>
                              <w:sz w:val="24"/>
                            </w:rPr>
                            <w:t>l'honneur</w:t>
                          </w:r>
                        </w:p>
                      </w:txbxContent>
                    </v:textbox>
                  </v:shape>
                  <v:shape id="Text Box 20" o:spid="_x0000_s1172" type="#_x0000_t202" style="position:absolute;left:742;top:896;width:1321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  <v:textbox inset="0,0,0,0">
                      <w:txbxContent>
                        <w:p w:rsidR="00390C5B" w:rsidRDefault="0055151E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Je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soussigné(e),</w:t>
                          </w:r>
                        </w:p>
                      </w:txbxContent>
                    </v:textbox>
                  </v:shape>
                  <v:shape id="Text Box 19" o:spid="_x0000_s1173" type="#_x0000_t202" style="position:absolute;left:7918;top:896;width:1726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  <v:textbox inset="0,0,0,0">
                      <w:txbxContent>
                        <w:p w:rsidR="00390C5B" w:rsidRDefault="0055151E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>,déclare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sur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8"/>
                            </w:rPr>
                            <w:t xml:space="preserve"> l'honneur</w:t>
                          </w:r>
                        </w:p>
                      </w:txbxContent>
                    </v:textbox>
                  </v:shape>
                  <v:shape id="Text Box 18" o:spid="_x0000_s1174" type="#_x0000_t202" style="position:absolute;left:908;top:1730;width:8689;height:3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line="184" w:lineRule="exact"/>
                            <w:ind w:hanging="1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ne</w:t>
                          </w:r>
                          <w:r w:rsidRPr="006559E2">
                            <w:rPr>
                              <w:rFonts w:ascii="Arial" w:hAnsi="Arial"/>
                              <w:spacing w:val="4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pas</w:t>
                          </w:r>
                          <w:r w:rsidRPr="006559E2">
                            <w:rPr>
                              <w:rFonts w:ascii="Arial" w:hAnsi="Arial"/>
                              <w:spacing w:val="4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faire</w:t>
                          </w:r>
                          <w:r w:rsidRPr="006559E2">
                            <w:rPr>
                              <w:rFonts w:ascii="Arial" w:hAnsi="Arial"/>
                              <w:spacing w:val="4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l'objet</w:t>
                          </w:r>
                          <w:r w:rsidRPr="006559E2">
                            <w:rPr>
                              <w:rFonts w:ascii="Arial" w:hAnsi="Arial"/>
                              <w:spacing w:val="41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d'une</w:t>
                          </w:r>
                          <w:r w:rsidRPr="006559E2">
                            <w:rPr>
                              <w:rFonts w:ascii="Arial" w:hAnsi="Arial"/>
                              <w:spacing w:val="4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mesure</w:t>
                          </w:r>
                          <w:r w:rsidRPr="006559E2">
                            <w:rPr>
                              <w:rFonts w:ascii="Arial" w:hAnsi="Arial"/>
                              <w:spacing w:val="4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pénale</w:t>
                          </w:r>
                          <w:r w:rsidRPr="006559E2">
                            <w:rPr>
                              <w:rFonts w:ascii="Arial" w:hAnsi="Arial"/>
                              <w:spacing w:val="4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ou</w:t>
                          </w:r>
                          <w:r w:rsidRPr="006559E2">
                            <w:rPr>
                              <w:rFonts w:ascii="Arial" w:hAnsi="Arial"/>
                              <w:spacing w:val="4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administrative</w:t>
                          </w:r>
                          <w:r w:rsidRPr="006559E2">
                            <w:rPr>
                              <w:rFonts w:ascii="Arial" w:hAnsi="Arial"/>
                              <w:spacing w:val="41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d'interdiction</w:t>
                          </w:r>
                          <w:r w:rsidRPr="006559E2">
                            <w:rPr>
                              <w:rFonts w:ascii="Arial" w:hAnsi="Arial"/>
                              <w:spacing w:val="41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pacing w:val="4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présentation</w:t>
                          </w:r>
                          <w:r w:rsidRPr="006559E2">
                            <w:rPr>
                              <w:rFonts w:ascii="Arial" w:hAnsi="Arial"/>
                              <w:spacing w:val="41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devant</w:t>
                          </w:r>
                          <w:r w:rsidRPr="006559E2">
                            <w:rPr>
                              <w:rFonts w:ascii="Arial" w:hAnsi="Arial"/>
                              <w:spacing w:val="41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un</w:t>
                          </w:r>
                          <w:r w:rsidRPr="006559E2">
                            <w:rPr>
                              <w:rFonts w:ascii="Arial" w:hAnsi="Arial"/>
                              <w:spacing w:val="4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jury</w:t>
                          </w:r>
                        </w:p>
                        <w:p w:rsidR="00390C5B" w:rsidRPr="006559E2" w:rsidRDefault="0055151E">
                          <w:pPr>
                            <w:spacing w:before="9" w:line="203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d'examen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ou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validation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 xml:space="preserve"> des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acquis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l'expérience</w:t>
                          </w:r>
                        </w:p>
                      </w:txbxContent>
                    </v:textbox>
                  </v:shape>
                  <v:shape id="Text Box 17" o:spid="_x0000_s1175" type="#_x0000_t202" style="position:absolute;left:317;top:2594;width:9297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line="184" w:lineRule="exact"/>
                            <w:ind w:left="591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que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3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toutes </w:t>
                          </w:r>
                          <w:r w:rsidRPr="006559E2">
                            <w:rPr>
                              <w:rFonts w:ascii="Arial" w:hAnsi="Arial"/>
                              <w:spacing w:val="3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les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informations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fournies </w:t>
                          </w:r>
                          <w:r w:rsidRPr="006559E2">
                            <w:rPr>
                              <w:rFonts w:ascii="Arial" w:hAnsi="Arial"/>
                              <w:spacing w:val="3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sont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exactes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et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que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présente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3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candidature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à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validation </w:t>
                          </w:r>
                          <w:r w:rsidRPr="006559E2">
                            <w:rPr>
                              <w:rFonts w:ascii="Arial" w:hAnsi="Arial"/>
                              <w:spacing w:val="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des</w:t>
                          </w:r>
                        </w:p>
                        <w:p w:rsidR="00390C5B" w:rsidRPr="006559E2" w:rsidRDefault="0055151E">
                          <w:pPr>
                            <w:spacing w:before="9" w:line="250" w:lineRule="auto"/>
                            <w:ind w:left="590" w:right="15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acquis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l'expérience</w:t>
                          </w:r>
                          <w:r w:rsidRPr="006559E2">
                            <w:rPr>
                              <w:rFonts w:ascii="Arial" w:hAnsi="Arial"/>
                              <w:spacing w:val="45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en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vue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l'obtention</w:t>
                          </w:r>
                          <w:r w:rsidRPr="006559E2">
                            <w:rPr>
                              <w:rFonts w:ascii="Arial" w:hAnsi="Arial"/>
                              <w:spacing w:val="45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certification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mentionnée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à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rubrique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2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du</w:t>
                          </w:r>
                          <w:r w:rsidRPr="006559E2">
                            <w:rPr>
                              <w:rFonts w:ascii="Arial" w:hAnsi="Arial"/>
                              <w:spacing w:val="44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présent</w:t>
                          </w:r>
                          <w:r w:rsidRPr="006559E2">
                            <w:rPr>
                              <w:rFonts w:ascii="Arial" w:hAnsi="Arial"/>
                              <w:spacing w:val="2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formulaire  </w:t>
                          </w:r>
                          <w:r w:rsidRPr="006559E2">
                            <w:rPr>
                              <w:rFonts w:ascii="Arial" w:hAnsi="Arial"/>
                              <w:spacing w:val="4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constitue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 xml:space="preserve"> l'unique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demande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 xml:space="preserve">pour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cette certification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 xml:space="preserve"> pour la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même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 xml:space="preserve"> année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civile.</w:t>
                          </w:r>
                        </w:p>
                        <w:p w:rsidR="00390C5B" w:rsidRPr="006559E2" w:rsidRDefault="00390C5B">
                          <w:pPr>
                            <w:spacing w:before="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:rsidR="00390C5B" w:rsidRPr="006559E2" w:rsidRDefault="0055151E">
                          <w:pPr>
                            <w:spacing w:line="250" w:lineRule="auto"/>
                            <w:ind w:left="283"/>
                            <w:rPr>
                              <w:rFonts w:ascii="Arial" w:eastAsia="Arial" w:hAnsi="Arial" w:cs="Arial"/>
                              <w:sz w:val="18"/>
                              <w:szCs w:val="18"/>
                              <w:lang w:val="fr-FR"/>
                            </w:rPr>
                          </w:pP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Je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m'engage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également</w:t>
                          </w:r>
                          <w:r w:rsidRPr="006559E2">
                            <w:rPr>
                              <w:rFonts w:ascii="Arial" w:hAnsi="Arial"/>
                              <w:spacing w:val="8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à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ne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pas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présenter</w:t>
                          </w:r>
                          <w:r w:rsidRPr="006559E2">
                            <w:rPr>
                              <w:rFonts w:ascii="Arial" w:hAnsi="Arial"/>
                              <w:spacing w:val="8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plus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trois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candidatures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à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validation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des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acquis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Arial" w:hAnsi="Arial"/>
                              <w:spacing w:val="7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l'expérience</w:t>
                          </w:r>
                          <w:r w:rsidRPr="006559E2">
                            <w:rPr>
                              <w:rFonts w:ascii="Arial" w:hAnsi="Arial"/>
                              <w:spacing w:val="20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pour des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 xml:space="preserve">diplômes, 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certificats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 xml:space="preserve"> ou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titres</w:t>
                          </w:r>
                          <w:r w:rsidRPr="006559E2">
                            <w:rPr>
                              <w:rFonts w:ascii="Arial" w:hAnsi="Arial"/>
                              <w:spacing w:val="-2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différents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durant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la présente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Arial" w:hAnsi="Arial"/>
                              <w:spacing w:val="-1"/>
                              <w:sz w:val="18"/>
                              <w:lang w:val="fr-FR"/>
                            </w:rPr>
                            <w:t>année</w:t>
                          </w:r>
                          <w:r w:rsidRPr="006559E2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 civile.</w:t>
                          </w:r>
                        </w:p>
                        <w:p w:rsidR="00390C5B" w:rsidRPr="006559E2" w:rsidRDefault="00390C5B">
                          <w:pPr>
                            <w:spacing w:before="9"/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  <w:lang w:val="fr-FR"/>
                            </w:rPr>
                          </w:pPr>
                        </w:p>
                        <w:p w:rsidR="00390C5B" w:rsidRDefault="0055151E">
                          <w:pPr>
                            <w:rPr>
                              <w:rFonts w:ascii="Myriad Pro" w:eastAsia="Myriad Pro" w:hAnsi="Myriad Pro" w:cs="Myriad Pro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yriad Pro" w:hAnsi="Myriad Pro"/>
                              <w:sz w:val="18"/>
                            </w:rPr>
                            <w:t>Fait à :</w:t>
                          </w:r>
                        </w:p>
                      </w:txbxContent>
                    </v:textbox>
                  </v:shape>
                  <v:shape id="Text Box 16" o:spid="_x0000_s1176" type="#_x0000_t202" style="position:absolute;left:317;top:4759;width:277;height: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  <v:textbox inset="0,0,0,0">
                      <w:txbxContent>
                        <w:p w:rsidR="00390C5B" w:rsidRDefault="0055151E">
                          <w:pPr>
                            <w:spacing w:line="206" w:lineRule="exact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Myriad Pro"/>
                              <w:sz w:val="18"/>
                            </w:rPr>
                            <w:t xml:space="preserve">le </w:t>
                          </w:r>
                          <w:r>
                            <w:rPr>
                              <w:rFonts w:ascii="Myriad Pro"/>
                              <w:spacing w:val="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:</w:t>
                          </w:r>
                        </w:p>
                      </w:txbxContent>
                    </v:textbox>
                  </v:shape>
                  <v:shape id="Text Box 15" o:spid="_x0000_s1177" type="#_x0000_t202" style="position:absolute;left:6493;top:4785;width:231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line="180" w:lineRule="exact"/>
                            <w:rPr>
                              <w:rFonts w:ascii="Myriad Pro" w:eastAsia="Myriad Pro" w:hAnsi="Myriad Pro" w:cs="Myriad Pro"/>
                              <w:sz w:val="18"/>
                              <w:szCs w:val="18"/>
                              <w:lang w:val="fr-FR"/>
                            </w:rPr>
                          </w:pPr>
                          <w:r w:rsidRPr="006559E2">
                            <w:rPr>
                              <w:rFonts w:ascii="Myriad Pro"/>
                              <w:sz w:val="18"/>
                              <w:lang w:val="fr-FR"/>
                            </w:rPr>
                            <w:t>Signature du/de la candidat/e :</w:t>
                          </w:r>
                        </w:p>
                      </w:txbxContent>
                    </v:textbox>
                  </v:shape>
                  <v:shape id="Text Box 14" o:spid="_x0000_s1178" type="#_x0000_t202" style="position:absolute;left:314;top:5816;width:9582;height:1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  <v:textbox inset="0,0,0,0">
                      <w:txbxContent>
                        <w:p w:rsidR="00390C5B" w:rsidRPr="006559E2" w:rsidRDefault="0055151E">
                          <w:pPr>
                            <w:spacing w:line="140" w:lineRule="exact"/>
                            <w:ind w:left="2"/>
                            <w:jc w:val="both"/>
                            <w:rPr>
                              <w:rFonts w:ascii="Myriad Pro" w:eastAsia="Myriad Pro" w:hAnsi="Myriad Pro" w:cs="Myriad Pro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La loi punit quiconque se rend coupable de fausses déclarations :</w:t>
                          </w:r>
                        </w:p>
                        <w:p w:rsidR="00390C5B" w:rsidRPr="006559E2" w:rsidRDefault="0055151E">
                          <w:pPr>
                            <w:ind w:left="1"/>
                            <w:rPr>
                              <w:rFonts w:ascii="Myriad Pro" w:eastAsia="Myriad Pro" w:hAnsi="Myriad Pro" w:cs="Myriad Pro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« Constitue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un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faux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toute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altération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frauduleuse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la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vérité,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nature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à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causer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un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préjudice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et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accomplie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par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quelque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moyen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que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ce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soit,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dans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un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écrit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ou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tout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autre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1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support d'expression de la pensée qui a pour objet ou qui peut avoir pour effet d'établir la preuve d'un droit ou d'un fait ayant des conséquences juridiques.</w:t>
                          </w:r>
                        </w:p>
                        <w:p w:rsidR="00390C5B" w:rsidRPr="006559E2" w:rsidRDefault="0055151E">
                          <w:pPr>
                            <w:ind w:left="1"/>
                            <w:jc w:val="both"/>
                            <w:rPr>
                              <w:rFonts w:ascii="Myriad Pro" w:eastAsia="Myriad Pro" w:hAnsi="Myriad Pro" w:cs="Myriad Pro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 xml:space="preserve">Le faux et l'usage de faux sont punis de trois ans d'emprisonnement et de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45000 euros d'amende (code pénal, art.441-1) ;</w:t>
                          </w:r>
                        </w:p>
                        <w:p w:rsidR="00390C5B" w:rsidRPr="006559E2" w:rsidRDefault="0055151E">
                          <w:pPr>
                            <w:ind w:firstLine="1"/>
                            <w:jc w:val="both"/>
                            <w:rPr>
                              <w:rFonts w:ascii="Myriad Pro" w:eastAsia="Myriad Pro" w:hAnsi="Myriad Pro" w:cs="Myriad Pro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Le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fait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se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faire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délivrer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indûment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par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une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administration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publique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ou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par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un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organisme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chargé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d'une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mission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service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public,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par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quelque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moyen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frauduleux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que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ce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2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soit, un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document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destiné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à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constater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un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droit,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une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identité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ou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une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qualité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ou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à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accorder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une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autorisation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est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puni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deux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ans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d'emprisonnement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et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de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30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000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euros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pacing w:val="3"/>
                              <w:sz w:val="14"/>
                              <w:lang w:val="fr-FR"/>
                            </w:rPr>
                            <w:t xml:space="preserve"> </w:t>
                          </w:r>
                          <w:r w:rsidRPr="006559E2">
                            <w:rPr>
                              <w:rFonts w:ascii="Myriad Pro" w:hAnsi="Myriad Pro"/>
                              <w:i/>
                              <w:sz w:val="14"/>
                              <w:lang w:val="fr-FR"/>
                            </w:rPr>
                            <w:t>d'amendes (code pénal art.441-6) ;</w:t>
                          </w:r>
                        </w:p>
                        <w:p w:rsidR="00390C5B" w:rsidRPr="006559E2" w:rsidRDefault="0055151E">
                          <w:pPr>
                            <w:jc w:val="both"/>
                            <w:rPr>
                              <w:rFonts w:ascii="Myriad Pro" w:eastAsia="Myriad Pro" w:hAnsi="Myriad Pro" w:cs="Myriad Pro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Myriad Pro"/>
                              <w:i/>
                              <w:sz w:val="14"/>
                              <w:lang w:val="fr-FR"/>
                            </w:rPr>
                            <w:t>Est puni d'un an d'emprisonnement et de 15 000 euros d'amende le fait :</w:t>
                          </w:r>
                        </w:p>
                        <w:p w:rsidR="00390C5B" w:rsidRPr="006559E2" w:rsidRDefault="0055151E">
                          <w:pPr>
                            <w:ind w:right="4707"/>
                            <w:rPr>
                              <w:rFonts w:ascii="Myriad Pro" w:eastAsia="Myriad Pro" w:hAnsi="Myriad Pro" w:cs="Myriad Pro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Myriad Pro" w:eastAsia="Myriad Pro" w:hAnsi="Myriad Pro" w:cs="Myriad Pro"/>
                              <w:i/>
                              <w:sz w:val="14"/>
                              <w:szCs w:val="14"/>
                              <w:lang w:val="fr-FR"/>
                            </w:rPr>
                            <w:t>1° D'établir une attestati</w:t>
                          </w:r>
                          <w:r w:rsidRPr="006559E2">
                            <w:rPr>
                              <w:rFonts w:ascii="Myriad Pro" w:eastAsia="Myriad Pro" w:hAnsi="Myriad Pro" w:cs="Myriad Pro"/>
                              <w:i/>
                              <w:sz w:val="14"/>
                              <w:szCs w:val="14"/>
                              <w:lang w:val="fr-FR"/>
                            </w:rPr>
                            <w:t>on ou un certificat faisant état de faits matériellement inexacts ; 2° De falsifier une attestation ou un certificat originairement sincère ;</w:t>
                          </w:r>
                        </w:p>
                        <w:p w:rsidR="00390C5B" w:rsidRPr="006559E2" w:rsidRDefault="0055151E">
                          <w:pPr>
                            <w:jc w:val="both"/>
                            <w:rPr>
                              <w:rFonts w:ascii="Myriad Pro" w:eastAsia="Myriad Pro" w:hAnsi="Myriad Pro" w:cs="Myriad Pro"/>
                              <w:sz w:val="14"/>
                              <w:szCs w:val="14"/>
                              <w:lang w:val="fr-FR"/>
                            </w:rPr>
                          </w:pPr>
                          <w:r w:rsidRPr="006559E2">
                            <w:rPr>
                              <w:rFonts w:ascii="Myriad Pro" w:eastAsia="Myriad Pro" w:hAnsi="Myriad Pro" w:cs="Myriad Pro"/>
                              <w:i/>
                              <w:sz w:val="14"/>
                              <w:szCs w:val="14"/>
                              <w:lang w:val="fr-FR"/>
                            </w:rPr>
                            <w:t>3° De faire usage d'une attestation ou d'un certificat inexact ou falsifié (code pénal art. 441-7).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90C5B" w:rsidRDefault="00390C5B">
      <w:pPr>
        <w:rPr>
          <w:rFonts w:ascii="Arial" w:eastAsia="Arial" w:hAnsi="Arial" w:cs="Arial"/>
          <w:b/>
          <w:bCs/>
          <w:sz w:val="20"/>
          <w:szCs w:val="20"/>
        </w:rPr>
      </w:pPr>
    </w:p>
    <w:p w:rsidR="00390C5B" w:rsidRDefault="00390C5B">
      <w:pPr>
        <w:spacing w:before="10"/>
        <w:rPr>
          <w:rFonts w:ascii="Arial" w:eastAsia="Arial" w:hAnsi="Arial" w:cs="Arial"/>
          <w:b/>
          <w:bCs/>
          <w:sz w:val="12"/>
          <w:szCs w:val="12"/>
        </w:rPr>
      </w:pPr>
    </w:p>
    <w:p w:rsidR="00390C5B" w:rsidRDefault="006559E2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fr-FR" w:eastAsia="fr-FR"/>
        </w:rPr>
        <mc:AlternateContent>
          <mc:Choice Requires="wpg">
            <w:drawing>
              <wp:inline distT="0" distB="0" distL="0" distR="0">
                <wp:extent cx="6858000" cy="18415"/>
                <wp:effectExtent l="9525" t="9525" r="9525" b="635"/>
                <wp:docPr id="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8415"/>
                          <a:chOff x="0" y="0"/>
                          <a:chExt cx="10800" cy="29"/>
                        </a:xfrm>
                      </wpg:grpSpPr>
                      <wpg:grpSp>
                        <wpg:cNvPr id="15" name="Group 10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772" cy="2"/>
                            <a:chOff x="14" y="14"/>
                            <a:chExt cx="10772" cy="2"/>
                          </a:xfrm>
                        </wpg:grpSpPr>
                        <wps:wsp>
                          <wps:cNvPr id="16" name="Freeform 11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10786 14"/>
                                <a:gd name="T1" fmla="*/ T0 w 10772"/>
                                <a:gd name="T2" fmla="+- 0 14 14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1077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540pt;height:1.45pt;mso-position-horizontal-relative:char;mso-position-vertical-relative:line" coordsize="108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">
                <v:group id="Group 10" o:spid="_x0000_s1027" style="position:absolute;left:14;top:14;width:10772;height:2" coordorigin="14,14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1" o:spid="_x0000_s1028" style="position:absolute;left:14;top:14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rZ8AA&#10;AADbAAAADwAAAGRycy9kb3ducmV2LnhtbERPTWvCQBC9F/wPywi91Y05JBJdJYiFXptGaW9DdkyC&#10;2dmwuzXx33cLhd7m8T5nd5jNIO7kfG9ZwXqVgCBurO65VVB/vL5sQPiArHGwTAoe5OGwXzztsNB2&#10;4ne6V6EVMYR9gQq6EMZCSt90ZNCv7Egcuat1BkOErpXa4RTDzSDTJMmkwZ5jQ4cjHTtqbtW3URBO&#10;k2k/08vDVfnXuawHnPJLptTzci63IALN4V/8537TcX4Gv7/EA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HrZ8AAAADbAAAADwAAAAAAAAAAAAAAAACYAgAAZHJzL2Rvd25y&#10;ZXYueG1sUEsFBgAAAAAEAAQA9QAAAIUDAAAAAA==&#10;" path="m10772,l,e" filled="f" strokeweight=".49989mm">
                    <v:path arrowok="t" o:connecttype="custom" o:connectlocs="10772,0;0,0" o:connectangles="0,0"/>
                  </v:shape>
                </v:group>
                <w10:anchorlock/>
              </v:group>
            </w:pict>
          </mc:Fallback>
        </mc:AlternateContent>
      </w:r>
    </w:p>
    <w:p w:rsidR="00390C5B" w:rsidRDefault="00390C5B">
      <w:pPr>
        <w:spacing w:before="1"/>
        <w:rPr>
          <w:rFonts w:ascii="Arial" w:eastAsia="Arial" w:hAnsi="Arial" w:cs="Arial"/>
          <w:b/>
          <w:bCs/>
          <w:sz w:val="17"/>
          <w:szCs w:val="17"/>
        </w:rPr>
      </w:pPr>
    </w:p>
    <w:p w:rsidR="00390C5B" w:rsidRPr="006559E2" w:rsidRDefault="0055151E">
      <w:pPr>
        <w:pStyle w:val="Titre1"/>
        <w:spacing w:before="52"/>
        <w:rPr>
          <w:rFonts w:ascii="Myriad Pro" w:eastAsia="Myriad Pro" w:hAnsi="Myriad Pro" w:cs="Myriad Pro"/>
          <w:b w:val="0"/>
          <w:bCs w:val="0"/>
          <w:lang w:val="fr-FR"/>
        </w:rPr>
      </w:pPr>
      <w:r w:rsidRPr="006559E2">
        <w:rPr>
          <w:rFonts w:ascii="Myriad Pro" w:hAnsi="Myriad Pro"/>
          <w:color w:val="408080"/>
          <w:lang w:val="fr-FR"/>
        </w:rPr>
        <w:t>RUBRIQUE 7 : Réservé à l'organisme certificateur (ne pas remplir)</w:t>
      </w:r>
    </w:p>
    <w:p w:rsidR="00390C5B" w:rsidRPr="006559E2" w:rsidRDefault="00390C5B">
      <w:pPr>
        <w:spacing w:before="3"/>
        <w:rPr>
          <w:rFonts w:ascii="Myriad Pro" w:eastAsia="Myriad Pro" w:hAnsi="Myriad Pro" w:cs="Myriad Pro"/>
          <w:b/>
          <w:bCs/>
          <w:sz w:val="32"/>
          <w:szCs w:val="32"/>
          <w:lang w:val="fr-FR"/>
        </w:rPr>
      </w:pPr>
    </w:p>
    <w:p w:rsidR="00390C5B" w:rsidRPr="006559E2" w:rsidRDefault="0055151E">
      <w:pPr>
        <w:pStyle w:val="Corpsdetexte"/>
        <w:tabs>
          <w:tab w:val="left" w:pos="4974"/>
        </w:tabs>
        <w:rPr>
          <w:lang w:val="fr-FR"/>
        </w:rPr>
      </w:pPr>
      <w:r w:rsidRPr="006559E2">
        <w:rPr>
          <w:spacing w:val="-1"/>
          <w:lang w:val="fr-FR"/>
        </w:rPr>
        <w:t>Dossier</w:t>
      </w:r>
      <w:r w:rsidRPr="006559E2">
        <w:rPr>
          <w:lang w:val="fr-FR"/>
        </w:rPr>
        <w:t xml:space="preserve"> reçu</w:t>
      </w:r>
      <w:r w:rsidRPr="006559E2">
        <w:rPr>
          <w:spacing w:val="-1"/>
          <w:lang w:val="fr-FR"/>
        </w:rPr>
        <w:t xml:space="preserve"> le</w:t>
      </w:r>
      <w:r w:rsidRPr="006559E2">
        <w:rPr>
          <w:spacing w:val="-1"/>
          <w:lang w:val="fr-FR"/>
        </w:rPr>
        <w:tab/>
        <w:t>Dossier</w:t>
      </w:r>
      <w:r w:rsidRPr="006559E2">
        <w:rPr>
          <w:lang w:val="fr-FR"/>
        </w:rPr>
        <w:t xml:space="preserve"> complet</w:t>
      </w:r>
      <w:r w:rsidRPr="006559E2">
        <w:rPr>
          <w:spacing w:val="-1"/>
          <w:lang w:val="fr-FR"/>
        </w:rPr>
        <w:t xml:space="preserve"> le</w:t>
      </w:r>
    </w:p>
    <w:p w:rsidR="00390C5B" w:rsidRPr="006559E2" w:rsidRDefault="00390C5B">
      <w:pPr>
        <w:rPr>
          <w:rFonts w:ascii="Arial" w:eastAsia="Arial" w:hAnsi="Arial" w:cs="Arial"/>
          <w:sz w:val="16"/>
          <w:szCs w:val="16"/>
          <w:lang w:val="fr-FR"/>
        </w:rPr>
      </w:pPr>
    </w:p>
    <w:p w:rsidR="00390C5B" w:rsidRPr="006559E2" w:rsidRDefault="00390C5B">
      <w:pPr>
        <w:spacing w:before="3"/>
        <w:rPr>
          <w:rFonts w:ascii="Arial" w:eastAsia="Arial" w:hAnsi="Arial" w:cs="Arial"/>
          <w:sz w:val="17"/>
          <w:szCs w:val="17"/>
          <w:lang w:val="fr-FR"/>
        </w:rPr>
      </w:pPr>
    </w:p>
    <w:p w:rsidR="00390C5B" w:rsidRPr="006559E2" w:rsidRDefault="0055151E">
      <w:pPr>
        <w:pStyle w:val="Corpsdetexte"/>
        <w:rPr>
          <w:lang w:val="fr-FR"/>
        </w:rPr>
      </w:pPr>
      <w:r w:rsidRPr="006559E2">
        <w:rPr>
          <w:spacing w:val="-1"/>
          <w:lang w:val="fr-FR"/>
        </w:rPr>
        <w:t>N°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d'identifiant</w:t>
      </w:r>
    </w:p>
    <w:p w:rsidR="00390C5B" w:rsidRPr="006559E2" w:rsidRDefault="00390C5B">
      <w:pPr>
        <w:rPr>
          <w:rFonts w:ascii="Arial" w:eastAsia="Arial" w:hAnsi="Arial" w:cs="Arial"/>
          <w:sz w:val="16"/>
          <w:szCs w:val="16"/>
          <w:lang w:val="fr-FR"/>
        </w:rPr>
      </w:pPr>
    </w:p>
    <w:p w:rsidR="00390C5B" w:rsidRPr="006559E2" w:rsidRDefault="00390C5B">
      <w:pPr>
        <w:spacing w:before="3"/>
        <w:rPr>
          <w:rFonts w:ascii="Arial" w:eastAsia="Arial" w:hAnsi="Arial" w:cs="Arial"/>
          <w:sz w:val="17"/>
          <w:szCs w:val="17"/>
          <w:lang w:val="fr-FR"/>
        </w:rPr>
      </w:pPr>
    </w:p>
    <w:p w:rsidR="00390C5B" w:rsidRPr="006559E2" w:rsidRDefault="006559E2">
      <w:pPr>
        <w:pStyle w:val="Corpsdetexte"/>
        <w:tabs>
          <w:tab w:val="left" w:pos="4974"/>
        </w:tabs>
        <w:rPr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503303864" behindDoc="1" locked="0" layoutInCell="1" allowOverlap="1">
                <wp:simplePos x="0" y="0"/>
                <wp:positionH relativeFrom="page">
                  <wp:posOffset>2376170</wp:posOffset>
                </wp:positionH>
                <wp:positionV relativeFrom="paragraph">
                  <wp:posOffset>367665</wp:posOffset>
                </wp:positionV>
                <wp:extent cx="88900" cy="88900"/>
                <wp:effectExtent l="13970" t="5715" r="11430" b="10160"/>
                <wp:wrapNone/>
                <wp:docPr id="1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3742" y="579"/>
                          <a:chExt cx="140" cy="140"/>
                        </a:xfrm>
                      </wpg:grpSpPr>
                      <wps:wsp>
                        <wps:cNvPr id="13" name="Freeform 8"/>
                        <wps:cNvSpPr>
                          <a:spLocks/>
                        </wps:cNvSpPr>
                        <wps:spPr bwMode="auto">
                          <a:xfrm>
                            <a:off x="3742" y="579"/>
                            <a:ext cx="140" cy="140"/>
                          </a:xfrm>
                          <a:custGeom>
                            <a:avLst/>
                            <a:gdLst>
                              <a:gd name="T0" fmla="+- 0 3742 3742"/>
                              <a:gd name="T1" fmla="*/ T0 w 140"/>
                              <a:gd name="T2" fmla="+- 0 719 579"/>
                              <a:gd name="T3" fmla="*/ 719 h 140"/>
                              <a:gd name="T4" fmla="+- 0 3882 3742"/>
                              <a:gd name="T5" fmla="*/ T4 w 140"/>
                              <a:gd name="T6" fmla="+- 0 719 579"/>
                              <a:gd name="T7" fmla="*/ 719 h 140"/>
                              <a:gd name="T8" fmla="+- 0 3882 3742"/>
                              <a:gd name="T9" fmla="*/ T8 w 140"/>
                              <a:gd name="T10" fmla="+- 0 579 579"/>
                              <a:gd name="T11" fmla="*/ 579 h 140"/>
                              <a:gd name="T12" fmla="+- 0 3742 3742"/>
                              <a:gd name="T13" fmla="*/ T12 w 140"/>
                              <a:gd name="T14" fmla="+- 0 579 579"/>
                              <a:gd name="T15" fmla="*/ 579 h 140"/>
                              <a:gd name="T16" fmla="+- 0 3742 3742"/>
                              <a:gd name="T17" fmla="*/ T16 w 140"/>
                              <a:gd name="T18" fmla="+- 0 719 579"/>
                              <a:gd name="T19" fmla="*/ 719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87.1pt;margin-top:28.95pt;width:7pt;height:7pt;z-index:-12616;mso-position-horizontal-relative:page" coordorigin="3742,579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">
                <v:shape id="Freeform 8" o:spid="_x0000_s1027" style="position:absolute;left:3742;top:579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6h9cIA&#10;AADbAAAADwAAAGRycy9kb3ducmV2LnhtbERPTWvCQBC9F/oflin0VjdWDGl0FS0VCj2IaXsfs2MS&#10;zM7G3a3G/npXELzN433OdN6bVhzJ+cayguEgAUFcWt1wpeDne/WSgfABWWNrmRScycN89vgwxVzb&#10;E2/oWIRKxBD2OSqoQ+hyKX1Zk0E/sB1x5HbWGQwRukpqh6cYblr5miSpNNhwbKixo/eayn3xZxRk&#10;45XDr/Rj++ZG/3Y5PBzWv1mq1PNTv5iACNSHu/jm/tRx/giuv8QD5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7qH1wgAAANsAAAAPAAAAAAAAAAAAAAAAAJgCAABkcnMvZG93&#10;bnJldi54bWxQSwUGAAAAAAQABAD1AAAAhwMAAAAA&#10;" path="m,140r140,l140,,,,,140xe" filled="f" strokeweight=".5pt">
                  <v:path arrowok="t" o:connecttype="custom" o:connectlocs="0,719;140,719;140,579;0,579;0,719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spacing w:val="-1"/>
          <w:lang w:val="fr-FR"/>
        </w:rPr>
        <w:t>Code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du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diplôme</w:t>
      </w:r>
      <w:r w:rsidR="0055151E" w:rsidRPr="006559E2">
        <w:rPr>
          <w:spacing w:val="-1"/>
          <w:lang w:val="fr-FR"/>
        </w:rPr>
        <w:tab/>
        <w:t>Niveau</w:t>
      </w:r>
      <w:r w:rsidR="0055151E" w:rsidRPr="006559E2">
        <w:rPr>
          <w:lang w:val="fr-FR"/>
        </w:rPr>
        <w:t xml:space="preserve"> </w:t>
      </w:r>
      <w:r w:rsidR="0055151E" w:rsidRPr="006559E2">
        <w:rPr>
          <w:spacing w:val="-1"/>
          <w:lang w:val="fr-FR"/>
        </w:rPr>
        <w:t>de</w:t>
      </w:r>
      <w:r w:rsidR="0055151E" w:rsidRPr="006559E2">
        <w:rPr>
          <w:lang w:val="fr-FR"/>
        </w:rPr>
        <w:t xml:space="preserve"> certification</w:t>
      </w:r>
      <w:r w:rsidR="0055151E" w:rsidRPr="006559E2">
        <w:rPr>
          <w:spacing w:val="-1"/>
          <w:lang w:val="fr-FR"/>
        </w:rPr>
        <w:t xml:space="preserve"> </w:t>
      </w:r>
      <w:r w:rsidR="0055151E" w:rsidRPr="006559E2">
        <w:rPr>
          <w:lang w:val="fr-FR"/>
        </w:rPr>
        <w:t>visé,</w:t>
      </w:r>
      <w:r w:rsidR="0055151E" w:rsidRPr="006559E2">
        <w:rPr>
          <w:spacing w:val="-1"/>
          <w:lang w:val="fr-FR"/>
        </w:rPr>
        <w:t xml:space="preserve"> le</w:t>
      </w:r>
      <w:r w:rsidR="0055151E" w:rsidRPr="006559E2">
        <w:rPr>
          <w:lang w:val="fr-FR"/>
        </w:rPr>
        <w:t xml:space="preserve"> cas</w:t>
      </w:r>
      <w:r w:rsidR="0055151E" w:rsidRPr="006559E2">
        <w:rPr>
          <w:spacing w:val="-1"/>
          <w:lang w:val="fr-FR"/>
        </w:rPr>
        <w:t xml:space="preserve"> échéant</w:t>
      </w:r>
    </w:p>
    <w:p w:rsidR="00390C5B" w:rsidRPr="006559E2" w:rsidRDefault="00390C5B">
      <w:pPr>
        <w:spacing w:before="10"/>
        <w:rPr>
          <w:rFonts w:ascii="Arial" w:eastAsia="Arial" w:hAnsi="Arial" w:cs="Arial"/>
          <w:sz w:val="24"/>
          <w:szCs w:val="24"/>
          <w:lang w:val="fr-FR"/>
        </w:rPr>
      </w:pPr>
    </w:p>
    <w:p w:rsidR="00390C5B" w:rsidRPr="006559E2" w:rsidRDefault="00390C5B">
      <w:pPr>
        <w:rPr>
          <w:rFonts w:ascii="Arial" w:eastAsia="Arial" w:hAnsi="Arial" w:cs="Arial"/>
          <w:sz w:val="24"/>
          <w:szCs w:val="24"/>
          <w:lang w:val="fr-FR"/>
        </w:rPr>
        <w:sectPr w:rsidR="00390C5B" w:rsidRPr="006559E2">
          <w:headerReference w:type="default" r:id="rId15"/>
          <w:footerReference w:type="default" r:id="rId16"/>
          <w:pgSz w:w="11910" w:h="16840"/>
          <w:pgMar w:top="580" w:right="440" w:bottom="280" w:left="440" w:header="381" w:footer="0" w:gutter="0"/>
          <w:cols w:space="720"/>
        </w:sectPr>
      </w:pPr>
    </w:p>
    <w:p w:rsidR="00390C5B" w:rsidRPr="006559E2" w:rsidRDefault="006559E2">
      <w:pPr>
        <w:pStyle w:val="Corpsdetexte"/>
        <w:spacing w:before="96"/>
        <w:rPr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84" behindDoc="0" locked="0" layoutInCell="1" allowOverlap="1">
                <wp:simplePos x="0" y="0"/>
                <wp:positionH relativeFrom="page">
                  <wp:posOffset>1656080</wp:posOffset>
                </wp:positionH>
                <wp:positionV relativeFrom="paragraph">
                  <wp:posOffset>68580</wp:posOffset>
                </wp:positionV>
                <wp:extent cx="88900" cy="88900"/>
                <wp:effectExtent l="8255" t="11430" r="7620" b="13970"/>
                <wp:wrapNone/>
                <wp:docPr id="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900"/>
                          <a:chOff x="2608" y="108"/>
                          <a:chExt cx="140" cy="140"/>
                        </a:xfrm>
                      </wpg:grpSpPr>
                      <wps:wsp>
                        <wps:cNvPr id="11" name="Freeform 6"/>
                        <wps:cNvSpPr>
                          <a:spLocks/>
                        </wps:cNvSpPr>
                        <wps:spPr bwMode="auto">
                          <a:xfrm>
                            <a:off x="2608" y="108"/>
                            <a:ext cx="140" cy="140"/>
                          </a:xfrm>
                          <a:custGeom>
                            <a:avLst/>
                            <a:gdLst>
                              <a:gd name="T0" fmla="+- 0 2608 2608"/>
                              <a:gd name="T1" fmla="*/ T0 w 140"/>
                              <a:gd name="T2" fmla="+- 0 248 108"/>
                              <a:gd name="T3" fmla="*/ 248 h 140"/>
                              <a:gd name="T4" fmla="+- 0 2748 2608"/>
                              <a:gd name="T5" fmla="*/ T4 w 140"/>
                              <a:gd name="T6" fmla="+- 0 248 108"/>
                              <a:gd name="T7" fmla="*/ 248 h 140"/>
                              <a:gd name="T8" fmla="+- 0 2748 2608"/>
                              <a:gd name="T9" fmla="*/ T8 w 140"/>
                              <a:gd name="T10" fmla="+- 0 108 108"/>
                              <a:gd name="T11" fmla="*/ 108 h 140"/>
                              <a:gd name="T12" fmla="+- 0 2608 2608"/>
                              <a:gd name="T13" fmla="*/ T12 w 140"/>
                              <a:gd name="T14" fmla="+- 0 108 108"/>
                              <a:gd name="T15" fmla="*/ 108 h 140"/>
                              <a:gd name="T16" fmla="+- 0 2608 2608"/>
                              <a:gd name="T17" fmla="*/ T16 w 140"/>
                              <a:gd name="T18" fmla="+- 0 248 108"/>
                              <a:gd name="T19" fmla="*/ 248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40">
                                <a:moveTo>
                                  <a:pt x="0" y="140"/>
                                </a:moveTo>
                                <a:lnTo>
                                  <a:pt x="140" y="140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30.4pt;margin-top:5.4pt;width:7pt;height:7pt;z-index:2584;mso-position-horizontal-relative:page" coordorigin="2608,108" coordsize="14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">
                <v:shape id="Freeform 6" o:spid="_x0000_s1027" style="position:absolute;left:2608;top:108;width:140;height:140;visibility:visible;mso-wrap-style:square;v-text-anchor:top" coordsize="14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CaGcIA&#10;AADbAAAADwAAAGRycy9kb3ducmV2LnhtbERPTWvCQBC9C/0PyxR6000shhhdpZYKBQ9Fq/cxOyah&#10;2dm4u9Xor+8WCr3N433OfNmbVlzI+caygnSUgCAurW64UrD/XA9zED4ga2wtk4IbeVguHgZzLLS9&#10;8pYuu1CJGMK+QAV1CF0hpS9rMuhHtiOO3Mk6gyFCV0nt8BrDTSvHSZJJgw3Hhho7eq2p/Np9GwX5&#10;ZO1wk70dp+75blfp+fxxyDOlnh77lxmIQH34F/+533Wcn8LvL/EA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cJoZwgAAANsAAAAPAAAAAAAAAAAAAAAAAJgCAABkcnMvZG93&#10;bnJldi54bWxQSwUGAAAAAAQABAD1AAAAhwMAAAAA&#10;" path="m,140r140,l140,,,,,140xe" filled="f" strokeweight=".5pt">
                  <v:path arrowok="t" o:connecttype="custom" o:connectlocs="0,248;140,248;140,108;0,108;0,248" o:connectangles="0,0,0,0,0"/>
                </v:shape>
                <w10:wrap anchorx="page"/>
              </v:group>
            </w:pict>
          </mc:Fallback>
        </mc:AlternateContent>
      </w:r>
      <w:r w:rsidR="0055151E" w:rsidRPr="006559E2">
        <w:rPr>
          <w:spacing w:val="-1"/>
          <w:lang w:val="fr-FR"/>
        </w:rPr>
        <w:t>Décision de</w:t>
      </w:r>
      <w:r w:rsidR="0055151E" w:rsidRPr="006559E2">
        <w:rPr>
          <w:lang w:val="fr-FR"/>
        </w:rPr>
        <w:t xml:space="preserve"> recevabilité</w:t>
      </w:r>
      <w:r w:rsidR="0055151E" w:rsidRPr="006559E2">
        <w:rPr>
          <w:spacing w:val="-1"/>
          <w:lang w:val="fr-FR"/>
        </w:rPr>
        <w:t xml:space="preserve"> </w:t>
      </w:r>
      <w:r w:rsidR="0055151E" w:rsidRPr="006559E2">
        <w:rPr>
          <w:lang w:val="fr-FR"/>
        </w:rPr>
        <w:t>:</w:t>
      </w:r>
    </w:p>
    <w:p w:rsidR="00390C5B" w:rsidRPr="006559E2" w:rsidRDefault="0055151E">
      <w:pPr>
        <w:pStyle w:val="Corpsdetexte"/>
        <w:tabs>
          <w:tab w:val="left" w:pos="1289"/>
        </w:tabs>
        <w:spacing w:before="79"/>
        <w:rPr>
          <w:lang w:val="fr-FR"/>
        </w:rPr>
      </w:pPr>
      <w:r w:rsidRPr="006559E2">
        <w:rPr>
          <w:lang w:val="fr-FR"/>
        </w:rPr>
        <w:br w:type="column"/>
      </w:r>
      <w:proofErr w:type="gramStart"/>
      <w:r w:rsidRPr="006559E2">
        <w:rPr>
          <w:lang w:val="fr-FR"/>
        </w:rPr>
        <w:t>favorable</w:t>
      </w:r>
      <w:proofErr w:type="gramEnd"/>
      <w:r w:rsidRPr="006559E2">
        <w:rPr>
          <w:lang w:val="fr-FR"/>
        </w:rPr>
        <w:tab/>
      </w:r>
      <w:r w:rsidRPr="006559E2">
        <w:rPr>
          <w:spacing w:val="-1"/>
          <w:lang w:val="fr-FR"/>
        </w:rPr>
        <w:t>défavorable</w:t>
      </w:r>
    </w:p>
    <w:p w:rsidR="00390C5B" w:rsidRPr="006559E2" w:rsidRDefault="00390C5B">
      <w:pPr>
        <w:rPr>
          <w:lang w:val="fr-FR"/>
        </w:rPr>
        <w:sectPr w:rsidR="00390C5B" w:rsidRPr="006559E2">
          <w:type w:val="continuous"/>
          <w:pgSz w:w="11910" w:h="16840"/>
          <w:pgMar w:top="260" w:right="440" w:bottom="680" w:left="440" w:header="720" w:footer="720" w:gutter="0"/>
          <w:cols w:num="2" w:space="720" w:equalWidth="0">
            <w:col w:w="1934" w:space="334"/>
            <w:col w:w="8762"/>
          </w:cols>
        </w:sectPr>
      </w:pPr>
    </w:p>
    <w:p w:rsidR="00390C5B" w:rsidRPr="006559E2" w:rsidRDefault="00390C5B">
      <w:pPr>
        <w:spacing w:before="4"/>
        <w:rPr>
          <w:rFonts w:ascii="Arial" w:eastAsia="Arial" w:hAnsi="Arial" w:cs="Arial"/>
          <w:sz w:val="26"/>
          <w:szCs w:val="26"/>
          <w:lang w:val="fr-FR"/>
        </w:rPr>
      </w:pPr>
    </w:p>
    <w:p w:rsidR="00390C5B" w:rsidRPr="006559E2" w:rsidRDefault="0055151E">
      <w:pPr>
        <w:pStyle w:val="Corpsdetexte"/>
        <w:tabs>
          <w:tab w:val="left" w:pos="4974"/>
        </w:tabs>
        <w:spacing w:before="79"/>
        <w:rPr>
          <w:lang w:val="fr-FR"/>
        </w:rPr>
      </w:pPr>
      <w:r w:rsidRPr="006559E2">
        <w:rPr>
          <w:spacing w:val="-1"/>
          <w:lang w:val="fr-FR"/>
        </w:rPr>
        <w:t>Date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décision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la</w:t>
      </w:r>
      <w:r w:rsidRPr="006559E2">
        <w:rPr>
          <w:lang w:val="fr-FR"/>
        </w:rPr>
        <w:t xml:space="preserve"> recevabilité</w:t>
      </w:r>
      <w:r w:rsidRPr="006559E2">
        <w:rPr>
          <w:lang w:val="fr-FR"/>
        </w:rPr>
        <w:tab/>
      </w:r>
      <w:r w:rsidRPr="006559E2">
        <w:rPr>
          <w:spacing w:val="-1"/>
          <w:lang w:val="fr-FR"/>
        </w:rPr>
        <w:t>Date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limite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de</w:t>
      </w:r>
      <w:r w:rsidRPr="006559E2">
        <w:rPr>
          <w:lang w:val="fr-FR"/>
        </w:rPr>
        <w:t xml:space="preserve"> validité</w:t>
      </w:r>
      <w:r w:rsidRPr="006559E2">
        <w:rPr>
          <w:spacing w:val="-1"/>
          <w:lang w:val="fr-FR"/>
        </w:rPr>
        <w:t xml:space="preserve"> de</w:t>
      </w:r>
      <w:r w:rsidRPr="006559E2">
        <w:rPr>
          <w:lang w:val="fr-FR"/>
        </w:rPr>
        <w:t xml:space="preserve"> </w:t>
      </w:r>
      <w:r w:rsidRPr="006559E2">
        <w:rPr>
          <w:spacing w:val="-1"/>
          <w:lang w:val="fr-FR"/>
        </w:rPr>
        <w:t>la</w:t>
      </w:r>
      <w:r w:rsidRPr="006559E2">
        <w:rPr>
          <w:lang w:val="fr-FR"/>
        </w:rPr>
        <w:t xml:space="preserve"> recevabilité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(le</w:t>
      </w:r>
      <w:r w:rsidRPr="006559E2">
        <w:rPr>
          <w:spacing w:val="-1"/>
          <w:lang w:val="fr-FR"/>
        </w:rPr>
        <w:t xml:space="preserve"> </w:t>
      </w:r>
      <w:r w:rsidRPr="006559E2">
        <w:rPr>
          <w:lang w:val="fr-FR"/>
        </w:rPr>
        <w:t>cas</w:t>
      </w:r>
      <w:r w:rsidRPr="006559E2">
        <w:rPr>
          <w:spacing w:val="-1"/>
          <w:lang w:val="fr-FR"/>
        </w:rPr>
        <w:t xml:space="preserve"> échéant)</w:t>
      </w:r>
    </w:p>
    <w:p w:rsidR="00390C5B" w:rsidRPr="006559E2" w:rsidRDefault="00390C5B">
      <w:pPr>
        <w:spacing w:before="4"/>
        <w:rPr>
          <w:rFonts w:ascii="Arial" w:eastAsia="Arial" w:hAnsi="Arial" w:cs="Arial"/>
          <w:sz w:val="24"/>
          <w:szCs w:val="24"/>
          <w:lang w:val="fr-FR"/>
        </w:rPr>
      </w:pPr>
    </w:p>
    <w:p w:rsidR="00390C5B" w:rsidRDefault="006559E2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fr-FR" w:eastAsia="fr-FR"/>
        </w:rPr>
        <mc:AlternateContent>
          <mc:Choice Requires="wpg">
            <w:drawing>
              <wp:inline distT="0" distB="0" distL="0" distR="0">
                <wp:extent cx="6858000" cy="18415"/>
                <wp:effectExtent l="9525" t="9525" r="9525" b="635"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8415"/>
                          <a:chOff x="0" y="0"/>
                          <a:chExt cx="10800" cy="29"/>
                        </a:xfrm>
                      </wpg:grpSpPr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772" cy="2"/>
                            <a:chOff x="14" y="14"/>
                            <a:chExt cx="10772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772" cy="2"/>
                            </a:xfrm>
                            <a:custGeom>
                              <a:avLst/>
                              <a:gdLst>
                                <a:gd name="T0" fmla="+- 0 10786 14"/>
                                <a:gd name="T1" fmla="*/ T0 w 10772"/>
                                <a:gd name="T2" fmla="+- 0 14 14"/>
                                <a:gd name="T3" fmla="*/ T2 w 107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2">
                                  <a:moveTo>
                                    <a:pt x="1077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40pt;height:1.45pt;mso-position-horizontal-relative:char;mso-position-vertical-relative:line" coordsize="108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">
                <v:group id="Group 3" o:spid="_x0000_s1027" style="position:absolute;left:14;top:14;width:10772;height:2" coordorigin="14,14" coordsize="107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28" style="position:absolute;left:14;top:14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u68IA&#10;AADaAAAADwAAAGRycy9kb3ducmV2LnhtbESPwWrDMBBE74H+g9hCb7HcHOLUtRJCaaHXOolpb4u1&#10;sU2slZHU2P77qhDIcZiZN0yxm0wvruR8Z1nBc5KCIK6t7rhRcDx8LDcgfEDW2FsmBTN52G0fFgXm&#10;2o78RdcyNCJC2OeooA1hyKX0dUsGfWIH4uidrTMYonSN1A7HCDe9XKXpWhrsOC60ONBbS/Wl/DUK&#10;wvtomu9VNbsy+zntjz2OWbVW6ulx2r+CCDSFe/jW/tQKXuD/SrwB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a7rwgAAANoAAAAPAAAAAAAAAAAAAAAAAJgCAABkcnMvZG93&#10;bnJldi54bWxQSwUGAAAAAAQABAD1AAAAhwMAAAAA&#10;" path="m10772,l,e" filled="f" strokeweight=".49989mm">
                    <v:path arrowok="t" o:connecttype="custom" o:connectlocs="10772,0;0,0" o:connectangles="0,0"/>
                  </v:shape>
                </v:group>
                <w10:anchorlock/>
              </v:group>
            </w:pict>
          </mc:Fallback>
        </mc:AlternateContent>
      </w:r>
    </w:p>
    <w:p w:rsidR="00390C5B" w:rsidRDefault="00390C5B">
      <w:pPr>
        <w:rPr>
          <w:rFonts w:ascii="Arial" w:eastAsia="Arial" w:hAnsi="Arial" w:cs="Arial"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sz w:val="20"/>
          <w:szCs w:val="20"/>
        </w:rPr>
      </w:pPr>
    </w:p>
    <w:p w:rsidR="00390C5B" w:rsidRDefault="00390C5B">
      <w:pPr>
        <w:rPr>
          <w:rFonts w:ascii="Arial" w:eastAsia="Arial" w:hAnsi="Arial" w:cs="Arial"/>
          <w:sz w:val="17"/>
          <w:szCs w:val="17"/>
        </w:rPr>
      </w:pPr>
    </w:p>
    <w:p w:rsidR="00390C5B" w:rsidRDefault="0055151E">
      <w:pPr>
        <w:pStyle w:val="Titre4"/>
        <w:ind w:right="124"/>
        <w:jc w:val="right"/>
      </w:pPr>
      <w:r>
        <w:t>Page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4</w:t>
      </w:r>
    </w:p>
    <w:sectPr w:rsidR="00390C5B">
      <w:type w:val="continuous"/>
      <w:pgSz w:w="11910" w:h="16840"/>
      <w:pgMar w:top="260" w:right="440" w:bottom="68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51E" w:rsidRDefault="0055151E">
      <w:r>
        <w:separator/>
      </w:r>
    </w:p>
  </w:endnote>
  <w:endnote w:type="continuationSeparator" w:id="0">
    <w:p w:rsidR="0055151E" w:rsidRDefault="00551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B" w:rsidRDefault="006559E2">
    <w:pPr>
      <w:spacing w:line="14" w:lineRule="auto"/>
      <w:rPr>
        <w:sz w:val="20"/>
        <w:szCs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302280" behindDoc="1" locked="0" layoutInCell="1" allowOverlap="1">
              <wp:simplePos x="0" y="0"/>
              <wp:positionH relativeFrom="page">
                <wp:posOffset>6467475</wp:posOffset>
              </wp:positionH>
              <wp:positionV relativeFrom="page">
                <wp:posOffset>10244455</wp:posOffset>
              </wp:positionV>
              <wp:extent cx="746125" cy="152400"/>
              <wp:effectExtent l="0" t="0" r="0" b="444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61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0C5B" w:rsidRDefault="0055151E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5CE">
                            <w:rPr>
                              <w:rFonts w:ascii="Arial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sur</w:t>
                          </w:r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179" type="#_x0000_t202" style="position:absolute;margin-left:509.25pt;margin-top:806.65pt;width:58.75pt;height:12pt;z-index:-14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" filled="f" stroked="f">
              <v:textbox inset="0,0,0,0">
                <w:txbxContent>
                  <w:p w:rsidR="00390C5B" w:rsidRDefault="0055151E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Page</w:t>
                    </w:r>
                    <w:r>
                      <w:rPr>
                        <w:rFonts w:ascii="Arial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75CE">
                      <w:rPr>
                        <w:rFonts w:ascii="Arial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z w:val="20"/>
                      </w:rPr>
                      <w:t>sur</w:t>
                    </w:r>
                    <w:r>
                      <w:rPr>
                        <w:rFonts w:ascii="Arial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z w:val="2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B" w:rsidRDefault="00390C5B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B" w:rsidRDefault="00390C5B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51E" w:rsidRDefault="0055151E">
      <w:r>
        <w:separator/>
      </w:r>
    </w:p>
  </w:footnote>
  <w:footnote w:type="continuationSeparator" w:id="0">
    <w:p w:rsidR="0055151E" w:rsidRDefault="00551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B" w:rsidRDefault="006559E2">
    <w:pPr>
      <w:spacing w:line="14" w:lineRule="auto"/>
      <w:rPr>
        <w:sz w:val="20"/>
        <w:szCs w:val="20"/>
      </w:rPr>
    </w:pPr>
    <w:r>
      <w:rPr>
        <w:noProof/>
        <w:lang w:val="fr-FR" w:eastAsia="fr-FR"/>
      </w:rPr>
      <mc:AlternateContent>
        <mc:Choice Requires="wpg">
          <w:drawing>
            <wp:anchor distT="0" distB="0" distL="114300" distR="114300" simplePos="0" relativeHeight="503302304" behindDoc="1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220" cy="1270"/>
              <wp:effectExtent l="17145" t="17145" r="10160" b="1016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"/>
                        <a:chOff x="567" y="567"/>
                        <a:chExt cx="10772" cy="2"/>
                      </a:xfrm>
                    </wpg:grpSpPr>
                    <wps:wsp>
                      <wps:cNvPr id="5" name="Freeform 4"/>
                      <wps:cNvSpPr>
                        <a:spLocks/>
                      </wps:cNvSpPr>
                      <wps:spPr bwMode="auto">
                        <a:xfrm>
                          <a:off x="567" y="567"/>
                          <a:ext cx="10772" cy="2"/>
                        </a:xfrm>
                        <a:custGeom>
                          <a:avLst/>
                          <a:gdLst>
                            <a:gd name="T0" fmla="+- 0 11339 567"/>
                            <a:gd name="T1" fmla="*/ T0 w 10772"/>
                            <a:gd name="T2" fmla="+- 0 567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1077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28.35pt;margin-top:28.35pt;width:538.6pt;height:.1pt;z-index:-14176;mso-position-horizontal-relative:page;mso-position-vertical-relative:page" coordorigin="567,567" coordsize="107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">
              <v:shape id="Freeform 4" o:spid="_x0000_s1027" style="position:absolute;left:567;top:567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ik7sIA&#10;AADaAAAADwAAAGRycy9kb3ducmV2LnhtbESPQWvCQBSE7wX/w/KE3pqNQqPErCLSQq9No+jtkX0m&#10;wezbsLs18d93C4Ueh5n5hil2k+nFnZzvLCtYJCkI4trqjhsF1df7yxqED8gae8uk4EEedtvZU4G5&#10;tiN/0r0MjYgQ9jkqaEMYcil93ZJBn9iBOHpX6wyGKF0jtcMxwk0vl2maSYMdx4UWBzq0VN/Kb6Mg&#10;vI2mOS9PD1euLsd91eO4OmVKPc+n/QZEoCn8h//aH1rBK/xeiTd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OKTuwgAAANoAAAAPAAAAAAAAAAAAAAAAAJgCAABkcnMvZG93&#10;bnJldi54bWxQSwUGAAAAAAQABAD1AAAAhwMAAAAA&#10;" path="m10772,l,e" filled="f" strokeweight=".49989mm">
                <v:path arrowok="t" o:connecttype="custom" o:connectlocs="10772,0;0,0" o:connectangles="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B" w:rsidRDefault="00390C5B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C5B" w:rsidRDefault="006559E2">
    <w:pPr>
      <w:spacing w:line="14" w:lineRule="auto"/>
      <w:rPr>
        <w:sz w:val="20"/>
        <w:szCs w:val="20"/>
      </w:rPr>
    </w:pPr>
    <w:r>
      <w:rPr>
        <w:noProof/>
        <w:lang w:val="fr-FR" w:eastAsia="fr-FR"/>
      </w:rPr>
      <mc:AlternateContent>
        <mc:Choice Requires="wpg">
          <w:drawing>
            <wp:anchor distT="0" distB="0" distL="114300" distR="114300" simplePos="0" relativeHeight="503302328" behindDoc="1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220" cy="1270"/>
              <wp:effectExtent l="17145" t="17145" r="10160" b="1016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270"/>
                        <a:chOff x="567" y="567"/>
                        <a:chExt cx="10772" cy="2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567" y="567"/>
                          <a:ext cx="10772" cy="2"/>
                        </a:xfrm>
                        <a:custGeom>
                          <a:avLst/>
                          <a:gdLst>
                            <a:gd name="T0" fmla="+- 0 11339 567"/>
                            <a:gd name="T1" fmla="*/ T0 w 10772"/>
                            <a:gd name="T2" fmla="+- 0 567 567"/>
                            <a:gd name="T3" fmla="*/ T2 w 107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72">
                              <a:moveTo>
                                <a:pt x="1077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28.35pt;margin-top:28.35pt;width:538.6pt;height:.1pt;z-index:-14152;mso-position-horizontal-relative:page;mso-position-vertical-relative:page" coordorigin="567,567" coordsize="107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">
              <v:shape id="Freeform 2" o:spid="_x0000_s1027" style="position:absolute;left:567;top:567;width:10772;height:2;visibility:visible;mso-wrap-style:square;v-text-anchor:top" coordsize="107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2ZAcIA&#10;AADaAAAADwAAAGRycy9kb3ducmV2LnhtbESPQWvCQBSE7wX/w/KE3pqNFqLErCLSQq9No+jtkX0m&#10;wezbsLs18d93C4Ueh5n5hil2k+nFnZzvLCtYJCkI4trqjhsF1df7yxqED8gae8uk4EEedtvZU4G5&#10;tiN/0r0MjYgQ9jkqaEMYcil93ZJBn9iBOHpX6wyGKF0jtcMxwk0vl2maSYMdx4UWBzq0VN/Kb6Mg&#10;vI2mOS9PD1euLsd91eO4OmVKPc+n/QZEoCn8h//aH1rBK/xeiTd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nZkBwgAAANoAAAAPAAAAAAAAAAAAAAAAAJgCAABkcnMvZG93&#10;bnJldi54bWxQSwUGAAAAAAQABAD1AAAAhwMAAAAA&#10;" path="m10772,l,e" filled="f" strokeweight=".49989mm">
                <v:path arrowok="t" o:connecttype="custom" o:connectlocs="10772,0;0,0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F2EDC"/>
    <w:multiLevelType w:val="hybridMultilevel"/>
    <w:tmpl w:val="EC7E2BCE"/>
    <w:lvl w:ilvl="0" w:tplc="D84EA8AC">
      <w:start w:val="1"/>
      <w:numFmt w:val="decimal"/>
      <w:lvlText w:val="%1."/>
      <w:lvlJc w:val="left"/>
      <w:pPr>
        <w:ind w:left="333" w:hanging="178"/>
        <w:jc w:val="left"/>
      </w:pPr>
      <w:rPr>
        <w:rFonts w:ascii="Arial" w:eastAsia="Arial" w:hAnsi="Arial" w:hint="default"/>
        <w:spacing w:val="-1"/>
        <w:w w:val="99"/>
        <w:sz w:val="16"/>
        <w:szCs w:val="16"/>
      </w:rPr>
    </w:lvl>
    <w:lvl w:ilvl="1" w:tplc="5F78DDCC">
      <w:start w:val="1"/>
      <w:numFmt w:val="bullet"/>
      <w:lvlText w:val="•"/>
      <w:lvlJc w:val="left"/>
      <w:pPr>
        <w:ind w:left="3555" w:hanging="178"/>
      </w:pPr>
      <w:rPr>
        <w:rFonts w:hint="default"/>
      </w:rPr>
    </w:lvl>
    <w:lvl w:ilvl="2" w:tplc="9272BE8E">
      <w:start w:val="1"/>
      <w:numFmt w:val="bullet"/>
      <w:lvlText w:val="•"/>
      <w:lvlJc w:val="left"/>
      <w:pPr>
        <w:ind w:left="4082" w:hanging="178"/>
      </w:pPr>
      <w:rPr>
        <w:rFonts w:hint="default"/>
      </w:rPr>
    </w:lvl>
    <w:lvl w:ilvl="3" w:tplc="D6F88FE8">
      <w:start w:val="1"/>
      <w:numFmt w:val="bullet"/>
      <w:lvlText w:val="•"/>
      <w:lvlJc w:val="left"/>
      <w:pPr>
        <w:ind w:left="4608" w:hanging="178"/>
      </w:pPr>
      <w:rPr>
        <w:rFonts w:hint="default"/>
      </w:rPr>
    </w:lvl>
    <w:lvl w:ilvl="4" w:tplc="52A044EE">
      <w:start w:val="1"/>
      <w:numFmt w:val="bullet"/>
      <w:lvlText w:val="•"/>
      <w:lvlJc w:val="left"/>
      <w:pPr>
        <w:ind w:left="5135" w:hanging="178"/>
      </w:pPr>
      <w:rPr>
        <w:rFonts w:hint="default"/>
      </w:rPr>
    </w:lvl>
    <w:lvl w:ilvl="5" w:tplc="CECA9B30">
      <w:start w:val="1"/>
      <w:numFmt w:val="bullet"/>
      <w:lvlText w:val="•"/>
      <w:lvlJc w:val="left"/>
      <w:pPr>
        <w:ind w:left="5661" w:hanging="178"/>
      </w:pPr>
      <w:rPr>
        <w:rFonts w:hint="default"/>
      </w:rPr>
    </w:lvl>
    <w:lvl w:ilvl="6" w:tplc="F8A451C2">
      <w:start w:val="1"/>
      <w:numFmt w:val="bullet"/>
      <w:lvlText w:val="•"/>
      <w:lvlJc w:val="left"/>
      <w:pPr>
        <w:ind w:left="6188" w:hanging="178"/>
      </w:pPr>
      <w:rPr>
        <w:rFonts w:hint="default"/>
      </w:rPr>
    </w:lvl>
    <w:lvl w:ilvl="7" w:tplc="FE141328">
      <w:start w:val="1"/>
      <w:numFmt w:val="bullet"/>
      <w:lvlText w:val="•"/>
      <w:lvlJc w:val="left"/>
      <w:pPr>
        <w:ind w:left="6714" w:hanging="178"/>
      </w:pPr>
      <w:rPr>
        <w:rFonts w:hint="default"/>
      </w:rPr>
    </w:lvl>
    <w:lvl w:ilvl="8" w:tplc="6568DA26">
      <w:start w:val="1"/>
      <w:numFmt w:val="bullet"/>
      <w:lvlText w:val="•"/>
      <w:lvlJc w:val="left"/>
      <w:pPr>
        <w:ind w:left="7241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5B"/>
    <w:rsid w:val="00390C5B"/>
    <w:rsid w:val="0055151E"/>
    <w:rsid w:val="006559E2"/>
    <w:rsid w:val="0098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155"/>
      <w:outlineLvl w:val="0"/>
    </w:pPr>
    <w:rPr>
      <w:rFonts w:ascii="Arial" w:eastAsia="Arial" w:hAnsi="Arial"/>
      <w:b/>
      <w:bCs/>
      <w:sz w:val="24"/>
      <w:szCs w:val="24"/>
    </w:rPr>
  </w:style>
  <w:style w:type="paragraph" w:styleId="Titre2">
    <w:name w:val="heading 2"/>
    <w:basedOn w:val="Normal"/>
    <w:uiPriority w:val="1"/>
    <w:qFormat/>
    <w:pPr>
      <w:spacing w:before="74"/>
      <w:ind w:left="155"/>
      <w:outlineLvl w:val="1"/>
    </w:pPr>
    <w:rPr>
      <w:rFonts w:ascii="Arial" w:eastAsia="Arial" w:hAnsi="Arial"/>
      <w:b/>
      <w:bCs/>
      <w:sz w:val="20"/>
      <w:szCs w:val="20"/>
    </w:rPr>
  </w:style>
  <w:style w:type="paragraph" w:styleId="Titre3">
    <w:name w:val="heading 3"/>
    <w:basedOn w:val="Normal"/>
    <w:uiPriority w:val="1"/>
    <w:qFormat/>
    <w:pPr>
      <w:ind w:left="1304"/>
      <w:outlineLvl w:val="2"/>
    </w:pPr>
    <w:rPr>
      <w:rFonts w:ascii="Calibri" w:eastAsia="Calibri" w:hAnsi="Calibri"/>
      <w:b/>
      <w:bCs/>
      <w:i/>
      <w:sz w:val="20"/>
      <w:szCs w:val="20"/>
    </w:rPr>
  </w:style>
  <w:style w:type="paragraph" w:styleId="Titre4">
    <w:name w:val="heading 4"/>
    <w:basedOn w:val="Normal"/>
    <w:uiPriority w:val="1"/>
    <w:qFormat/>
    <w:pPr>
      <w:spacing w:before="74"/>
      <w:outlineLvl w:val="3"/>
    </w:pPr>
    <w:rPr>
      <w:rFonts w:ascii="Arial" w:eastAsia="Arial" w:hAnsi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55"/>
    </w:pPr>
    <w:rPr>
      <w:rFonts w:ascii="Arial" w:eastAsia="Arial" w:hAnsi="Arial"/>
      <w:sz w:val="16"/>
      <w:szCs w:val="1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6559E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59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155"/>
      <w:outlineLvl w:val="0"/>
    </w:pPr>
    <w:rPr>
      <w:rFonts w:ascii="Arial" w:eastAsia="Arial" w:hAnsi="Arial"/>
      <w:b/>
      <w:bCs/>
      <w:sz w:val="24"/>
      <w:szCs w:val="24"/>
    </w:rPr>
  </w:style>
  <w:style w:type="paragraph" w:styleId="Titre2">
    <w:name w:val="heading 2"/>
    <w:basedOn w:val="Normal"/>
    <w:uiPriority w:val="1"/>
    <w:qFormat/>
    <w:pPr>
      <w:spacing w:before="74"/>
      <w:ind w:left="155"/>
      <w:outlineLvl w:val="1"/>
    </w:pPr>
    <w:rPr>
      <w:rFonts w:ascii="Arial" w:eastAsia="Arial" w:hAnsi="Arial"/>
      <w:b/>
      <w:bCs/>
      <w:sz w:val="20"/>
      <w:szCs w:val="20"/>
    </w:rPr>
  </w:style>
  <w:style w:type="paragraph" w:styleId="Titre3">
    <w:name w:val="heading 3"/>
    <w:basedOn w:val="Normal"/>
    <w:uiPriority w:val="1"/>
    <w:qFormat/>
    <w:pPr>
      <w:ind w:left="1304"/>
      <w:outlineLvl w:val="2"/>
    </w:pPr>
    <w:rPr>
      <w:rFonts w:ascii="Calibri" w:eastAsia="Calibri" w:hAnsi="Calibri"/>
      <w:b/>
      <w:bCs/>
      <w:i/>
      <w:sz w:val="20"/>
      <w:szCs w:val="20"/>
    </w:rPr>
  </w:style>
  <w:style w:type="paragraph" w:styleId="Titre4">
    <w:name w:val="heading 4"/>
    <w:basedOn w:val="Normal"/>
    <w:uiPriority w:val="1"/>
    <w:qFormat/>
    <w:pPr>
      <w:spacing w:before="74"/>
      <w:outlineLvl w:val="3"/>
    </w:pPr>
    <w:rPr>
      <w:rFonts w:ascii="Arial" w:eastAsia="Arial" w:hAnsi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55"/>
    </w:pPr>
    <w:rPr>
      <w:rFonts w:ascii="Arial" w:eastAsia="Arial" w:hAnsi="Arial"/>
      <w:sz w:val="16"/>
      <w:szCs w:val="1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6559E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59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ae.gouv.fr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8182176A.dotm</Template>
  <TotalTime>0</TotalTime>
  <Pages>4</Pages>
  <Words>714</Words>
  <Characters>3931</Characters>
  <Application>Microsoft Office Word</Application>
  <DocSecurity>4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Chrystel Allebe</cp:lastModifiedBy>
  <cp:revision>2</cp:revision>
  <dcterms:created xsi:type="dcterms:W3CDTF">2018-07-17T10:09:00Z</dcterms:created>
  <dcterms:modified xsi:type="dcterms:W3CDTF">2018-07-17T10:09:00Z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LastSaved">
    <vt:filetime>2018-07-17T00:00:00Z</vt:filetime>
  </property>
</Properties>
</file>